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4ED" w:rsidRDefault="00CB34ED" w:rsidP="00CB34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ED" w:rsidRDefault="00CB34ED" w:rsidP="00CB3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34ED" w:rsidRDefault="00CB34ED" w:rsidP="00CB3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34ED" w:rsidRDefault="00CB34ED" w:rsidP="00CB34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34ED" w:rsidRDefault="00CB34ED" w:rsidP="00CB34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34ED" w:rsidRDefault="00CB34ED" w:rsidP="00CB34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B34ED" w:rsidRPr="00F2698F" w:rsidRDefault="00CB34ED" w:rsidP="00CB34E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CB34ED" w:rsidRPr="00F2698F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B34ED" w:rsidRPr="00F2698F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CB34ED" w:rsidRPr="00F2698F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CB34ED" w:rsidRPr="00F2698F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CB34ED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Пєрєвєрзєву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О.А.</w:t>
      </w:r>
    </w:p>
    <w:p w:rsidR="00CB34ED" w:rsidRPr="00F2698F" w:rsidRDefault="00CB34ED" w:rsidP="00CB34ED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Пєрєвєрзєва</w:t>
      </w:r>
      <w:proofErr w:type="spellEnd"/>
      <w:r w:rsidRPr="00DD5C2C">
        <w:rPr>
          <w:rFonts w:ascii="Times New Roman" w:eastAsia="Calibri" w:hAnsi="Times New Roman" w:cs="Times New Roman"/>
          <w:sz w:val="24"/>
          <w:lang w:eastAsia="en-US"/>
        </w:rPr>
        <w:t xml:space="preserve"> О.А.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Пєрєвєрзєву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Олександру Анатолійовичу</w:t>
      </w:r>
      <w:r w:rsidRPr="00DD5C2C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C1622" w:rsidRPr="00BC1622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>ділянка  розташована в с. Крупець, по вул. Ватутіна,  16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2.Пєрєвєрзєву О.А.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CB34ED" w:rsidRPr="00F2698F" w:rsidRDefault="00CB34ED" w:rsidP="00CB34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B34ED" w:rsidRPr="00F2698F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34ED" w:rsidRPr="00CB34ED" w:rsidRDefault="00CB34ED" w:rsidP="00CB34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A05DF" w:rsidRPr="00CB34ED" w:rsidRDefault="00CB34ED" w:rsidP="00CB34E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8A05DF" w:rsidRPr="00CB34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ED"/>
    <w:rsid w:val="008A05DF"/>
    <w:rsid w:val="00BC1622"/>
    <w:rsid w:val="00CB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E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34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34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34E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E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34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34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34E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2021-07-07T06:10:00Z</dcterms:created>
  <dcterms:modified xsi:type="dcterms:W3CDTF">2021-07-07T08:04:00Z</dcterms:modified>
</cp:coreProperties>
</file>