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CB8" w:rsidRDefault="006F4CB8" w:rsidP="006F4CB8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31C03EC" wp14:editId="54CF3ADE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689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689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4CB8" w:rsidRDefault="006F4CB8" w:rsidP="006F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9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F4CB8" w:rsidRDefault="006F4CB8" w:rsidP="006F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9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4CB8" w:rsidRDefault="006F4CB8" w:rsidP="006F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9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F4CB8" w:rsidRDefault="006F4CB8" w:rsidP="006F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9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4CB8" w:rsidRDefault="006F4CB8" w:rsidP="006F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9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F4CB8" w:rsidRDefault="006F4CB8" w:rsidP="006F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9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4CB8" w:rsidRDefault="006F4CB8" w:rsidP="006F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0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F4CB8" w:rsidRDefault="006F4CB8" w:rsidP="006F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0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4CB8" w:rsidRDefault="006F4CB8" w:rsidP="006F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0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F4CB8" w:rsidRDefault="006F4CB8" w:rsidP="006F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0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4CB8" w:rsidRDefault="006F4CB8" w:rsidP="006F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0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F4CB8" w:rsidRDefault="006F4CB8" w:rsidP="006F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0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4CB8" w:rsidRDefault="006F4CB8" w:rsidP="006F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0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F4CB8" w:rsidRDefault="006F4CB8" w:rsidP="006F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0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4CB8" w:rsidRDefault="006F4CB8" w:rsidP="006F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0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F4CB8" w:rsidRDefault="006F4CB8" w:rsidP="006F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0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4CB8" w:rsidRDefault="006F4CB8" w:rsidP="006F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1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F4CB8" w:rsidRDefault="006F4CB8" w:rsidP="006F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1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4CB8" w:rsidRDefault="006F4CB8" w:rsidP="006F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1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F4CB8" w:rsidRDefault="006F4CB8" w:rsidP="006F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1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4CB8" w:rsidRDefault="006F4CB8" w:rsidP="006F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1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4CB8" w:rsidRDefault="006F4CB8" w:rsidP="006F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1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4CB8" w:rsidRDefault="006F4CB8" w:rsidP="006F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1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4CB8" w:rsidRDefault="006F4CB8" w:rsidP="006F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1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4CB8" w:rsidRDefault="006F4CB8" w:rsidP="006F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1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4CB8" w:rsidRDefault="006F4CB8" w:rsidP="006F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1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4CB8" w:rsidRDefault="006F4CB8" w:rsidP="006F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2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4CB8" w:rsidRDefault="006F4CB8" w:rsidP="006F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2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4CB8" w:rsidRDefault="006F4CB8" w:rsidP="006F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2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4CB8" w:rsidRDefault="006F4CB8" w:rsidP="006F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UU4q3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R6BsUA&#10;AADdAAAADwAAAGRycy9kb3ducmV2LnhtbESPzWrDMBCE74G+g9hAb4kcG1zXtRJMaYsPgZKkuS/W&#10;+odaK2Opifv2UaDQ4zAz3zDFbjaDuNDkessKNusIBHFtdc+tgq/T+yoD4TyyxsEyKfglB7vtw6LA&#10;XNsrH+hy9K0IEHY5Kui8H3MpXd2RQbe2I3HwGjsZ9EFOrdQTXgPcDDKOolQa7DksdDjSa0f19/HH&#10;KLDJR7U/t/EheeMnz+Vn1pznvVKPy7l8AeFp9v/hv3alFaTZcwL3N+EJyO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tHoG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F4CB8" w:rsidRDefault="006F4CB8" w:rsidP="006F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smfMgA&#10;AADdAAAADwAAAGRycy9kb3ducmV2LnhtbESPQUvDQBSE74L/YXmCl2I2isQ2ZlukkGp7EFoFr4/s&#10;MxvNvg272zb217tCweMwM98w1WK0vTiQD51jBbdZDoK4cbrjVsH7W30zBREissbeMSn4oQCL+eVF&#10;haV2R97SYRdbkSAcSlRgYhxKKUNjyGLI3ECcvE/nLcYkfSu1x2OC217e5XkhLXacFgwOtDTUfO/2&#10;VsFX/Wo+lg+nlZ/MtnSa1Jvnfl0odX01Pj2CiDTG//C5/aIVFNPZPfy9SU9Azn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TSyZ8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F4CB8" w:rsidRDefault="006F4CB8" w:rsidP="006F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/hmMMA&#10;AADdAAAADwAAAGRycy9kb3ducmV2LnhtbESP3YrCMBCF74V9hzDC3oimu6K4XaOIrCLeFH8eYGjG&#10;pthMShNt9+2NIHh5OD8fZ77sbCXu1PjSsYKvUQKCOHe65ELB+bQZzkD4gKyxckwK/snDcvHRm2Oq&#10;XcsHuh9DIeII+xQVmBDqVEqfG7LoR64mjt7FNRZDlE0hdYNtHLeV/E6SqbRYciQYrGltKL8ebzZC&#10;sjFm+0t72mw7bPFvb3iwOij12e9WvyACdeEdfrV3WsF09jOB55v4BO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/hm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F4CB8" w:rsidRDefault="006F4CB8" w:rsidP="006F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aqT8YA&#10;AADdAAAADwAAAGRycy9kb3ducmV2LnhtbESPQUsDMRSE74L/ITyhN5u16NquTYtUBRF6aBWkt8fm&#10;dXdx8xKS1+76740geBxm5htmuR5dr84UU+fZwM20AEVce9txY+Dj/eV6DioJssXeMxn4pgTr1eXF&#10;EivrB97ReS+NyhBOFRpoRUKldapbcpimPhBn7+ijQ8kyNtpGHDLc9XpWFKV22HFeaDHQpqX6a39y&#10;BrbDc3i7L++O4RBvZzo9WfnciDGTq/HxAZTQKP/hv/arNVDOFyX8vslPQK9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LaqT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F4CB8" w:rsidRDefault="006F4CB8" w:rsidP="006F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HadMUA&#10;AADdAAAADwAAAGRycy9kb3ducmV2LnhtbESP32rCMBTG7wd7h3AGuxkz3YTOVWMpQ0V6U9Q9wKE5&#10;NsXmpDTRdm+/CINdfnx/fnyrfLKduNHgW8cK3mYJCOLa6ZYbBd+n7esChA/IGjvHpOCHPOTrx4cV&#10;ZtqNfKDbMTQijrDPUIEJoc+k9LUhi37meuLond1gMUQ5NFIPOMZx28n3JEmlxZYjwWBPX4bqy/Fq&#10;I6SaY1Wex9N2N+GIm9LwS3FQ6vlpKpYgAk3hP/zX3msF6eLzA+5v4hO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Qdp0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F4CB8" w:rsidRDefault="006F4CB8" w:rsidP="006F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WbpsMA&#10;AADdAAAADwAAAGRycy9kb3ducmV2LnhtbERPTUsDMRC9C/6HMEJvNmupa7s2LVIriNCDVSjehs10&#10;d3EzCcm0u/57cxA8Pt73ajO6Xl0ops6zgbtpAYq49rbjxsDnx8vtAlQSZIu9ZzLwQwk26+urFVbW&#10;D/xOl4M0KodwqtBAKxIqrVPdksM09YE4cycfHUqGsdE24pDDXa9nRVFqhx3nhhYDbVuqvw9nZ2A/&#10;7MLbQ3l/Cl9xPtPp2cpxK8ZMbsanR1BCo/yL/9yv1kC5WOa5+U1+An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mWbp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F4CB8" w:rsidRDefault="006F4CB8" w:rsidP="006F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meQ8YA&#10;AADdAAAADwAAAGRycy9kb3ducmV2LnhtbESPQWsCMRSE7wX/Q3hCL0Wztii6NYoWQgWFUhW8PjbP&#10;3aWblyVJ3e2/b4RCj8PMfMMs171txI18qB0rmIwzEMSFMzWXCs4nPZqDCBHZYOOYFPxQgPVq8LDE&#10;3LiOP+l2jKVIEA45KqhibHMpQ1GRxTB2LXHyrs5bjEn6UhqPXYLbRj5n2UxarDktVNjSW0XF1/Hb&#10;Kth+dOWLfyq2vdtf3y9TrY0+aKUeh/3mFUSkPv6H/9o7o2A2Xyzg/iY9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6meQ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F4CB8" w:rsidRDefault="006F4CB8" w:rsidP="006F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D3gcAA&#10;AADdAAAADwAAAGRycy9kb3ducmV2LnhtbERPy4rCMBTdC/MP4Q7MTtMRFa1GkZHCIG58fMCluTbV&#10;5qYksXb+frIQXB7Oe7XpbSM68qF2rOB7lIEgLp2uuVJwORfDOYgQkTU2jknBHwXYrD8GK8y1e/KR&#10;ulOsRArhkKMCE2ObSxlKQxbDyLXEibs6bzEm6CupPT5TuG3kOMtm0mLNqcFgSz+GyvvpYRUU+/Gh&#10;uz+0L9y2n1iamtt8Z5T6+uy3SxCR+vgWv9y/WsFskaX96U16An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cD3gc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F4CB8" w:rsidRDefault="006F4CB8" w:rsidP="006F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QIX8YA&#10;AADdAAAADwAAAGRycy9kb3ducmV2LnhtbESPQWsCMRSE74X+h/AKXopmbVHsapRaCBUURC14fWye&#10;u0s3L0sS3e2/b4RCj8PMfMMsVr1txI18qB0rGI8yEMSFMzWXCr5OejgDESKywcYxKfihAKvl48MC&#10;c+M6PtDtGEuRIBxyVFDF2OZShqIii2HkWuLkXZy3GJP0pTQeuwS3jXzJsqm0WHNaqLClj4qK7+PV&#10;Kljvu/LVPxfr3m0vn+eJ1kbvtFKDp/59DiJSH//Df+2NUTB9y8Zwf5Oe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zQIX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F4CB8" w:rsidRDefault="006F4CB8" w:rsidP="006F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7MbcQA&#10;AADdAAAADwAAAGRycy9kb3ducmV2LnhtbESPUWvCMBSF3wf+h3AF32ZqcaLVKKIUxtjL1B9waa5N&#10;tbkpSazdv18Ggz0ezjnf4Wx2g21FTz40jhXMphkI4srphmsFl3P5ugQRIrLG1jEp+KYAu+3oZYOF&#10;dk/+ov4Ua5EgHApUYGLsCilDZchimLqOOHlX5y3GJH0ttcdngttW5lm2kBYbTgsGOzoYqu6nh1VQ&#10;fuSf/f2hfen2w9zSm7ktj0apyXjYr0FEGuJ/+K/9rhUsVlkOv2/SE5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ezG3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F4CB8" w:rsidRDefault="006F4CB8" w:rsidP="006F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dz0MQA&#10;AADdAAAADwAAAGRycy9kb3ducmV2LnhtbESPwWrDMBBE74H+g9hCb4nkJjatE8WUQkp8rJMPWKyN&#10;bWKtXEuNnb+vCoUeh5l5w+yK2fbiRqPvHGtIVgoEce1Mx42G8+mwfAHhA7LB3jFpuJOHYv+w2GFu&#10;3MSfdKtCIyKEfY4a2hCGXEpft2TRr9xAHL2LGy2GKMdGmhGnCLe9fFYqkxY7jgstDvTeUn2tvq2G&#10;zX36+KrSqzoYS0m5HkoOdar10+P8tgURaA7/4b/20WjIXtUaft/EJyD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Xc9D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F4CB8" w:rsidRDefault="006F4CB8" w:rsidP="006F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zyuMUA&#10;AADdAAAADwAAAGRycy9kb3ducmV2LnhtbESPzWrDMBCE74G+g9hCb4ncUEzsRg6hwaX01Dhuz4u1&#10;/qHWylhy4rx9VQjkOMzMN8x2N5tenGl0nWUFz6sIBHFldceNgvKULzcgnEfW2FsmBVdysMseFltM&#10;tb3wkc6Fb0SAsEtRQev9kErpqpYMupUdiINX29GgD3JspB7xEuCml+soiqXBjsNCiwO9tVT9FpNR&#10;MMU/65LrT/1VHK7vySHfO/ndKPX0OO9fQXia/T18a39oBXESvcD/m/AEZP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LPK4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F4CB8" w:rsidRDefault="006F4CB8" w:rsidP="006F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MoJMcA&#10;AADdAAAADwAAAGRycy9kb3ducmV2LnhtbESPQWvCQBSE74L/YXlCb7qxrUGjq1RBqB6Uqj309sw+&#10;k7TZtzG7avz3bqHQ4zAz3zCTWWNKcaXaFZYV9HsRCOLU6oIzBYf9sjsE4TyyxtIyKbiTg9m03Zpg&#10;ou2NP+i685kIEHYJKsi9rxIpXZqTQdezFXHwTrY26IOsM6lrvAW4KeVzFMXSYMFhIceKFjmlP7uL&#10;UfC5Hcaj7Xz1+r3eHPHF6POXLmKlnjrN2xiEp8b/h//a71pBPIoG8PsmPAE5f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PDKCT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F4CB8" w:rsidRDefault="006F4CB8" w:rsidP="006F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l0oMUA&#10;AADdAAAADwAAAGRycy9kb3ducmV2LnhtbESPT4vCMBTE78J+h/AEb5r6h+J2jbIq6uLJVWGvj+bZ&#10;FpuX0kStfnojLHgcZuY3zGTWmFJcqXaFZQX9XgSCOLW64EzB8bDqjkE4j6yxtEwK7uRgNv1oTTDR&#10;9sa/dN37TAQIuwQV5N5XiZQuzcmg69mKOHgnWxv0QdaZ1DXeAtyUchBFsTRYcFjIsaJFTul5fzEK&#10;HvEf7txmMF8Otaf7aLy2291aqU67+f4C4anx7/B/+0criD+jGF5vwhOQ0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aXSg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F4CB8" w:rsidRDefault="006F4CB8" w:rsidP="006F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2Cg8QA&#10;AADdAAAADwAAAGRycy9kb3ducmV2LnhtbESP3YrCMBSE74V9h3AWvNNUcf2pRhFxwTu1uw9waI5p&#10;sTmpTdSuT78RBC+HmfmGWaxaW4kbNb50rGDQT0AQ506XbBT8/nz3piB8QNZYOSYFf+RhtfzoLDDV&#10;7s5HumXBiAhhn6KCIoQ6ldLnBVn0fVcTR+/kGoshysZI3eA9wm0lh0kylhZLjgsF1rQpKD9nV6vg&#10;4oZfus22uD9vZ4fSmNHlcRwp1f1s13MQgdrwDr/aO61gPEsm8HwTn4Bc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9goP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F4CB8" w:rsidRDefault="006F4CB8" w:rsidP="006F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OcmcIA&#10;AADdAAAADwAAAGRycy9kb3ducmV2LnhtbERPPW/CMBDdkfgP1lXq1jilahoCTgSVKrFCO3Q87CMJ&#10;xOcQG0j76+uhEuPT+15Wo+3ElQbfOlbwnKQgiLUzLdcKvj4/nnIQPiAb7ByTgh/yUJXTyRIL4268&#10;pesu1CKGsC9QQRNCX0jpdUMWfeJ64sgd3GAxRDjU0gx4i+G2k7M0zaTFlmNDgz29N6RPu4tVsGn3&#10;9Jrpw9zma739/j2Hl7ejUerxYVwtQAQaw138794YBdk8jXPjm/gEZP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Q5yZ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F4CB8" w:rsidRDefault="006F4CB8" w:rsidP="006F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bK9sEA&#10;AADdAAAADwAAAGRycy9kb3ducmV2LnhtbERPXWvCMBR9H/gfwhX2NhN9kLUaRYXBxjZhKvp6aa5N&#10;sbkpTVbrv18EYY/nmzNf9q4WHbWh8qxhPFIgiAtvKi41HPZvL68gQkQ2WHsmDTcKsFwMnuaYG3/l&#10;H+p2sRSphEOOGmyMTS5lKCw5DCPfECft7FuHMcG2lKbFayp3tZwoNZUOK04LFhvaWCouu1+nocPt&#10;TZ3s+jv7qL6KyXZ9/DSJ18/DfjUDEamP/+ZH+t1omGYqg/ub9ATk4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cGyvb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F4CB8" w:rsidRDefault="006F4CB8" w:rsidP="006F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5L1sEA&#10;AADdAAAADwAAAGRycy9kb3ducmV2LnhtbERPPU/DMBDdkfofrENio04zVJDWrSqkVowQGDpe42uc&#10;Nr6LbNMEfj0ekBif3vd6O/le3SjETtjAYl6AIm7Edtwa+PzYPz6BignZYi9MBr4pwnYzu1tjZWXk&#10;d7rVqVU5hGOFBlxKQ6V1bBx5jHMZiDN3luAxZRhabQOOOdz3uiyKpfbYcW5wONCLo+Zaf3kD46E5&#10;Xcrz0bqfMMi+fpNL2YsxD/fTbgUq0ZT+xX/uV2tg+bzI+/Ob/AT0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LeS9b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F4CB8" w:rsidRDefault="006F4CB8" w:rsidP="006F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mo6scA&#10;AADdAAAADwAAAGRycy9kb3ducmV2LnhtbESPQWvCQBSE70L/w/IKvekmHqxGV7FaoRRFYuv9mX0m&#10;aXffhuxW03/fLQgeh5n5hpktOmvEhVpfO1aQDhIQxIXTNZcKPj82/TEIH5A1Gsek4Jc8LOYPvRlm&#10;2l05p8shlCJC2GeooAqhyaT0RUUW/cA1xNE7u9ZiiLItpW7xGuHWyGGSjKTFmuNChQ2tKiq+Dz9W&#10;wWa/Nl/DXb48yrB6fT6Z8fvLeqvU02O3nIII1IV7+NZ+0wpGkzSF/zfxCcj5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P5qOr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F4CB8" w:rsidRDefault="006F4CB8" w:rsidP="006F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z7JMYA&#10;AADdAAAADwAAAGRycy9kb3ducmV2LnhtbESPQYvCMBSE7wv+h/AEL8ua6qK41SgiiAoK6i54fTbP&#10;tti8lCbW7r83guBxmJlvmMmsMYWoqXK5ZQW9bgSCOLE651TB3+/yawTCeWSNhWVS8E8OZtPWxwRj&#10;be98oProUxEg7GJUkHlfxlK6JCODrmtL4uBdbGXQB1mlUld4D3BTyH4UDaXBnMNChiUtMkqux5tR&#10;UO+353Rdu3JzHX26wfd5tdrpk1KddjMfg/DU+Hf41V5rBcOfXh+eb8ITkN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oz7J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F4CB8" w:rsidRDefault="006F4CB8" w:rsidP="006F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EidsgA&#10;AADdAAAADwAAAGRycy9kb3ducmV2LnhtbESPQWvCQBSE7wX/w/IK3upGbUVjVtFCoZdCtT3o7SX7&#10;mgSzb9Pdrab+elcQPA4z8w2TLTvTiCM5X1tWMBwkIIgLq2suFXx/vT1NQfiArLGxTAr+ycNy0XvI&#10;MNX2xBs6bkMpIoR9igqqENpUSl9UZNAPbEscvR/rDIYoXSm1w1OEm0aOkmQiDdYcFyps6bWi4rD9&#10;MwrWs+n69/OZP86bfE/7XX54GblEqf5jt5qDCNSFe/jWftcKJrPhGK5v4hOQiw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FYSJ2yAAAAN0AAAAPAAAAAAAAAAAAAAAAAJgCAABk&#10;cnMvZG93bnJldi54bWxQSwUGAAAAAAQABAD1AAAAjQMAAAAA&#10;" fillcolor="black" stroked="f">
                  <v:textbox>
                    <w:txbxContent>
                      <w:p w:rsidR="006F4CB8" w:rsidRDefault="006F4CB8" w:rsidP="006F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F5DMgA&#10;AADdAAAADwAAAGRycy9kb3ducmV2LnhtbESPzWvCQBTE7wX/h+UVeqsbpQ2auor2AwT14MfB42v2&#10;NVmSfRuyW43967uC4HGYmd8wk1lna3Gi1hvHCgb9BARx7rThQsFh//U8AuEDssbaMSm4kIfZtPcw&#10;wUy7M2/ptAuFiBD2GSooQ2gyKX1ekkXfdw1x9H5cazFE2RZSt3iOcFvLYZKk0qLhuFBiQ+8l5dXu&#10;1yo4rlIz2hoafq//Fp96/VotNh+VUk+P3fwNRKAu3MO39lIrSMeDF7i+iU9ATv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KoXkM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F4CB8" w:rsidRDefault="006F4CB8" w:rsidP="006F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jiIsYA&#10;AADdAAAADwAAAGRycy9kb3ducmV2LnhtbESPQWsCMRSE70L/Q3gFb27WQkW3RpFKqZceqpZeH5vX&#10;zXY3L2sSdfXXNwXB4zAz3zDzZW9bcSIfascKxlkOgrh0uuZKwX73NpqCCBFZY+uYFFwowHLxMJhj&#10;od2ZP+m0jZVIEA4FKjAxdoWUoTRkMWSuI07ej/MWY5K+ktrjOcFtK5/yfCIt1pwWDHb0aqhstker&#10;wK++182Vj19Nfv24hPff/jBFo9TwsV+9gIjUx3v41t5oBZPZ+Bn+36Qn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QjiI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F4CB8" w:rsidRDefault="006F4CB8" w:rsidP="006F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7Z58YA&#10;AADdAAAADwAAAGRycy9kb3ducmV2LnhtbESP3WrCQBSE74W+w3IKvZG60YtYo6uUglCoFPx5gGP2&#10;mAR3z4bsUWOfvlsoeDnMzDfMYtV7p67UxSawgfEoA0VcBttwZeCwX7++gYqCbNEFJgN3irBaPg0W&#10;WNhw4y1dd1KpBOFYoIFapC20jmVNHuMotMTJO4XOoyTZVdp2eEtw7/Qky3LtseG0UGNLHzWV593F&#10;G3CTo5t9TeNG7ge9yX68bIff1piX5/59Dkqol0f4v/1pDeSzcQ5/b9IT0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I7Z5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F4CB8" w:rsidRDefault="006F4CB8" w:rsidP="006F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5zOMYA&#10;AADdAAAADwAAAGRycy9kb3ducmV2LnhtbESPQWsCMRSE74X+h/AK3mpWD7ZdjWIrwl56cLV4fW6e&#10;m8XkZdlEXf31plDocZiZb5jZondWXKgLjWcFo2EGgrjyuuFawW67fn0HESKyRuuZFNwowGL+/DTD&#10;XPsrb+hSxlokCIccFZgY21zKUBlyGIa+JU7e0XcOY5JdLXWH1wR3Vo6zbCIdNpwWDLb0Zag6lWen&#10;YFW2drwrzGfY/3wfDra4r2m/Umrw0i+nICL18T/81y60gsnH6A1+36QnIO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U5zO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F4CB8" w:rsidRDefault="006F4CB8" w:rsidP="006F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ao+8IA&#10;AADdAAAADwAAAGRycy9kb3ducmV2LnhtbERPPWvDMBDdC/kP4gLZaikd3MaxEkpIINCpqT1kO6Sr&#10;7dY6GUuNnX9fDYWOj/dd7mfXixuNofOsYZ0pEMTG244bDdXH6fEFRIjIFnvPpOFOAfa7xUOJhfUT&#10;v9PtEhuRQjgUqKGNcSikDKYlhyHzA3HiPv3oMCY4NtKOOKVw18snpXLpsOPU0OJAh5bM9+XHafg6&#10;yTdvFJq6qqezfb4ec+qV1qvl/LoFEWmO/+I/99lqyDfrNDe9SU9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Rqj7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F4CB8" w:rsidRDefault="006F4CB8" w:rsidP="006F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OvTsYA&#10;AADdAAAADwAAAGRycy9kb3ducmV2LnhtbESPQWvCQBSE7wX/w/IEb3UThaCpq0ShUCw9VEvp8TX7&#10;TEKyb8PuauK/7xYKPQ4z8w2z2Y2mEzdyvrGsIJ0nIIhLqxuuFHycnx9XIHxA1thZJgV38rDbTh42&#10;mGs78DvdTqESEcI+RwV1CH0upS9rMujntieO3sU6gyFKV0ntcIhw08lFkmTSYMNxocaeDjWV7elq&#10;FHxdX/nytjwWbh8+7Xj27eJ71So1m47FE4hAY/gP/7VftIJsna7h9018AnL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hOvT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F4CB8" w:rsidRDefault="006F4CB8" w:rsidP="006F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992vMQA&#10;AADdAAAADwAAAGRycy9kb3ducmV2LnhtbERPz2vCMBS+C/sfwhN209SyiVZjmYOBF0HdDvP2bJ5t&#10;afPSJZl2/vXmIOz48f1e5r1pxYWcry0rmIwTEMSF1TWXCr4+P0YzED4ga2wtk4I/8pCvngZLzLS9&#10;8p4uh1CKGMI+QwVVCF0mpS8qMujHtiOO3Nk6gyFCV0rt8BrDTSvTJJlKgzXHhgo7eq+oaA6/RsF6&#10;Plv/7F54e9ufjnT8PjWvqUuUeh72bwsQgfrwL364N1rBdJ7G/fFNfAJyd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fdrzEAAAA3QAAAA8AAAAAAAAAAAAAAAAAmAIAAGRycy9k&#10;b3ducmV2LnhtbFBLBQYAAAAABAAEAPUAAACJAwAAAAA=&#10;" fillcolor="black" stroked="f">
                  <v:textbox>
                    <w:txbxContent>
                      <w:p w:rsidR="006F4CB8" w:rsidRDefault="006F4CB8" w:rsidP="006F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8pJsUA&#10;AADdAAAADwAAAGRycy9kb3ducmV2LnhtbESPQWsCMRSE74L/IbxCb5rVgrSrURZBWnpataXX5+a5&#10;Wbp5WZI0bv99Uyj0OMzMN8xmN9peJPKhc6xgMS9AEDdOd9wqeDsfZo8gQkTW2DsmBd8UYLedTjZY&#10;anfjI6VTbEWGcChRgYlxKKUMjSGLYe4G4uxdnbcYs/St1B5vGW57uSyKlbTYcV4wONDeUPN5+rIK&#10;0mVfVw/pI5njq69a7+rn90ut1P3dWK1BRBrjf/iv/aIVrJ6WC/h9k5+A3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7ykm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F4CB8" w:rsidRDefault="006F4CB8" w:rsidP="006F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pXo8YA&#10;AADdAAAADwAAAGRycy9kb3ducmV2LnhtbESPQWvCQBSE7wX/w/KE3urGHEKNrlKklbYXbRTs8ZF9&#10;zYZm34bsGlN/vSsIPQ4z8w2zWA22ET11vnasYDpJQBCXTtdcKTjs356eQfiArLFxTAr+yMNqOXpY&#10;YK7dmb+oL0IlIoR9jgpMCG0upS8NWfQT1xJH78d1FkOUXSV1h+cIt41MkySTFmuOCwZbWhsqf4uT&#10;VeCn69fjp73M+u+N4W3xYbJdZZR6HA8vcxCBhvAfvrfftYJslqZwexOfgF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rpXo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F4CB8" w:rsidRDefault="006F4CB8" w:rsidP="006F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F4CB8" w:rsidRDefault="006F4CB8" w:rsidP="006F4CB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6F4CB8" w:rsidRDefault="006F4CB8" w:rsidP="006F4C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F4CB8" w:rsidRDefault="006F4CB8" w:rsidP="006F4C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F4CB8" w:rsidRDefault="006F4CB8" w:rsidP="006F4C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F4CB8" w:rsidRDefault="006F4CB8" w:rsidP="006F4CB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F4CB8" w:rsidRDefault="006F4CB8" w:rsidP="006F4C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F4CB8" w:rsidRDefault="006F4CB8" w:rsidP="006F4C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F4CB8" w:rsidRDefault="006F4CB8" w:rsidP="006F4C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F4CB8" w:rsidRDefault="006F4CB8" w:rsidP="006F4C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6F4CB8" w:rsidRDefault="006F4CB8" w:rsidP="006F4C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F4CB8" w:rsidRDefault="006F4CB8" w:rsidP="006F4C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6F4CB8" w:rsidRDefault="006F4CB8" w:rsidP="006F4CB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F4CB8" w:rsidRDefault="006F4CB8" w:rsidP="006F4CB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№18</w:t>
      </w:r>
    </w:p>
    <w:p w:rsidR="006F4CB8" w:rsidRDefault="006F4CB8" w:rsidP="006F4CB8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</w:p>
    <w:p w:rsidR="006F4CB8" w:rsidRPr="003937A2" w:rsidRDefault="006F4CB8" w:rsidP="006F4CB8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6F4CB8" w:rsidRPr="003937A2" w:rsidRDefault="006F4CB8" w:rsidP="006F4C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6F4CB8" w:rsidRPr="003937A2" w:rsidRDefault="006F4CB8" w:rsidP="006F4C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6F4CB8" w:rsidRPr="003937A2" w:rsidRDefault="006F4CB8" w:rsidP="006F4C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зі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зміною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цільового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призначення</w:t>
      </w:r>
      <w:proofErr w:type="spellEnd"/>
    </w:p>
    <w:p w:rsidR="006F4CB8" w:rsidRPr="003937A2" w:rsidRDefault="006F4CB8" w:rsidP="006F4C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Остапчук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Т.П.</w:t>
      </w:r>
    </w:p>
    <w:p w:rsidR="006F4CB8" w:rsidRPr="003937A2" w:rsidRDefault="006F4CB8" w:rsidP="006F4C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F4CB8" w:rsidRPr="003937A2" w:rsidRDefault="006F4CB8" w:rsidP="006F4C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</w:t>
      </w:r>
      <w:r>
        <w:rPr>
          <w:rFonts w:ascii="Times New Roman" w:eastAsia="Calibri" w:hAnsi="Times New Roman" w:cs="Times New Roman"/>
          <w:sz w:val="24"/>
        </w:rPr>
        <w:t>ні</w:t>
      </w:r>
      <w:proofErr w:type="spellEnd"/>
      <w:r>
        <w:rPr>
          <w:rFonts w:ascii="Times New Roman" w:eastAsia="Calibri" w:hAnsi="Times New Roman" w:cs="Times New Roman"/>
          <w:sz w:val="24"/>
        </w:rPr>
        <w:t>», статей 12, 20,186</w:t>
      </w:r>
      <w:r w:rsidRPr="003937A2">
        <w:rPr>
          <w:rFonts w:ascii="Times New Roman" w:eastAsia="Calibri" w:hAnsi="Times New Roman" w:cs="Times New Roman"/>
          <w:sz w:val="24"/>
        </w:rPr>
        <w:t xml:space="preserve"> Земельного кодексу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»,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</w:t>
      </w:r>
      <w:r>
        <w:rPr>
          <w:rFonts w:ascii="Times New Roman" w:eastAsia="Calibri" w:hAnsi="Times New Roman" w:cs="Times New Roman"/>
          <w:sz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Остапчук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Т.П.</w:t>
      </w:r>
      <w:r w:rsidRPr="003937A2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рада </w:t>
      </w:r>
    </w:p>
    <w:p w:rsidR="006F4CB8" w:rsidRPr="00BD5706" w:rsidRDefault="006F4CB8" w:rsidP="006F4C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>ВИРІШИЛА:</w:t>
      </w:r>
    </w:p>
    <w:p w:rsidR="006F4CB8" w:rsidRPr="003937A2" w:rsidRDefault="006F4CB8" w:rsidP="006F4CB8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1</w:t>
      </w:r>
      <w:r w:rsidRPr="003937A2">
        <w:rPr>
          <w:rFonts w:ascii="Times New Roman" w:eastAsia="Calibri" w:hAnsi="Times New Roman" w:cs="Times New Roman"/>
          <w:color w:val="000000" w:themeColor="text1"/>
          <w:sz w:val="24"/>
        </w:rPr>
        <w:t>.</w:t>
      </w:r>
      <w:r w:rsidRPr="003937A2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Остапчук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Тетяні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Петрівні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 яка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0120C1">
        <w:rPr>
          <w:rFonts w:ascii="Times New Roman" w:eastAsia="Calibri" w:hAnsi="Times New Roman" w:cs="Times New Roman"/>
          <w:sz w:val="24"/>
          <w:lang w:val="uk-UA"/>
        </w:rPr>
        <w:t>_______________</w:t>
      </w:r>
      <w:bookmarkStart w:id="0" w:name="_GoBack"/>
      <w:bookmarkEnd w:id="0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зміною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цільового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призначення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</w:t>
      </w:r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16.00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Землі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запасу (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кожної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категорії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земель,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які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надані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або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користування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громадянам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чи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юридичним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особам) </w:t>
      </w:r>
      <w:r w:rsidRPr="003937A2">
        <w:rPr>
          <w:rFonts w:ascii="Times New Roman" w:eastAsia="Calibri" w:hAnsi="Times New Roman" w:cs="Times New Roman"/>
          <w:sz w:val="24"/>
        </w:rPr>
        <w:t xml:space="preserve">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особистого</w:t>
      </w:r>
      <w:proofErr w:type="spellEnd"/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селянського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господарства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0,2754</w:t>
      </w:r>
      <w:r w:rsidRPr="003937A2">
        <w:rPr>
          <w:rFonts w:ascii="Times New Roman" w:eastAsia="Calibri" w:hAnsi="Times New Roman" w:cs="Times New Roman"/>
          <w:sz w:val="24"/>
        </w:rPr>
        <w:t xml:space="preserve"> га,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кадастровий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номер 6823984700:04:021:0024, </w:t>
      </w:r>
      <w:r w:rsidRPr="003937A2">
        <w:rPr>
          <w:rFonts w:ascii="Times New Roman" w:eastAsia="Calibri" w:hAnsi="Times New Roman" w:cs="Times New Roman"/>
          <w:sz w:val="24"/>
        </w:rPr>
        <w:t xml:space="preserve">яка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>Хмельницька</w:t>
      </w:r>
      <w:proofErr w:type="spellEnd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Шепетівський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район</w:t>
      </w:r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рада за межами с.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Дідова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Гора</w:t>
      </w:r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6F4CB8" w:rsidRPr="003937A2" w:rsidRDefault="006F4CB8" w:rsidP="006F4C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Остапчук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Т.П. </w:t>
      </w:r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зміною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цільового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призначення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>.</w:t>
      </w:r>
    </w:p>
    <w:p w:rsidR="006F4CB8" w:rsidRPr="003937A2" w:rsidRDefault="006F4CB8" w:rsidP="006F4CB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6F4CB8" w:rsidRPr="006F4CB8" w:rsidRDefault="006F4CB8" w:rsidP="006F4CB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6F4CB8" w:rsidRPr="00BD5706" w:rsidRDefault="006F4CB8" w:rsidP="006F4CB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96E9C" w:rsidRPr="006F4CB8" w:rsidRDefault="006F4CB8" w:rsidP="006F4CB8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proofErr w:type="spellStart"/>
      <w:r w:rsidRPr="003937A2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3937A2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3937A2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3937A2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896E9C" w:rsidRPr="006F4CB8" w:rsidSect="006F4CB8">
      <w:pgSz w:w="12240" w:h="15840"/>
      <w:pgMar w:top="1440" w:right="1440" w:bottom="567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CB8"/>
    <w:rsid w:val="000120C1"/>
    <w:rsid w:val="006F4CB8"/>
    <w:rsid w:val="00896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CB8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6F4CB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F4CB8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6F4CB8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CB8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6F4CB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F4CB8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6F4CB8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5</TotalTime>
  <Pages>1</Pages>
  <Words>283</Words>
  <Characters>1617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2021-09-13T06:35:00Z</dcterms:created>
  <dcterms:modified xsi:type="dcterms:W3CDTF">2021-09-13T13:08:00Z</dcterms:modified>
</cp:coreProperties>
</file>