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0613" w:rsidRPr="00DE6ED3" w:rsidRDefault="002A0613" w:rsidP="002A061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784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7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7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" fillcolor="black" stroked="f"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" fillcolor="black" stroked="f"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2A0613" w:rsidRPr="00DE6ED3" w:rsidRDefault="002A0613" w:rsidP="002A061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613" w:rsidRDefault="002A0613" w:rsidP="002A06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0613" w:rsidRDefault="002A0613" w:rsidP="002A06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A0613" w:rsidRPr="00DE6ED3" w:rsidRDefault="002A0613" w:rsidP="002A061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A0613" w:rsidRPr="00DE6ED3" w:rsidRDefault="002A0613" w:rsidP="002A0613">
      <w:pPr>
        <w:spacing w:after="0" w:line="240" w:lineRule="auto"/>
        <w:rPr>
          <w:rFonts w:ascii="Times New Roman" w:eastAsia="Calibri" w:hAnsi="Times New Roman" w:cs="Times New Roman"/>
        </w:rPr>
      </w:pPr>
    </w:p>
    <w:p w:rsidR="002A0613" w:rsidRPr="00DE6ED3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2A0613" w:rsidRDefault="002A0613" w:rsidP="002A0613"/>
    <w:p w:rsidR="002A0613" w:rsidRPr="001C55EE" w:rsidRDefault="002A0613" w:rsidP="002A06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2A0613" w:rsidRPr="001C55EE" w:rsidRDefault="002A0613" w:rsidP="002A06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2A0613" w:rsidRPr="001C55EE" w:rsidRDefault="002A0613" w:rsidP="002A06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2A0613" w:rsidRPr="001C55EE" w:rsidRDefault="002A0613" w:rsidP="002A061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6823984700:04:005:0034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Крупецької сільської ради</w:t>
      </w:r>
    </w:p>
    <w:p w:rsidR="002A0613" w:rsidRPr="001C55EE" w:rsidRDefault="002A0613" w:rsidP="002A0613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0613" w:rsidRPr="001C55EE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еустрій»,  враховуючи пропозицю</w:t>
      </w: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2A0613" w:rsidRPr="001C55EE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>ВИРІШИЛА:</w:t>
      </w:r>
    </w:p>
    <w:p w:rsidR="002A0613" w:rsidRPr="001C55EE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2A0613" w:rsidRPr="001C55EE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2A0613" w:rsidRDefault="002A0613" w:rsidP="002A0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ділянки, площею 2,9033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6823984700:04:005:0034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16.00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83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Славутський (Шепетівський) район, Лисиченська (Крупецька) сільська рада.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A0613" w:rsidRPr="001C55EE" w:rsidRDefault="002A0613" w:rsidP="002A06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E7DCC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Крупецькій сільській раді, </w:t>
      </w:r>
      <w:r w:rsidRPr="00DE6ED3">
        <w:rPr>
          <w:rFonts w:ascii="Times New Roman" w:eastAsia="Calibri" w:hAnsi="Times New Roman" w:cs="Times New Roman"/>
          <w:sz w:val="24"/>
        </w:rPr>
        <w:t xml:space="preserve">розробити  технічну документацію із землеустрою  щодо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</w:t>
      </w:r>
      <w:r w:rsidRPr="00DE6ED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2A0613" w:rsidRPr="001C55EE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3</w:t>
      </w:r>
      <w:r w:rsidRPr="001C55EE">
        <w:rPr>
          <w:rFonts w:ascii="Times New Roman" w:eastAsia="Calibri" w:hAnsi="Times New Roman" w:cs="Times New Roman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A0613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2A0613" w:rsidRPr="001C55EE" w:rsidRDefault="002A0613" w:rsidP="002A06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A76F7D" w:rsidRPr="002A0613" w:rsidRDefault="002A0613" w:rsidP="002A061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</w:t>
      </w:r>
      <w:bookmarkStart w:id="0" w:name="_GoBack"/>
      <w:bookmarkEnd w:id="0"/>
      <w:r w:rsidRPr="001C55E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 Валерій   МИХАЛЮК</w:t>
      </w:r>
    </w:p>
    <w:sectPr w:rsidR="00A76F7D" w:rsidRPr="002A06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613"/>
    <w:rsid w:val="00171A2E"/>
    <w:rsid w:val="002A0613"/>
    <w:rsid w:val="00304C90"/>
    <w:rsid w:val="00505B6D"/>
    <w:rsid w:val="006D3977"/>
    <w:rsid w:val="007D6C18"/>
    <w:rsid w:val="00A76F7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8"/>
    <o:shapelayout v:ext="edit">
      <o:idmap v:ext="edit" data="1"/>
    </o:shapelayout>
  </w:shapeDefaults>
  <w:decimalSymbol w:val=","/>
  <w:listSeparator w:val=";"/>
  <w14:docId w14:val="716EC30C"/>
  <w15:docId w15:val="{BF2A7340-94DF-408D-860E-E0AD7FF3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0613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277</Words>
  <Characters>1580</Characters>
  <Application>Microsoft Office Word</Application>
  <DocSecurity>0</DocSecurity>
  <Lines>13</Lines>
  <Paragraphs>3</Paragraphs>
  <ScaleCrop>false</ScaleCrop>
  <Company>Microsoft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1</cp:revision>
  <dcterms:created xsi:type="dcterms:W3CDTF">2021-04-14T12:18:00Z</dcterms:created>
  <dcterms:modified xsi:type="dcterms:W3CDTF">2021-04-14T12:19:00Z</dcterms:modified>
</cp:coreProperties>
</file>