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12" w:rsidRDefault="00A76F12" w:rsidP="00A76F1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F12" w:rsidRDefault="00A76F12" w:rsidP="00A76F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6F12" w:rsidRDefault="00A76F12" w:rsidP="00A76F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76F12" w:rsidRDefault="00A76F12" w:rsidP="00A76F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F12" w:rsidRDefault="00A76F12" w:rsidP="00A76F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76F12" w:rsidRDefault="00A76F12" w:rsidP="00A76F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6F12" w:rsidRDefault="00A76F12" w:rsidP="00A76F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№48</w:t>
      </w:r>
    </w:p>
    <w:p w:rsidR="00A76F12" w:rsidRPr="00AF2E62" w:rsidRDefault="00A76F12" w:rsidP="00A76F1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76F12" w:rsidRPr="00AF2E62" w:rsidRDefault="00A76F12" w:rsidP="00A76F1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76F12" w:rsidRPr="00AF2E62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76F12" w:rsidRPr="00AF2E62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76F12" w:rsidRPr="00AF2E62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Мазуру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В.В.</w:t>
      </w:r>
    </w:p>
    <w:p w:rsidR="00A76F12" w:rsidRPr="00AF2E62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76F12" w:rsidRPr="00AF2E62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Мазура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76F12" w:rsidRPr="00740B77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76F12" w:rsidRPr="00AF2E62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Мазуру Віктору Володимировичу,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006FD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76F12" w:rsidRPr="00AF2E62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Мазуру В.В.,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76F12" w:rsidRPr="00AF2E62" w:rsidRDefault="00A76F12" w:rsidP="00A76F1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76F12" w:rsidRPr="00AF2E62" w:rsidRDefault="00A76F12" w:rsidP="00A76F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76F12" w:rsidRPr="00AF2E62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76F12" w:rsidRPr="00AF2E62" w:rsidRDefault="00A76F12" w:rsidP="00A76F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76F12" w:rsidRDefault="00A76F12" w:rsidP="00A76F1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76F12" w:rsidRDefault="00A76F12" w:rsidP="00A76F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C14231" w:rsidRDefault="00C14231"/>
    <w:sectPr w:rsidR="00C1423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12"/>
    <w:rsid w:val="00A76F12"/>
    <w:rsid w:val="00B006FD"/>
    <w:rsid w:val="00C1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76F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76F1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76F1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76F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76F1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76F1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234</Words>
  <Characters>1340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2021-07-07T06:25:00Z</dcterms:created>
  <dcterms:modified xsi:type="dcterms:W3CDTF">2021-07-07T08:21:00Z</dcterms:modified>
</cp:coreProperties>
</file>