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B8D" w:rsidRDefault="00EE5B8D" w:rsidP="00EE5B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B8D" w:rsidRDefault="004A44D7" w:rsidP="00EE5B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A44D7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E5B8D" w:rsidRDefault="00EE5B8D" w:rsidP="00EE5B8D"/>
    <w:p w:rsidR="00EE5B8D" w:rsidRDefault="00EE5B8D" w:rsidP="00EE5B8D"/>
    <w:p w:rsidR="00EE5B8D" w:rsidRDefault="00EE5B8D" w:rsidP="00EE5B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E5B8D" w:rsidRDefault="00EE5B8D" w:rsidP="00EE5B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E5B8D" w:rsidRDefault="00EE5B8D" w:rsidP="00EE5B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E5B8D" w:rsidRDefault="00EE5B8D" w:rsidP="00EE5B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E5B8D" w:rsidRDefault="00EE5B8D" w:rsidP="00EE5B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5B8D" w:rsidRDefault="00EE5B8D" w:rsidP="00EE5B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E5B8D" w:rsidRDefault="00EE5B8D" w:rsidP="00EE5B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E5B8D" w:rsidRDefault="00EE5B8D" w:rsidP="00EE5B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E5B8D" w:rsidRDefault="00EE5B8D" w:rsidP="00EE5B8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</w:t>
      </w:r>
    </w:p>
    <w:p w:rsidR="00EE5B8D" w:rsidRDefault="00EE5B8D" w:rsidP="00EE5B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5B8D" w:rsidRDefault="00EE5B8D" w:rsidP="00EE5B8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E5B8D" w:rsidRDefault="00EE5B8D" w:rsidP="00EE5B8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E5B8D" w:rsidRDefault="00EE5B8D" w:rsidP="00EE5B8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E5B8D" w:rsidRDefault="00EE5B8D" w:rsidP="00EE5B8D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Стефанова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О.І.</w:t>
      </w:r>
    </w:p>
    <w:p w:rsidR="00EE5B8D" w:rsidRDefault="00EE5B8D" w:rsidP="00EE5B8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5B8D" w:rsidRDefault="00EE5B8D" w:rsidP="00EE5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Стефанова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EE5B8D" w:rsidRDefault="00EE5B8D" w:rsidP="00EE5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EE5B8D" w:rsidRDefault="00EE5B8D" w:rsidP="00EE5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Стефанову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2225E" w:rsidRPr="0022225E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22225E" w:rsidRPr="0022225E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0,3157га,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6823984000:01:013:0035),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EE5B8D" w:rsidRDefault="00EE5B8D" w:rsidP="00EE5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Стефанову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E5B8D" w:rsidRDefault="00EE5B8D" w:rsidP="00EE5B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E5B8D" w:rsidRDefault="00EE5B8D" w:rsidP="00EE5B8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5B8D" w:rsidRPr="00EE5B8D" w:rsidRDefault="00EE5B8D" w:rsidP="00EE5B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EE5B8D" w:rsidRDefault="00EE5B8D" w:rsidP="00EE5B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62D8D" w:rsidRPr="00EE5B8D" w:rsidRDefault="00EE5B8D" w:rsidP="00EE5B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C62D8D" w:rsidRPr="00EE5B8D" w:rsidSect="004A44D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EE5B8D"/>
    <w:rsid w:val="00171A2E"/>
    <w:rsid w:val="0022225E"/>
    <w:rsid w:val="00304C90"/>
    <w:rsid w:val="004A44D7"/>
    <w:rsid w:val="00505B6D"/>
    <w:rsid w:val="006D3977"/>
    <w:rsid w:val="007D6C18"/>
    <w:rsid w:val="00C62D8D"/>
    <w:rsid w:val="00D1641A"/>
    <w:rsid w:val="00EE5B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44D7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1097</Words>
  <Characters>626</Characters>
  <Application>Microsoft Office Word</Application>
  <DocSecurity>0</DocSecurity>
  <Lines>5</Lines>
  <Paragraphs>3</Paragraphs>
  <ScaleCrop>false</ScaleCrop>
  <Company>Microsoft</Company>
  <LinksUpToDate>false</LinksUpToDate>
  <CharactersWithSpaces>1720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2020-04-27T15:41:00Z</dcterms:created>
  <dcterms:modified xsi:type="dcterms:W3CDTF">2020-04-28T05:23:00Z</dcterms:modified>
</cp:coreProperties>
</file>