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0DC4" w:rsidRPr="0066767B" w:rsidRDefault="00020DC4" w:rsidP="00020DC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020DC4" w:rsidRPr="0066767B" w:rsidRDefault="00020DC4" w:rsidP="00020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020DC4" w:rsidRPr="0066767B" w:rsidRDefault="00020DC4" w:rsidP="00020DC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F480F0" wp14:editId="210347F6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832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8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0DC4" w:rsidRDefault="00020DC4" w:rsidP="00020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KaVMMA&#10;AADeAAAADwAAAGRycy9kb3ducmV2LnhtbERPTWvCQBC9C/0PyxR6040JaEhdRcSWHAQxrfchOyah&#10;2dmQ3Sbpv+8Kgrd5vM/Z7CbTioF611hWsFxEIIhLqxuuFHx/fcxTEM4ja2wtk4I/crDbvsw2mGk7&#10;8oWGwlcihLDLUEHtfZdJ6cqaDLqF7YgDd7O9QR9gX0nd4xjCTSvjKFpJgw2Hhho7OtRU/hS/RoFN&#10;PvPTtYovyZHXnvfn9HadTkq9vU77dxCeJv8UP9y5DvOXaZLA/Z1wg9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GKaV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+wg8cA&#10;AADeAAAADwAAAGRycy9kb3ducmV2LnhtbERPS2sCMRC+F/ofwhR6kZrVFmu3RhFhbe2h4AN6HTbT&#10;zbabyZKkuvrrjSD0Nh/fcyazzjZiTz7UjhUM+hkI4tLpmisFu23xMAYRIrLGxjEpOFKA2fT2ZoK5&#10;dgde034TK5FCOOSowMTY5lKG0pDF0HctceK+nbcYE/SV1B4PKdw2cphlI2mx5tRgsKWFofJ382cV&#10;/BSf5mvxfFr63suaTr3i461ZjZS6v+vmryAidfFffHW/6zR/MH58gss76QY5P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PsIP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CxGcYA&#10;AADeAAAADwAAAGRycy9kb3ducmV2LnhtbESP0WrCQBBF3wv+wzKCL0U3GlokuoYgjRRfRO0HDNkx&#10;G8zOhuzWxL/vFgp9m+HeuefONh9tKx7U+8axguUiAUFcOd1wreDrWs7XIHxA1tg6JgVP8pDvJi9b&#10;zLQb+EyPS6hFDGGfoQITQpdJ6StDFv3CdcRRu7neYohrX0vd4xDDbStXSfIuLTYcCQY72huq7pdv&#10;GyGnFE/H23AtDyMO+HE0/FqclZpNx2IDItAY/s1/15861l+u0zf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BCxG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Y6VMUA&#10;AADeAAAADwAAAGRycy9kb3ducmV2LnhtbERPTUsDMRC9C/6HMII3m23VtaxNi9QKIvTQVhBvw2a6&#10;u7iZhGTaXf+9EQRv83ifs1iNrldniqnzbGA6KUAR19523Bh4P7zczEElQbbYeyYD35Rgtby8WGBl&#10;/cA7Ou+lUTmEU4UGWpFQaZ3qlhymiQ/EmTv66FAyjI22EYcc7no9K4pSO+w4N7QYaN1S/bU/OQPb&#10;YRPeHsr7Y/iMdzOdnq18rMWY66vx6RGU0Cj/4j/3q83zp/PbEn7fy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RjpU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46K9cYA&#10;AADeAAAADwAAAGRycy9kb3ducmV2LnhtbESP0WrCQBBF3wv+wzKCL0U3GmgluoYgjRRfRO0HDNkx&#10;G8zOhuzWxL/vFgp9m+HeuefONh9tKx7U+8axguUiAUFcOd1wreDrWs7XIHxA1tg6JgVP8pDvJi9b&#10;zLQb+EyPS6hFDGGfoQITQpdJ6StDFv3CdcRRu7neYohrX0vd4xDDbStXSfImLTYcCQY72huq7pdv&#10;GyGnFE/H23AtDyMO+HE0/FqclZpNx2IDItAY/s1/15861l+u03f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46K9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ULvccA&#10;AADeAAAADwAAAGRycy9kb3ducmV2LnhtbESPQUsDQQyF74L/YYjgzc62ai1rp0WqgggerIJ4Czvp&#10;7uJOZpiJ3fXfm4PgLeG9vPdlvZ3CYI6USx/ZwXxWgSFuou+5dfD+9nixAlME2eMQmRz8UIHt5vRk&#10;jbWPI7/ScS+t0RAuNTroRFJtbWk6ClhmMRGrdog5oOiaW+szjhoeBruoqqUN2LM2dJho11Hztf8O&#10;Dl7Gh/R8s7w+pM98tbDl3svHTpw7P5vubsEITfJv/rt+8oo/X10qr76jM9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eVC73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yzz8UA&#10;AADeAAAADwAAAGRycy9kb3ducmV2LnhtbERP32vCMBB+H/g/hBP2IjN1MnGdUVQIEybI3GCvR3O2&#10;Zc2lJJmt/70RhL3dx/fzFqveNuJMPtSOFUzGGQjiwpmaSwXfX/ppDiJEZIONY1JwoQCr5eBhgblx&#10;HX/S+RhLkUI45KigirHNpQxFRRbD2LXEiTs5bzEm6EtpPHYp3DbyOctm0mLNqaHClrYVFb/HP6tg&#10;c+jKqR8Vm959nN5/XrQ2eq+Vehz26zcQkfr4L767dybNn8ynr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3LPP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Aj0MUA&#10;AADeAAAADwAAAGRycy9kb3ducmV2LnhtbESPQWvDMAyF74P9B6NCb6vT0o2Q1S1lIzDGLmv7A0Ss&#10;xWljOdhumv776TDYTUJP771vs5t8r0aKqQtsYLkoQBE3wXbcGjgd66cSVMrIFvvAZOBOCXbbx4cN&#10;Vjbc+JvGQ26VmHCq0IDLeai0To0jj2kRBmK5/YToMcsaW20j3sTc93pVFC/aY8eS4HCgN0fN5XD1&#10;BurP1dd4udpYh/209vTszuW7M2Y+m/avoDJN+V/89/1hpf6yXAuA4MgMe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0CPQ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zMtMUA&#10;AADeAAAADwAAAGRycy9kb3ducmV2LnhtbERPW2vCMBR+H/gfwhnsZWjabYp0RtFBmLDB8AJ7PTTH&#10;tqw5KUlm6783wmBv5+O7nsVqsK04kw+NYwX5JANBXDrTcKXgeNDjOYgQkQ22jknBhQKslqO7BRbG&#10;9byj8z5WIoVwKFBBHWNXSBnKmiyGieuIE3dy3mJM0FfSeOxTuG3lU5bNpMWGU0ONHb3VVP7sf62C&#10;zVdfPfvHcjO4j9P791Rroz+1Ug/3w/oVRKQh/ov/3FuT5ufzlxxu76Qb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rMy0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4YPMIA&#10;AADeAAAADwAAAGRycy9kb3ducmV2LnhtbERP3WrCMBS+H+wdwhl4N1OLSumMIhsFGd6oe4BDc2yq&#10;zUlJYu3efhkI3p2P7/esNqPtxEA+tI4VzKYZCOLa6ZYbBT+n6r0AESKyxs4xKfilAJv168sKS+3u&#10;fKDhGBuRQjiUqMDE2JdShtqQxTB1PXHizs5bjAn6RmqP9xRuO5ln2VJabDk1GOzp01B9Pd6sguo7&#10;3w/Xm/aV245zSwtzKb6MUpO3cfsBItIYn+KHe6fT/Fkxz+H/nXSD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Thg8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wjT8EA&#10;AADeAAAADwAAAGRycy9kb3ducmV2LnhtbERP24rCMBB9F/yHMAu+aVovi3RNRQRFH61+wNDMtqXN&#10;pDbR1r83Cwu+zeFcZ7MdTCOe1LnKsoJ4FoEgzq2uuFBwux6maxDOI2tsLJOCFznYpuPRBhNte77Q&#10;M/OFCCHsElRQet8mUrq8JINuZlviwP3azqAPsCuk7rAP4aaR8yj6lgYrDg0ltrQvKa+zh1GwfPXH&#10;e7aqo4M2FJ8X7Zl9vlJq8jXsfkB4GvxH/O8+6TA/Xi8X8PdOuEGm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rMI0/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etlMQA&#10;AADeAAAADwAAAGRycy9kb3ducmV2LnhtbERPTWvCQBC9F/oflhF6q5uIiE3dBKlYiqc2pj0P2Uk2&#10;mJ0N2VXjv+8Khd7m8T5nU0y2FxcafedYQTpPQBDXTnfcKqiO++c1CB+QNfaOScGNPBT548MGM+2u&#10;/EWXMrQihrDPUIEJYcik9LUhi37uBuLINW60GCIcW6lHvMZw28tFkqykxY5jg8GB3gzVp/JsFZxX&#10;P4uKm4P+LHe395fdfuvld6vU02zavoIINIV/8Z/7Q8f56Xq5hPs78QaZ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nrZ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S4EsYA&#10;AADeAAAADwAAAGRycy9kb3ducmV2LnhtbERPTWvCQBC9C/0PyxS86cZWQ5q6ii0I6kFR20Nv0+w0&#10;Sc3Oxuyq8d+7QqG3ebzPGU9bU4kzNa60rGDQj0AQZ1aXnCv42M97CQjnkTVWlknBlRxMJw+dMaba&#10;XnhL553PRQhhl6KCwvs6ldJlBRl0fVsTB+7HNgZ9gE0udYOXEG4q+RRFsTRYcmgosKb3grLD7mQU&#10;fG6S+GXzthz+rtbf+Gz08UuXsVLdx3b2CsJT6//Ff+6FDvMHyXAE93fCDX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wS4E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+x8cMA&#10;AADeAAAADwAAAGRycy9kb3ducmV2LnhtbERPTYvCMBC9C/sfwix401RXSqlGcVdWxZPrCl6HZmyL&#10;zaQ0Uau/3giCt3m8z5nMWlOJCzWutKxg0I9AEGdWl5wr2P//9hIQziNrrCyTghs5mE0/OhNMtb3y&#10;H112PhchhF2KCgrv61RKlxVk0PVtTRy4o20M+gCbXOoGryHcVHIYRbE0WHJoKLCmn4Ky0+5sFNzj&#10;A27davi9+NKebqNkaTfbpVLdz3Y+BuGp9W/xy73WYf4gGcXwfCfc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y+x8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p9xMMA&#10;AADeAAAADwAAAGRycy9kb3ducmV2LnhtbERPzYrCMBC+L/gOYQRva6rUXa1GkUXBm2v1AYZmTIvN&#10;pDZZrT69WVjY23x8v7NYdbYWN2p95VjBaJiAIC6crtgoOB2371MQPiBrrB2Tggd5WC17bwvMtLvz&#10;gW55MCKGsM9QQRlCk0npi5Is+qFriCN3dq3FEGFrpG7xHsNtLcdJ8iEtVhwbSmzoq6Tikv9YBVc3&#10;nugu3+D+spl9V8ak1+chVWrQ79ZzEIG68C/+c+90nD+app/w+068QS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p9x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mPXcYA&#10;AADeAAAADwAAAGRycy9kb3ducmV2LnhtbESPQU/DMAyF70j8h8hI3FhaYKUrzSZAQtp1gwNHL/Ha&#10;QuOUJmyFX48Pk3az9Z7f+1yvJt+rA42xC2wgn2WgiG1wHTcG3t9eb0pQMSE77AOTgV+KsFpeXtRY&#10;uXDkDR22qVESwrFCA21KQ6V1tC15jLMwEIu2D6PHJOvYaDfiUcJ9r2+zrNAeO5aGFgd6acl+bX+8&#10;gXW3o3lh9wtfPtvNx993unv4dMZcX01Pj6ASTelsPl2vneDn5b3wyjsyg17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XmPX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TTEcYA&#10;AADeAAAADwAAAGRycy9kb3ducmV2LnhtbERPXWvCQBB8L/gfjhX6Vi+KFBNzkSoIlraCH9jXJbfN&#10;heb2Qu4a47/vFQq+ze7szOzkq8E2oqfO144VTCcJCOLS6ZorBefT9mkBwgdkjY1jUnAjD6ti9JBj&#10;pt2VD9QfQyWiCfsMFZgQ2kxKXxqy6CeuJY7cl+sshjh2ldQdXqO5beQsSZ6lxZpjgsGWNobK7+OP&#10;VdDj/pZ8mvVH+lq/l7P9+vKm4149joeXJYhAQ7gf/6t3Or4/XcxT+KsTMcj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RTTE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ozy8YA&#10;AADeAAAADwAAAGRycy9kb3ducmV2LnhtbESPQU/DMAyF70j7D5GRuLF0lUBTt2yakDZxhMJhR6/x&#10;mm6NXSVhLfx6ckDiZsvP771vvZ18r24UYidsYDEvQBE3YjtuDXx+7B+XoGJCttgLk4FvirDdzO7W&#10;WFkZ+Z1udWpVNuFYoQGX0lBpHRtHHuNcBuJ8O0vwmPIaWm0Djtnc97osimftseOc4HCgF0fNtf7y&#10;BsZDc7qU56N1P2GQff0ml7IXYx7up90KVKIp/Yv/vl9trr9YPmWAjJNn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ozy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6GR8UA&#10;AADeAAAADwAAAGRycy9kb3ducmV2LnhtbERP22rCQBB9L/QflhH6VjcR1JC6ivUCIkrR1vcxOyZp&#10;d2dDdqvx77uFQt/mcK4zmXXWiCu1vnasIO0nIIgLp2suFXy8r58zED4gazSOScGdPMymjw8TzLW7&#10;8YGux1CKGMI+RwVVCE0upS8qsuj7riGO3MW1FkOEbSl1i7cYbo0cJMlIWqw5NlTY0KKi4uv4bRWs&#10;35bmc7A/zE8yLFbjs8m2r8udUk+9bv4CIlAX/sV/7o2O89NsmMLvO/EGO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ToZH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rFpMYA&#10;AADeAAAADwAAAGRycy9kb3ducmV2LnhtbERPTWvCQBC9F/wPywi9FN3EYgnRNYhQTKEFq4LXMTsm&#10;wexsyG6T9N93C4Xe5vE+Z52NphE9da62rCCeRyCIC6trLhWcT6+zBITzyBoby6Tgmxxkm8nDGlNt&#10;B/6k/uhLEULYpaig8r5NpXRFRQbd3LbEgbvZzqAPsCul7nAI4aaRiyh6kQZrDg0VtrSrqLgfv4yC&#10;/vB+LfPetW/35Mktn6/7/Ye+KPU4HbcrEJ5G/y/+c+c6zI+T5QJ+3wk3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GrFp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oeIsYA&#10;AADeAAAADwAAAGRycy9kb3ducmV2LnhtbERPS2sCMRC+F/ofwgi91ay2yroapRYKvQj1cdDbuBl3&#10;FzeTbZLq6q83QsHbfHzPmcxaU4sTOV9ZVtDrJiCIc6srLhRs1l+vKQgfkDXWlknBhTzMps9PE8y0&#10;PfOSTqtQiBjCPkMFZQhNJqXPSzLou7YhjtzBOoMhQldI7fAcw00t+0kylAYrjg0lNvRZUn5c/RkF&#10;81E6//1558V1ud/Rbrs/DvouUeql036MQQRqw0P87/7WcX4vHbzB/Z14g5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koeIsYAAADeAAAADwAAAAAAAAAAAAAAAACYAgAAZHJz&#10;L2Rvd25yZXYueG1sUEsFBgAAAAAEAAQA9QAAAIsDAAAAAA==&#10;" fillcolor="black" stroked="f"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CIVsYA&#10;AADeAAAADwAAAGRycy9kb3ducmV2LnhtbERPTWvCQBC9F/wPywi91Y2iEqKr1FZBqB60HjyO2Wmy&#10;JDsbsluN/vpuodDbPN7nzJedrcWVWm8cKxgOEhDEudOGCwWnz81LCsIHZI21Y1JwJw/LRe9pjpl2&#10;Nz7Q9RgKEUPYZ6igDKHJpPR5SRb9wDXEkftyrcUQYVtI3eIthttajpJkKi0ajg0lNvRWUl4dv62C&#10;88fUpAdDo8vusVrr3aRa7d8rpZ773esMRKAu/Iv/3Fsd5w/TyRh+34k3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GCIV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5A/8QA&#10;AADeAAAADwAAAGRycy9kb3ducmV2LnhtbERPTWsCMRC9F/ofwgi91awFy7I1ilikvXjQKr0Om3Gz&#10;7mayJlFXf30jCL3N433OZNbbVpzJh9qxgtEwA0FcOl1zpWD7s3zNQYSIrLF1TAquFGA2fX6aYKHd&#10;hdd03sRKpBAOBSowMXaFlKE0ZDEMXUecuL3zFmOCvpLa4yWF21a+Zdm7tFhzajDY0cJQ2WxOVoGf&#10;/342Nz7tmuy2uoavQ3/M0Sj1MujnHyAi9fFf/HB/6zR/lI/HcH8n3SC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+QP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1ow8QA&#10;AADeAAAADwAAAGRycy9kb3ducmV2LnhtbERP22oCMRB9F/oPYYS+SM0qaO3WKEUoFBRB6wdMN9Pd&#10;xWSybEZd+/VGEPo2h3Od+bLzTp2pjXVgA6NhBoq4CLbm0sDh+/NlBioKskUXmAxcKcJy8dSbY27D&#10;hXd03kupUgjHHA1UIk2udSwq8hiHoSFO3G9oPUqCbalti5cU7p0eZ9lUe6w5NVTY0Kqi4rg/eQNu&#10;/OPe1q9xI9eD3mR/XnaDrTXmud99vIMS6uRf/HB/2TR/NJtM4f5OukEv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daM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GMAsUA&#10;AADeAAAADwAAAGRycy9kb3ducmV2LnhtbERPS2sCMRC+F/ofwhR6q1kFH2yNYivCXnrodovXcTPd&#10;LCaTZRN1219vCoK3+fies1wPzooz9aH1rGA8ykAQ11633CiovnYvCxAhImu0nknBLwVYrx4flphr&#10;f+FPOpexESmEQ44KTIxdLmWoDTkMI98RJ+7H9w5jgn0jdY+XFO6snGTZTDpsOTUY7OjdUH0sT07B&#10;tuzspCrMW9h/fxwOtvjb0X6r1PPTsHkFEWmId/HNXeg0f7yYzuH/nXSD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QYwC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uqRsYA&#10;AADeAAAADwAAAGRycy9kb3ducmV2LnhtbESPT2sCMRDF74V+hzCF3mqiUJWtUaRUEDzVP4fehmS6&#10;u3UzWTbRXb995yB4m+G9ee83i9UQGnWlLtWRLYxHBhSxi77m0sLxsHmbg0oZ2WMTmSzcKMFq+fy0&#10;wMLHnr/pus+lkhBOBVqocm4LrZOrKGAaxZZYtN/YBcyydqX2HfYSHho9MWaqA9YsDRW29FmRO+8v&#10;wcLfRu+iM+hOx1O/9bOfryk1xtrXl2H9ASrTkB/m+/XWC/54/i688o7MoJ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uqR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/8usQA&#10;AADeAAAADwAAAGRycy9kb3ducmV2LnhtbERPTWvCQBC9F/oflhG81Y2KkkZXsYIglh6qpXgcs2MS&#10;kp0Nu6vGf98tCN7m8T5nvuxMI67kfGVZwXCQgCDOra64UPBz2LylIHxA1thYJgV38rBcvL7MMdP2&#10;xt903YdCxBD2GSooQ2gzKX1ekkE/sC1x5M7WGQwRukJqh7cYbho5SpKpNFhxbCixpXVJeb2/GAXH&#10;yyefv8a7lfsIv7Y7+Hp0Smul+r1uNQMRqAtP8cO91XH+MJ28w/878Qa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//Lr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RK6MkA&#10;AADeAAAADwAAAGRycy9kb3ducmV2LnhtbESPQW/CMAyF75P2HyJP4jZSEEOlENCYhLTLJGA7jJtp&#10;vLaicbokQMevnw+TdrPl5/fet1j1rlUXCrHxbGA0zEARl942XBn4eN885qBiQrbYeiYDPxRhtby/&#10;W2Bh/ZV3dNmnSokJxwIN1Cl1hdaxrMlhHPqOWG5fPjhMsoZK24BXMXetHmfZVDtsWBJq7OilpvK0&#10;PzsD61m+/t5O+O22Ox7o8Hk8PY1DZszgoX+eg0rUp3/x3/erlfqjfCoAgiMz6O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PRK6MkAAADeAAAADwAAAAAAAAAAAAAAAACYAgAA&#10;ZHJzL2Rvd25yZXYueG1sUEsFBgAAAAAEAAQA9QAAAI4DAAAAAA==&#10;" fillcolor="black" stroked="f"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7k2cMA&#10;AADeAAAADwAAAGRycy9kb3ducmV2LnhtbERP30vDMBB+F/Y/hBv45tIqjFGXjTIQx566qfh6a25N&#10;WXMpSczqf28Ewbf7+H7eejvZQSTyoXesoFwUIIhbp3vuFLy/vTysQISIrHFwTAq+KcB2M7tbY6Xd&#10;jY+UTrETOYRDhQpMjGMlZWgNWQwLNxJn7uK8xZih76T2eMvhdpCPRbGUFnvODQZH2hlqr6cvqyCd&#10;d039lD6TOR583XnXvH6cG6Xu51P9DCLSFP/Ff+69zvPL1bKE33fy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7k2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A+p8UA&#10;AADeAAAADwAAAGRycy9kb3ducmV2LnhtbERPTWvCQBC9C/6HZYTedBMPQaOrFGlL68U2CvY4ZKfZ&#10;0OxsyG5j6q93C0Jv83ifs94OthE9db52rCCdJSCIS6drrhScjs/TBQgfkDU2jknBL3nYbsajNeba&#10;XfiD+iJUIoawz1GBCaHNpfSlIYt+5lriyH25zmKIsKuk7vASw20j50mSSYs1xwaDLe0Mld/Fj1Xg&#10;093TeW+vy/7zxfCheDPZe2WUepgMjysQgYbwL767X3Wcny6yOfy9E2+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cD6n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20DC4" w:rsidRDefault="00020DC4" w:rsidP="00020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20DC4" w:rsidRPr="0066767B" w:rsidRDefault="00020DC4" w:rsidP="00020D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020DC4" w:rsidRPr="0066767B" w:rsidRDefault="00020DC4" w:rsidP="00020DC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020DC4" w:rsidRPr="0066767B" w:rsidRDefault="00020DC4" w:rsidP="00020D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020DC4" w:rsidRDefault="00020DC4" w:rsidP="00020D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</w:p>
    <w:p w:rsidR="00020DC4" w:rsidRPr="0066767B" w:rsidRDefault="00020DC4" w:rsidP="00020D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020DC4" w:rsidRPr="0066767B" w:rsidRDefault="00020DC4" w:rsidP="00020DC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020DC4" w:rsidRPr="0066767B" w:rsidRDefault="00020DC4" w:rsidP="00020D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020DC4" w:rsidRPr="0066767B" w:rsidRDefault="00020DC4" w:rsidP="00020D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020DC4" w:rsidRPr="0066767B" w:rsidRDefault="00020DC4" w:rsidP="00020D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020DC4" w:rsidRPr="0066767B" w:rsidRDefault="00020DC4" w:rsidP="00020D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020DC4" w:rsidRPr="0066767B" w:rsidRDefault="00020DC4" w:rsidP="00020DC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020DC4" w:rsidRPr="0066767B" w:rsidRDefault="00020DC4" w:rsidP="00020DC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020DC4" w:rsidRPr="0066767B" w:rsidRDefault="00020DC4" w:rsidP="00020DC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020DC4" w:rsidRPr="0066767B" w:rsidRDefault="00020DC4" w:rsidP="00020DC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Крупець                                                 №___</w:t>
      </w:r>
    </w:p>
    <w:p w:rsidR="00020DC4" w:rsidRPr="0066767B" w:rsidRDefault="00020DC4" w:rsidP="00020DC4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020DC4" w:rsidRPr="0066767B" w:rsidRDefault="00020DC4" w:rsidP="00020DC4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020DC4" w:rsidRPr="0066767B" w:rsidRDefault="00020DC4" w:rsidP="00020D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020DC4" w:rsidRPr="0066767B" w:rsidRDefault="00020DC4" w:rsidP="00020DC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020DC4" w:rsidRPr="0066767B" w:rsidRDefault="00020DC4" w:rsidP="00020DC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Петрівському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М.В.</w:t>
      </w:r>
    </w:p>
    <w:p w:rsidR="00020DC4" w:rsidRPr="0066767B" w:rsidRDefault="00020DC4" w:rsidP="00020DC4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20DC4" w:rsidRPr="0066767B" w:rsidRDefault="00020DC4" w:rsidP="00020DC4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20DC4" w:rsidRPr="0066767B" w:rsidRDefault="00020DC4" w:rsidP="00020D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6767B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Петрівського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М.В.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020DC4" w:rsidRPr="0066767B" w:rsidRDefault="00020DC4" w:rsidP="00020D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020DC4" w:rsidRPr="0066767B" w:rsidRDefault="00020DC4" w:rsidP="00020D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020DC4" w:rsidRPr="0066767B" w:rsidRDefault="00020DC4" w:rsidP="00020D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1.Затвердити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Петрівському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Миколі Васильовичу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 за рахунок 16.00 землі запасу (земельні ділянки кожної категорії земель, які не надані у  власність або користування громадянам чи юридичним особам), площею 0,0862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20DC4" w:rsidRDefault="00020DC4" w:rsidP="00020D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 w:rsidRPr="00D117C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Петрівському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Миколі Васильовичу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який  зареєстрований за адресою: </w:t>
      </w:r>
      <w:r w:rsidR="00A271AF">
        <w:rPr>
          <w:rFonts w:ascii="Times New Roman" w:eastAsia="Calibri" w:hAnsi="Times New Roman" w:cs="Times New Roman"/>
          <w:sz w:val="24"/>
          <w:lang w:val="en-US"/>
        </w:rPr>
        <w:t>___________</w:t>
      </w:r>
      <w:r>
        <w:rPr>
          <w:rFonts w:ascii="Times New Roman" w:eastAsia="Calibri" w:hAnsi="Times New Roman" w:cs="Times New Roman"/>
          <w:sz w:val="24"/>
          <w:lang w:val="uk-UA"/>
        </w:rPr>
        <w:t>,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A271A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0,08692 га, кадастровий номер: 6823984000:03:018:0312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 для 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за рахунок 16.00 землі запасу (земельні ділянки кожної категорії земель, які не надані у  власність або користування громадянам чи юридичним особам)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6B38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сільська рада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020DC4" w:rsidRPr="0066767B" w:rsidRDefault="00020DC4" w:rsidP="00020D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Петрівському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М.В.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якому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020DC4" w:rsidRPr="0066767B" w:rsidRDefault="00020DC4" w:rsidP="00020DC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20DC4" w:rsidRPr="00020DC4" w:rsidRDefault="00020DC4" w:rsidP="00020DC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B50797" w:rsidRPr="00020DC4" w:rsidRDefault="00020DC4" w:rsidP="00020DC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B50797" w:rsidRPr="00020DC4" w:rsidSect="00020DC4">
      <w:pgSz w:w="12240" w:h="15840"/>
      <w:pgMar w:top="426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4AA" w:rsidRDefault="00C134AA">
      <w:pPr>
        <w:spacing w:after="0" w:line="240" w:lineRule="auto"/>
      </w:pPr>
      <w:r>
        <w:separator/>
      </w:r>
    </w:p>
  </w:endnote>
  <w:endnote w:type="continuationSeparator" w:id="0">
    <w:p w:rsidR="00C134AA" w:rsidRDefault="00C13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4AA" w:rsidRDefault="00C134AA">
      <w:pPr>
        <w:spacing w:after="0" w:line="240" w:lineRule="auto"/>
      </w:pPr>
      <w:r>
        <w:separator/>
      </w:r>
    </w:p>
  </w:footnote>
  <w:footnote w:type="continuationSeparator" w:id="0">
    <w:p w:rsidR="00C134AA" w:rsidRDefault="00C13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DC4"/>
    <w:rsid w:val="00020DC4"/>
    <w:rsid w:val="00301923"/>
    <w:rsid w:val="00A271AF"/>
    <w:rsid w:val="00B50797"/>
    <w:rsid w:val="00C1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DC4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DC4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2021-01-18T12:02:00Z</dcterms:created>
  <dcterms:modified xsi:type="dcterms:W3CDTF">2021-01-18T12:26:00Z</dcterms:modified>
</cp:coreProperties>
</file>