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8A3" w:rsidRPr="00A4753F" w:rsidRDefault="009718A3" w:rsidP="009718A3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9718A3" w:rsidRPr="00DE6ED3" w:rsidRDefault="009718A3" w:rsidP="009718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18A3" w:rsidRDefault="009718A3" w:rsidP="00971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18A3" w:rsidRDefault="009718A3" w:rsidP="00971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18A3" w:rsidRDefault="009718A3" w:rsidP="00971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18A3" w:rsidRDefault="009718A3" w:rsidP="00971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18A3" w:rsidRDefault="009718A3" w:rsidP="00971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18A3" w:rsidRDefault="009718A3" w:rsidP="00971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18A3" w:rsidRDefault="009718A3" w:rsidP="00971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18A3" w:rsidRDefault="009718A3" w:rsidP="00971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18A3" w:rsidRDefault="009718A3" w:rsidP="00971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18A3" w:rsidRDefault="009718A3" w:rsidP="00971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18A3" w:rsidRDefault="009718A3" w:rsidP="00971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18A3" w:rsidRDefault="009718A3" w:rsidP="00971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18A3" w:rsidRDefault="009718A3" w:rsidP="00971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18A3" w:rsidRDefault="009718A3" w:rsidP="00971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18A3" w:rsidRDefault="009718A3" w:rsidP="00971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18A3" w:rsidRDefault="009718A3" w:rsidP="00971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18A3" w:rsidRDefault="009718A3" w:rsidP="00971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18A3" w:rsidRDefault="009718A3" w:rsidP="00971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18A3" w:rsidRDefault="009718A3" w:rsidP="00971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18A3" w:rsidRDefault="009718A3" w:rsidP="00971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18A3" w:rsidRDefault="009718A3" w:rsidP="00971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18A3" w:rsidRDefault="009718A3" w:rsidP="00971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18A3" w:rsidRDefault="009718A3" w:rsidP="00971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18A3" w:rsidRDefault="009718A3" w:rsidP="00971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18A3" w:rsidRDefault="009718A3" w:rsidP="00971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18A3" w:rsidRDefault="009718A3" w:rsidP="00971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18A3" w:rsidRDefault="009718A3" w:rsidP="00971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18A3" w:rsidRDefault="009718A3" w:rsidP="00971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18A3" w:rsidRDefault="009718A3" w:rsidP="00971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18A3" w:rsidRDefault="009718A3" w:rsidP="00971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sgwXYAAP9YBAAOAAAAZHJzL2Uyb0RvYy54bWzsfe1uHjmy3v8AuYcX+rmAR83+bmO9B7tj&#10;exFgkyywby5AlmRLiKzXkTRjn3NwgCC5hNxIkF/5l1vYvaM8RRbZpNxV1euZOZg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cM&#10;Q5XSwO7GsTfuhigyDLYibmn6WkI8Iuyjka4q6tuReeylRAUWBiXfO4bRWPO4lIV9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RQ8rIMF2AAD/WAQADgAAAAAAAAAAAAAAAAAuAgAAZHJzL2Uyb0RvYy54bWxQSwECLQAUAAYA&#10;CAAAACEAsh1Mm+AAAAAKAQAADwAAAAAAAAAAAAAAAAAbeQAAZHJzL2Rvd25yZXYueG1sUEsFBgAA&#10;AAAEAAQA8wAAACh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718A3" w:rsidRDefault="009718A3" w:rsidP="00971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718A3" w:rsidRDefault="009718A3" w:rsidP="00971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718A3" w:rsidRDefault="009718A3" w:rsidP="00971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718A3" w:rsidRDefault="009718A3" w:rsidP="00971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718A3" w:rsidRDefault="009718A3" w:rsidP="00971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718A3" w:rsidRDefault="009718A3" w:rsidP="00971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718A3" w:rsidRDefault="009718A3" w:rsidP="00971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718A3" w:rsidRDefault="009718A3" w:rsidP="00971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718A3" w:rsidRDefault="009718A3" w:rsidP="00971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718A3" w:rsidRDefault="009718A3" w:rsidP="00971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718A3" w:rsidRDefault="009718A3" w:rsidP="00971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718A3" w:rsidRDefault="009718A3" w:rsidP="00971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718A3" w:rsidRDefault="009718A3" w:rsidP="00971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718A3" w:rsidRDefault="009718A3" w:rsidP="00971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718A3" w:rsidRDefault="009718A3" w:rsidP="00971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718A3" w:rsidRDefault="009718A3" w:rsidP="00971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718A3" w:rsidRDefault="009718A3" w:rsidP="00971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718A3" w:rsidRDefault="009718A3" w:rsidP="00971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718A3" w:rsidRDefault="009718A3" w:rsidP="00971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718A3" w:rsidRDefault="009718A3" w:rsidP="00971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9718A3" w:rsidRDefault="009718A3" w:rsidP="00971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718A3" w:rsidRDefault="009718A3" w:rsidP="00971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718A3" w:rsidRDefault="009718A3" w:rsidP="00971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718A3" w:rsidRDefault="009718A3" w:rsidP="00971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718A3" w:rsidRDefault="009718A3" w:rsidP="00971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718A3" w:rsidRDefault="009718A3" w:rsidP="00971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718A3" w:rsidRDefault="009718A3" w:rsidP="00971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9718A3" w:rsidRDefault="009718A3" w:rsidP="00971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718A3" w:rsidRDefault="009718A3" w:rsidP="00971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718A3" w:rsidRDefault="009718A3" w:rsidP="00971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718A3" w:rsidRPr="00DE6ED3" w:rsidRDefault="009718A3" w:rsidP="009718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9718A3" w:rsidRPr="00DE6ED3" w:rsidRDefault="009718A3" w:rsidP="009718A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9718A3" w:rsidRPr="00DE6ED3" w:rsidRDefault="009718A3" w:rsidP="009718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9718A3" w:rsidRPr="00A4753F" w:rsidRDefault="009718A3" w:rsidP="009718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9718A3" w:rsidRPr="00DE6ED3" w:rsidRDefault="009718A3" w:rsidP="009718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  <w:t>УКРАЇНА</w:t>
      </w:r>
    </w:p>
    <w:p w:rsidR="009718A3" w:rsidRPr="00DE6ED3" w:rsidRDefault="009718A3" w:rsidP="009718A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9718A3" w:rsidRPr="00DE6ED3" w:rsidRDefault="009718A3" w:rsidP="009718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9718A3" w:rsidRPr="00DE6ED3" w:rsidRDefault="009718A3" w:rsidP="009718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9718A3" w:rsidRPr="00DE6ED3" w:rsidRDefault="009718A3" w:rsidP="009718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9718A3" w:rsidRPr="00DE6ED3" w:rsidRDefault="009718A3" w:rsidP="009718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9718A3" w:rsidRPr="00DE6ED3" w:rsidRDefault="009718A3" w:rsidP="009718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9718A3" w:rsidRPr="00DE6ED3" w:rsidRDefault="00D947E0" w:rsidP="009718A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bookmarkStart w:id="0" w:name="_GoBack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IX</w:t>
      </w:r>
      <w:bookmarkEnd w:id="0"/>
      <w:r w:rsidR="009718A3"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</w:t>
      </w:r>
      <w:proofErr w:type="gramStart"/>
      <w:r w:rsidR="009718A3"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сільської</w:t>
      </w:r>
      <w:r w:rsidR="009718A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</w:t>
      </w:r>
      <w:r w:rsidR="009718A3"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ради</w:t>
      </w:r>
      <w:proofErr w:type="gramEnd"/>
      <w:r w:rsidR="009718A3"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</w:t>
      </w:r>
      <w:r w:rsidR="009718A3"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="009718A3"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 скликання</w:t>
      </w:r>
    </w:p>
    <w:p w:rsidR="009718A3" w:rsidRPr="00DE6ED3" w:rsidRDefault="009718A3" w:rsidP="009718A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9718A3" w:rsidRPr="00DE6ED3" w:rsidRDefault="009718A3" w:rsidP="009718A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 25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.03.2021 року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     Крупець                                                 №___</w:t>
      </w:r>
    </w:p>
    <w:p w:rsidR="009718A3" w:rsidRDefault="009718A3" w:rsidP="009718A3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9718A3" w:rsidRPr="00914BF3" w:rsidRDefault="009718A3" w:rsidP="009718A3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14BF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 продовження терміну дії договору</w:t>
      </w:r>
    </w:p>
    <w:p w:rsidR="009718A3" w:rsidRPr="00914BF3" w:rsidRDefault="009718A3" w:rsidP="009718A3">
      <w:pPr>
        <w:tabs>
          <w:tab w:val="left" w:pos="759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914BF3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оренд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и земельної ділянки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Штиба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О.С.</w:t>
      </w:r>
    </w:p>
    <w:p w:rsidR="009718A3" w:rsidRDefault="009718A3" w:rsidP="009718A3">
      <w:pPr>
        <w:widowControl w:val="0"/>
        <w:spacing w:before="280"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4B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</w:t>
      </w:r>
    </w:p>
    <w:p w:rsidR="009718A3" w:rsidRPr="00DE6ED3" w:rsidRDefault="009718A3" w:rsidP="009718A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DE6ED3">
        <w:rPr>
          <w:rFonts w:ascii="Times New Roman" w:eastAsia="Times New Roman" w:hAnsi="Times New Roman" w:cs="Times New Roman"/>
          <w:sz w:val="24"/>
          <w:lang w:val="uk-UA"/>
        </w:rPr>
        <w:t>Відповідно до пункту 34 частини 1 статті 26,  статті 42 Закону України «Про місцеве самоврядування в Україні»</w:t>
      </w:r>
      <w:r>
        <w:rPr>
          <w:rFonts w:ascii="Times New Roman" w:eastAsia="Times New Roman" w:hAnsi="Times New Roman" w:cs="Times New Roman"/>
          <w:sz w:val="24"/>
          <w:lang w:val="uk-UA"/>
        </w:rPr>
        <w:t xml:space="preserve">, </w:t>
      </w:r>
      <w:r w:rsidRPr="00914BF3">
        <w:rPr>
          <w:rFonts w:ascii="Times New Roman" w:eastAsia="Times New Roman" w:hAnsi="Times New Roman" w:cs="Times New Roman"/>
          <w:sz w:val="24"/>
          <w:szCs w:val="24"/>
          <w:lang w:val="uk-UA"/>
        </w:rPr>
        <w:t>керуючись ст.12,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14BF3">
        <w:rPr>
          <w:rFonts w:ascii="Times New Roman" w:eastAsia="Times New Roman" w:hAnsi="Times New Roman" w:cs="Times New Roman"/>
          <w:sz w:val="24"/>
          <w:szCs w:val="24"/>
          <w:lang w:val="uk-UA"/>
        </w:rPr>
        <w:t>124, 125 Земельного Кодексу Ук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раїни, Закону</w:t>
      </w:r>
      <w:r w:rsidRPr="00914B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України «Про оренду землі»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</w:t>
      </w:r>
      <w:r w:rsidRPr="00914B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Податкового кодексу України, за погодженням постійної комісії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розглянувши заяву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Штиба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О.С.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 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сільська  рада</w:t>
      </w:r>
    </w:p>
    <w:p w:rsidR="009718A3" w:rsidRDefault="009718A3" w:rsidP="009718A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ВИРІШИЛА:</w:t>
      </w:r>
    </w:p>
    <w:p w:rsidR="009718A3" w:rsidRPr="00B9282A" w:rsidRDefault="009718A3" w:rsidP="009718A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718A3" w:rsidRPr="00914BF3" w:rsidRDefault="009718A3" w:rsidP="009718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4B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1.Продовжити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Штиба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Ользі Сергіївні </w:t>
      </w:r>
      <w:r w:rsidRPr="00914BF3">
        <w:rPr>
          <w:rFonts w:ascii="Times New Roman" w:eastAsia="Times New Roman" w:hAnsi="Times New Roman" w:cs="Times New Roman"/>
          <w:sz w:val="24"/>
          <w:szCs w:val="24"/>
          <w:lang w:val="uk-UA"/>
        </w:rPr>
        <w:t>термін дії договору оренди земельної ділянки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який </w:t>
      </w:r>
      <w:r w:rsidRPr="00914B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зареєстрований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 №040676000002  від 04.04.2006</w:t>
      </w:r>
      <w:r w:rsidRPr="00914B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рок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у (кадастровий  номер 6823986800:01:001:0010) строком на _____ років площею 0,0073</w:t>
      </w:r>
      <w:r w:rsidRPr="00914B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з цільовим призначенням земельної ділянки для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будівництва та обслуговування будівель торгівлі</w:t>
      </w:r>
      <w:r w:rsidRPr="00914BF3">
        <w:rPr>
          <w:rFonts w:ascii="Times New Roman" w:eastAsia="Times New Roman" w:hAnsi="Times New Roman" w:cs="Times New Roman"/>
          <w:sz w:val="24"/>
          <w:szCs w:val="24"/>
          <w:lang w:val="uk-UA"/>
        </w:rPr>
        <w:t>, що розташована  п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вул.Незалежності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15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с.Полянь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Шепетівського</w:t>
      </w:r>
      <w:proofErr w:type="spellEnd"/>
      <w:r w:rsidRPr="00914B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району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Хмельницької області.</w:t>
      </w:r>
    </w:p>
    <w:p w:rsidR="009718A3" w:rsidRPr="00914BF3" w:rsidRDefault="009718A3" w:rsidP="009718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4B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2.Встановити орендну плату за  земельну ділянку   у </w:t>
      </w:r>
      <w:r w:rsidRPr="008E53FB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розмірі 7%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нормативної грошової оцінки земельної ділянки.</w:t>
      </w:r>
      <w:r w:rsidRPr="00914B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</w:t>
      </w:r>
    </w:p>
    <w:p w:rsidR="009718A3" w:rsidRPr="00914BF3" w:rsidRDefault="009718A3" w:rsidP="009718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914B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3.Зобовязати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Штиба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О.С.</w:t>
      </w:r>
      <w:r w:rsidRPr="00914B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зареєструвати додаткову угоду  оренди земельної ділянки у державному реєстрі речових прав на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нерухоме майно та їх обтяжень.</w:t>
      </w:r>
      <w:r w:rsidRPr="00914BF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</w:t>
      </w:r>
    </w:p>
    <w:p w:rsidR="009718A3" w:rsidRPr="00DE6ED3" w:rsidRDefault="009718A3" w:rsidP="009718A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4</w:t>
      </w:r>
      <w:r w:rsidRPr="00914BF3">
        <w:rPr>
          <w:rFonts w:ascii="Times New Roman" w:eastAsia="Times New Roman" w:hAnsi="Times New Roman" w:cs="Times New Roman"/>
          <w:sz w:val="24"/>
          <w:szCs w:val="24"/>
        </w:rPr>
        <w:t xml:space="preserve">.Контроль за </w:t>
      </w:r>
      <w:proofErr w:type="spellStart"/>
      <w:r w:rsidRPr="00914BF3"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 w:rsidRPr="00914BF3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914BF3">
        <w:rPr>
          <w:rFonts w:ascii="Times New Roman" w:eastAsia="Times New Roman" w:hAnsi="Times New Roman" w:cs="Times New Roman"/>
          <w:sz w:val="24"/>
          <w:szCs w:val="24"/>
        </w:rPr>
        <w:t>даного</w:t>
      </w:r>
      <w:proofErr w:type="spellEnd"/>
      <w:r w:rsidRPr="00914B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14BF3">
        <w:rPr>
          <w:rFonts w:ascii="Times New Roman" w:eastAsia="Times New Roman" w:hAnsi="Times New Roman" w:cs="Times New Roman"/>
          <w:sz w:val="24"/>
          <w:szCs w:val="24"/>
        </w:rPr>
        <w:t>рішення</w:t>
      </w:r>
      <w:proofErr w:type="spellEnd"/>
      <w:r w:rsidRPr="00914BF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718A3" w:rsidRPr="009718A3" w:rsidRDefault="009718A3" w:rsidP="009718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9718A3" w:rsidRPr="00914BF3" w:rsidRDefault="009718A3" w:rsidP="009718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E3841" w:rsidRPr="009718A3" w:rsidRDefault="009718A3" w:rsidP="009718A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0E3841" w:rsidRPr="009718A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8A3"/>
    <w:rsid w:val="000E3841"/>
    <w:rsid w:val="00171A2E"/>
    <w:rsid w:val="00304C90"/>
    <w:rsid w:val="00505B6D"/>
    <w:rsid w:val="006D3977"/>
    <w:rsid w:val="007D6C18"/>
    <w:rsid w:val="009718A3"/>
    <w:rsid w:val="00D1641A"/>
    <w:rsid w:val="00D94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288</Words>
  <Characters>1642</Characters>
  <Application>Microsoft Office Word</Application>
  <DocSecurity>0</DocSecurity>
  <Lines>13</Lines>
  <Paragraphs>3</Paragraphs>
  <ScaleCrop>false</ScaleCrop>
  <Company>Microsoft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dcterms:created xsi:type="dcterms:W3CDTF">2021-03-17T08:38:00Z</dcterms:created>
  <dcterms:modified xsi:type="dcterms:W3CDTF">2021-03-17T09:07:00Z</dcterms:modified>
</cp:coreProperties>
</file>