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4AD" w:rsidRPr="00B60227" w:rsidRDefault="00EB34AD" w:rsidP="00EB34A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B34AD" w:rsidRPr="00B60227" w:rsidRDefault="00EB34AD" w:rsidP="00EB3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3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34AD" w:rsidRDefault="00EB34AD" w:rsidP="00EB34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39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34AD" w:rsidRDefault="00EB34AD" w:rsidP="00EB34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B34AD" w:rsidRPr="00B60227" w:rsidRDefault="00EB34AD" w:rsidP="00EB34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34AD" w:rsidRPr="00B60227" w:rsidRDefault="00EB34AD" w:rsidP="00EB34A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34AD" w:rsidRPr="00B60227" w:rsidRDefault="00EB34AD" w:rsidP="00EB34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34AD" w:rsidRPr="00B60227" w:rsidRDefault="00EB34AD" w:rsidP="00EB34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34AD" w:rsidRPr="00B60227" w:rsidRDefault="00EB34AD" w:rsidP="00EB34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B60227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B34AD" w:rsidRPr="00B60227" w:rsidRDefault="00EB34AD" w:rsidP="00EB34A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B34AD" w:rsidRPr="00B60227" w:rsidRDefault="00EB34AD" w:rsidP="00EB34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B34AD" w:rsidRPr="00B60227" w:rsidRDefault="00EB34AD" w:rsidP="00EB34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B34AD" w:rsidRPr="00B60227" w:rsidRDefault="00EB34AD" w:rsidP="00EB34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34AD" w:rsidRPr="00B60227" w:rsidRDefault="00EB34AD" w:rsidP="00EB34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B34AD" w:rsidRPr="00B60227" w:rsidRDefault="00EB34AD" w:rsidP="00EB34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34AD" w:rsidRPr="00B60227" w:rsidRDefault="00EB34AD" w:rsidP="00EB34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B34AD" w:rsidRPr="00B60227" w:rsidRDefault="00EB34AD" w:rsidP="00EB34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B34AD" w:rsidRPr="00B60227" w:rsidRDefault="00EB34AD" w:rsidP="00EB34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__.03.2021 року                                            Крупець                                                 №___</w:t>
      </w:r>
    </w:p>
    <w:p w:rsidR="00EB34AD" w:rsidRPr="00B60227" w:rsidRDefault="00EB34AD" w:rsidP="00EB34A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B34AD" w:rsidRPr="00B60227" w:rsidRDefault="00EB34AD" w:rsidP="00EB34A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Шпак В.І.</w:t>
      </w: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  Відповідно допункту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Шпак В.І.,  сільська рада </w:t>
      </w: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>ВИРІШИЛА:</w:t>
      </w:r>
    </w:p>
    <w:p w:rsidR="00EB34AD" w:rsidRPr="00B60227" w:rsidRDefault="00EB34AD" w:rsidP="00EB34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1. Надати  Шпак Валентині Іванівні, яка зареєстрована за адресою: </w:t>
      </w:r>
      <w:r>
        <w:rPr>
          <w:rFonts w:ascii="Times New Roman" w:eastAsia="Calibri" w:hAnsi="Times New Roman" w:cs="Times New Roman"/>
          <w:sz w:val="24"/>
        </w:rPr>
        <w:t>____________________</w:t>
      </w:r>
      <w:r w:rsidRPr="00B60227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 для передачі її у власність, площею 0,1580га, для </w:t>
      </w:r>
      <w:r w:rsidRPr="00B60227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B60227">
        <w:rPr>
          <w:rFonts w:ascii="Times New Roman" w:eastAsia="Calibri" w:hAnsi="Times New Roman" w:cs="Times New Roman"/>
          <w:sz w:val="24"/>
        </w:rPr>
        <w:t>,  яка розташована в с.Комарівка.</w:t>
      </w: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2. Шпак В.І.,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EB34AD" w:rsidRPr="00B60227" w:rsidRDefault="00EB34AD" w:rsidP="00EB34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B34AD" w:rsidRPr="00B60227" w:rsidRDefault="00EB34AD" w:rsidP="00EB34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B34AD" w:rsidRPr="00B60227" w:rsidRDefault="00EB34AD" w:rsidP="00EB3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B34AD" w:rsidRPr="00B60227" w:rsidRDefault="00EB34AD" w:rsidP="00EB34A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865F03" w:rsidRDefault="00865F03">
      <w:bookmarkStart w:id="0" w:name="_GoBack"/>
      <w:bookmarkEnd w:id="0"/>
    </w:p>
    <w:sectPr w:rsidR="00865F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34AD"/>
    <w:rsid w:val="00171A2E"/>
    <w:rsid w:val="00304C90"/>
    <w:rsid w:val="00505B6D"/>
    <w:rsid w:val="006D3977"/>
    <w:rsid w:val="007D6C18"/>
    <w:rsid w:val="00865F03"/>
    <w:rsid w:val="00D1641A"/>
    <w:rsid w:val="00EB3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>Microsoft</Company>
  <LinksUpToDate>false</LinksUpToDate>
  <CharactersWithSpaces>1544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2021-03-22T07:14:00Z</dcterms:created>
  <dcterms:modified xsi:type="dcterms:W3CDTF">2021-03-22T07:14:00Z</dcterms:modified>
</cp:coreProperties>
</file>