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4FDD" w:rsidRPr="00C92EA5" w:rsidRDefault="00614FDD" w:rsidP="00614FDD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  <w:r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  <w:t>ПРОЄ</w:t>
      </w:r>
      <w:r w:rsidRPr="00C92EA5"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  <w:t>КТ</w:t>
      </w:r>
    </w:p>
    <w:p w:rsidR="00614FDD" w:rsidRPr="00C92EA5" w:rsidRDefault="00614FDD" w:rsidP="00614F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SimSun" w:hAnsi="Times New Roman" w:cs="Times New Roman"/>
          <w:color w:val="FF0000"/>
          <w:sz w:val="36"/>
          <w:szCs w:val="36"/>
          <w:lang w:eastAsia="zh-CN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163830</wp:posOffset>
                </wp:positionV>
                <wp:extent cx="410210" cy="635635"/>
                <wp:effectExtent l="0" t="0" r="0" b="0"/>
                <wp:wrapNone/>
                <wp:docPr id="1" name="Группа 10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10210" cy="635635"/>
                          <a:chOff x="0" y="0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14FDD" w:rsidRDefault="00614FDD" w:rsidP="00614FD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14FDD" w:rsidRPr="00E77963" w:rsidRDefault="00614FDD" w:rsidP="00614FD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14FDD" w:rsidRDefault="00614FDD" w:rsidP="00614FD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14FDD" w:rsidRDefault="00614FDD" w:rsidP="00614FD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14FDD" w:rsidRDefault="00614FDD" w:rsidP="00614FD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14FDD" w:rsidRDefault="00614FDD" w:rsidP="00614FD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14FDD" w:rsidRDefault="00614FDD" w:rsidP="00614FD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14FDD" w:rsidRDefault="00614FDD" w:rsidP="00614FD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14FDD" w:rsidRDefault="00614FDD" w:rsidP="00614FD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14FDD" w:rsidRDefault="00614FDD" w:rsidP="00614FD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14FDD" w:rsidRDefault="00614FDD" w:rsidP="00614FD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14FDD" w:rsidRDefault="00614FDD" w:rsidP="00614FD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14FDD" w:rsidRDefault="00614FDD" w:rsidP="00614FD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14FDD" w:rsidRDefault="00614FDD" w:rsidP="00614FD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14FDD" w:rsidRDefault="00614FDD" w:rsidP="00614FD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14FDD" w:rsidRDefault="00614FDD" w:rsidP="00614FD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14FDD" w:rsidRDefault="00614FDD" w:rsidP="00614FD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14FDD" w:rsidRDefault="00614FDD" w:rsidP="00614FD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14FDD" w:rsidRDefault="00614FDD" w:rsidP="00614FD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14FDD" w:rsidRDefault="00614FDD" w:rsidP="00614FD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14FDD" w:rsidRDefault="00614FDD" w:rsidP="00614FD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14FDD" w:rsidRDefault="00614FDD" w:rsidP="00614FD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14FDD" w:rsidRDefault="00614FDD" w:rsidP="00614FD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14FDD" w:rsidRDefault="00614FDD" w:rsidP="00614FD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14FDD" w:rsidRDefault="00614FDD" w:rsidP="00614FD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14FDD" w:rsidRDefault="00614FDD" w:rsidP="00614FD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14FDD" w:rsidRDefault="00614FDD" w:rsidP="00614FD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14FDD" w:rsidRDefault="00614FDD" w:rsidP="00614FD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14FDD" w:rsidRDefault="00614FDD" w:rsidP="00614FD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14FDD" w:rsidRDefault="00614FDD" w:rsidP="00614FD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0129" o:spid="_x0000_s1026" style="position:absolute;margin-left:0;margin-top:12.9pt;width:32.3pt;height:50.05pt;z-index:251659264;mso-position-horizontal:center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">
                <v:shape id="Freeform 3" o:spid="_x0000_s1027" style="position:absolute;left:166;top:131;width:810;height:1455;visibility:visible;mso-wrap-style:square;v-text-anchor:top" coordsize="8096,145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614FDD" w:rsidRDefault="00614FDD" w:rsidP="00614FD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614FDD" w:rsidRPr="00E77963" w:rsidRDefault="00614FDD" w:rsidP="00614FD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614FDD" w:rsidRDefault="00614FDD" w:rsidP="00614FD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614FDD" w:rsidRDefault="00614FDD" w:rsidP="00614FD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614FDD" w:rsidRDefault="00614FDD" w:rsidP="00614FD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614FDD" w:rsidRDefault="00614FDD" w:rsidP="00614FD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614FDD" w:rsidRDefault="00614FDD" w:rsidP="00614FD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614FDD" w:rsidRDefault="00614FDD" w:rsidP="00614FD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614FDD" w:rsidRDefault="00614FDD" w:rsidP="00614FD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614FDD" w:rsidRDefault="00614FDD" w:rsidP="00614FD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614FDD" w:rsidRDefault="00614FDD" w:rsidP="00614FD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614FDD" w:rsidRDefault="00614FDD" w:rsidP="00614FD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614FDD" w:rsidRDefault="00614FDD" w:rsidP="00614FD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614FDD" w:rsidRDefault="00614FDD" w:rsidP="00614FD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614FDD" w:rsidRDefault="00614FDD" w:rsidP="00614FD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614FDD" w:rsidRDefault="00614FDD" w:rsidP="00614FD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614FDD" w:rsidRDefault="00614FDD" w:rsidP="00614FD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614FDD" w:rsidRDefault="00614FDD" w:rsidP="00614FD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614FDD" w:rsidRDefault="00614FDD" w:rsidP="00614FD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614FDD" w:rsidRDefault="00614FDD" w:rsidP="00614FD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" fillcolor="black" stroked="f">
                  <v:textbox>
                    <w:txbxContent>
                      <w:p w:rsidR="00614FDD" w:rsidRDefault="00614FDD" w:rsidP="00614FD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614FDD" w:rsidRDefault="00614FDD" w:rsidP="00614FD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614FDD" w:rsidRDefault="00614FDD" w:rsidP="00614FD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614FDD" w:rsidRDefault="00614FDD" w:rsidP="00614FD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614FDD" w:rsidRDefault="00614FDD" w:rsidP="00614FD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614FDD" w:rsidRDefault="00614FDD" w:rsidP="00614FD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614FDD" w:rsidRDefault="00614FDD" w:rsidP="00614FD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" fillcolor="black" stroked="f">
                  <v:textbox>
                    <w:txbxContent>
                      <w:p w:rsidR="00614FDD" w:rsidRDefault="00614FDD" w:rsidP="00614FD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614FDD" w:rsidRDefault="00614FDD" w:rsidP="00614FD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614FDD" w:rsidRDefault="00614FDD" w:rsidP="00614FD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614FDD" w:rsidRPr="00C92EA5" w:rsidRDefault="00614FDD" w:rsidP="00614FD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614FDD" w:rsidRPr="00C92EA5" w:rsidRDefault="00614FDD" w:rsidP="00614FDD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614FDD" w:rsidRPr="00C92EA5" w:rsidRDefault="00614FDD" w:rsidP="00614FD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614FDD" w:rsidRDefault="00614FDD" w:rsidP="00614FD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</w:p>
    <w:p w:rsidR="00614FDD" w:rsidRPr="00C92EA5" w:rsidRDefault="00614FDD" w:rsidP="00614FD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 w:rsidRPr="00C92EA5"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614FDD" w:rsidRPr="00C92EA5" w:rsidRDefault="00614FDD" w:rsidP="00614FDD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C92EA5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614FDD" w:rsidRPr="00C92EA5" w:rsidRDefault="00614FDD" w:rsidP="00614FD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C92EA5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614FDD" w:rsidRPr="00C92EA5" w:rsidRDefault="00614FDD" w:rsidP="00614FD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C92EA5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614FDD" w:rsidRPr="00C92EA5" w:rsidRDefault="00614FDD" w:rsidP="00614FD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614FDD" w:rsidRPr="00C92EA5" w:rsidRDefault="00614FDD" w:rsidP="00614FD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C92EA5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614FDD" w:rsidRPr="00C92EA5" w:rsidRDefault="00614FDD" w:rsidP="00614FD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614FDD" w:rsidRPr="00C92EA5" w:rsidRDefault="00614FDD" w:rsidP="00614FDD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Х </w:t>
      </w:r>
      <w:r w:rsidRPr="00C92EA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сесії сільської ради  </w:t>
      </w:r>
      <w:r w:rsidRPr="00C92EA5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C92EA5">
        <w:rPr>
          <w:rFonts w:ascii="Times New Roman" w:eastAsia="Arial Unicode MS" w:hAnsi="Times New Roman" w:cs="Times New Roman"/>
          <w:color w:val="000000"/>
          <w:sz w:val="24"/>
          <w:szCs w:val="24"/>
        </w:rPr>
        <w:t>ІІІ скликання</w:t>
      </w:r>
    </w:p>
    <w:p w:rsidR="00614FDD" w:rsidRPr="00C92EA5" w:rsidRDefault="00614FDD" w:rsidP="00614FDD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614FDD" w:rsidRPr="00C92EA5" w:rsidRDefault="00614FDD" w:rsidP="00614FDD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22.04</w:t>
      </w:r>
      <w:r w:rsidRPr="00C92EA5">
        <w:rPr>
          <w:rFonts w:ascii="Times New Roman" w:eastAsia="Arial Unicode MS" w:hAnsi="Times New Roman" w:cs="Times New Roman"/>
          <w:color w:val="000000"/>
          <w:sz w:val="24"/>
          <w:szCs w:val="24"/>
        </w:rPr>
        <w:t>.2021 року                                            Крупець                                                 №___</w:t>
      </w:r>
    </w:p>
    <w:p w:rsidR="00614FDD" w:rsidRPr="00C92EA5" w:rsidRDefault="00614FDD" w:rsidP="00614FDD">
      <w:pPr>
        <w:tabs>
          <w:tab w:val="left" w:pos="4424"/>
        </w:tabs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614FDD" w:rsidRPr="00C92EA5" w:rsidRDefault="00614FDD" w:rsidP="00614FDD">
      <w:pPr>
        <w:tabs>
          <w:tab w:val="left" w:pos="4424"/>
        </w:tabs>
        <w:spacing w:after="0" w:line="240" w:lineRule="auto"/>
        <w:rPr>
          <w:rFonts w:ascii="Times New Roman" w:eastAsia="Calibri" w:hAnsi="Times New Roman" w:cs="Times New Roman"/>
          <w:b/>
          <w:sz w:val="24"/>
        </w:rPr>
      </w:pPr>
      <w:r w:rsidRPr="00C92EA5">
        <w:rPr>
          <w:rFonts w:ascii="Times New Roman" w:eastAsia="Calibri" w:hAnsi="Times New Roman" w:cs="Times New Roman"/>
          <w:b/>
          <w:sz w:val="24"/>
        </w:rPr>
        <w:t xml:space="preserve">Про надання дозволу на розробку </w:t>
      </w:r>
    </w:p>
    <w:p w:rsidR="00614FDD" w:rsidRPr="00C92EA5" w:rsidRDefault="00614FDD" w:rsidP="00614FDD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  <w:proofErr w:type="spellStart"/>
      <w:r>
        <w:rPr>
          <w:rFonts w:ascii="Times New Roman" w:eastAsia="Calibri" w:hAnsi="Times New Roman" w:cs="Times New Roman"/>
          <w:b/>
          <w:sz w:val="24"/>
        </w:rPr>
        <w:t>проє</w:t>
      </w:r>
      <w:r w:rsidRPr="00C92EA5">
        <w:rPr>
          <w:rFonts w:ascii="Times New Roman" w:eastAsia="Calibri" w:hAnsi="Times New Roman" w:cs="Times New Roman"/>
          <w:b/>
          <w:sz w:val="24"/>
        </w:rPr>
        <w:t>кту</w:t>
      </w:r>
      <w:proofErr w:type="spellEnd"/>
      <w:r w:rsidRPr="00C92EA5">
        <w:rPr>
          <w:rFonts w:ascii="Times New Roman" w:eastAsia="Calibri" w:hAnsi="Times New Roman" w:cs="Times New Roman"/>
          <w:b/>
          <w:sz w:val="24"/>
        </w:rPr>
        <w:t xml:space="preserve">  із землеустрою  щодо </w:t>
      </w:r>
    </w:p>
    <w:p w:rsidR="00614FDD" w:rsidRPr="00C92EA5" w:rsidRDefault="00614FDD" w:rsidP="00614FDD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  <w:r w:rsidRPr="00C92EA5">
        <w:rPr>
          <w:rFonts w:ascii="Times New Roman" w:eastAsia="Calibri" w:hAnsi="Times New Roman" w:cs="Times New Roman"/>
          <w:b/>
          <w:sz w:val="24"/>
        </w:rPr>
        <w:t>відведення земельної  ділянки</w:t>
      </w:r>
    </w:p>
    <w:p w:rsidR="00614FDD" w:rsidRPr="0040408C" w:rsidRDefault="00614FDD" w:rsidP="00614FDD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  <w:proofErr w:type="spellStart"/>
      <w:r>
        <w:rPr>
          <w:rFonts w:ascii="Times New Roman" w:eastAsia="Calibri" w:hAnsi="Times New Roman" w:cs="Times New Roman"/>
          <w:b/>
          <w:sz w:val="24"/>
        </w:rPr>
        <w:t>Ковбі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В.А.</w:t>
      </w:r>
    </w:p>
    <w:p w:rsidR="00614FDD" w:rsidRDefault="00614FDD" w:rsidP="00614FDD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</w:p>
    <w:p w:rsidR="00614FDD" w:rsidRPr="00C92EA5" w:rsidRDefault="00614FDD" w:rsidP="00614FDD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614FDD" w:rsidRPr="00C92EA5" w:rsidRDefault="00614FDD" w:rsidP="00614FDD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C92EA5">
        <w:rPr>
          <w:rFonts w:ascii="Times New Roman" w:eastAsia="Calibri" w:hAnsi="Times New Roman" w:cs="Times New Roman"/>
          <w:sz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  118, 121 та 123 Земельного кодексу України, Закону України «Про землеустрій»,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C92EA5">
        <w:rPr>
          <w:rFonts w:ascii="Times New Roman" w:eastAsia="Calibri" w:hAnsi="Times New Roman" w:cs="Times New Roman"/>
          <w:sz w:val="24"/>
        </w:rPr>
        <w:t xml:space="preserve"> ро</w:t>
      </w:r>
      <w:r>
        <w:rPr>
          <w:rFonts w:ascii="Times New Roman" w:eastAsia="Calibri" w:hAnsi="Times New Roman" w:cs="Times New Roman"/>
          <w:sz w:val="24"/>
        </w:rPr>
        <w:t xml:space="preserve">зглянувши   заяву  </w:t>
      </w:r>
      <w:proofErr w:type="spellStart"/>
      <w:r>
        <w:rPr>
          <w:rFonts w:ascii="Times New Roman" w:eastAsia="Calibri" w:hAnsi="Times New Roman" w:cs="Times New Roman"/>
          <w:sz w:val="24"/>
        </w:rPr>
        <w:t>Ковби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В.А.,  </w:t>
      </w:r>
      <w:r w:rsidRPr="00C92EA5">
        <w:rPr>
          <w:rFonts w:ascii="Times New Roman" w:eastAsia="Calibri" w:hAnsi="Times New Roman" w:cs="Times New Roman"/>
          <w:sz w:val="24"/>
        </w:rPr>
        <w:t xml:space="preserve"> сільська рада </w:t>
      </w:r>
    </w:p>
    <w:p w:rsidR="00614FDD" w:rsidRPr="00C92EA5" w:rsidRDefault="00614FDD" w:rsidP="00614FDD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C92EA5">
        <w:rPr>
          <w:rFonts w:ascii="Times New Roman" w:eastAsia="Calibri" w:hAnsi="Times New Roman" w:cs="Times New Roman"/>
          <w:sz w:val="24"/>
        </w:rPr>
        <w:t>ВИРІШИЛА:</w:t>
      </w:r>
    </w:p>
    <w:p w:rsidR="00614FDD" w:rsidRPr="00C92EA5" w:rsidRDefault="00614FDD" w:rsidP="00614FDD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614FDD" w:rsidRPr="00C92EA5" w:rsidRDefault="00614FDD" w:rsidP="00614FDD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</w:p>
    <w:p w:rsidR="00614FDD" w:rsidRDefault="00614FDD" w:rsidP="00614FDD">
      <w:pPr>
        <w:tabs>
          <w:tab w:val="left" w:pos="2160"/>
        </w:tabs>
        <w:spacing w:after="0" w:line="240" w:lineRule="auto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C92EA5">
        <w:rPr>
          <w:rFonts w:ascii="Times New Roman" w:eastAsia="Calibri" w:hAnsi="Times New Roman" w:cs="Times New Roman"/>
          <w:sz w:val="24"/>
        </w:rPr>
        <w:t xml:space="preserve">       1</w:t>
      </w:r>
      <w:r w:rsidRPr="007C014F">
        <w:rPr>
          <w:rFonts w:ascii="Times New Roman" w:eastAsia="Calibri" w:hAnsi="Times New Roman" w:cs="Times New Roman"/>
          <w:sz w:val="24"/>
        </w:rPr>
        <w:t xml:space="preserve">. Надати </w:t>
      </w:r>
      <w:proofErr w:type="spellStart"/>
      <w:r>
        <w:rPr>
          <w:rFonts w:ascii="Times New Roman" w:eastAsia="Calibri" w:hAnsi="Times New Roman" w:cs="Times New Roman"/>
          <w:sz w:val="24"/>
        </w:rPr>
        <w:t>Ковбі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Віктору Анатолійовичу,  який зареєстрований  за </w:t>
      </w:r>
      <w:proofErr w:type="spellStart"/>
      <w:r>
        <w:rPr>
          <w:rFonts w:ascii="Times New Roman" w:eastAsia="Calibri" w:hAnsi="Times New Roman" w:cs="Times New Roman"/>
          <w:sz w:val="24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: </w:t>
      </w:r>
      <w:r w:rsidR="005E7549">
        <w:rPr>
          <w:rFonts w:ascii="Times New Roman" w:eastAsia="Calibri" w:hAnsi="Times New Roman" w:cs="Times New Roman"/>
          <w:sz w:val="24"/>
        </w:rPr>
        <w:t>__________</w:t>
      </w:r>
      <w:bookmarkStart w:id="0" w:name="_GoBack"/>
      <w:bookmarkEnd w:id="0"/>
      <w:r>
        <w:rPr>
          <w:rFonts w:ascii="Times New Roman" w:eastAsia="Calibri" w:hAnsi="Times New Roman" w:cs="Times New Roman"/>
          <w:sz w:val="24"/>
        </w:rPr>
        <w:t xml:space="preserve">,  дозвіл на розробку </w:t>
      </w:r>
      <w:proofErr w:type="spellStart"/>
      <w:r>
        <w:rPr>
          <w:rFonts w:ascii="Times New Roman" w:eastAsia="Calibri" w:hAnsi="Times New Roman" w:cs="Times New Roman"/>
          <w:sz w:val="24"/>
        </w:rPr>
        <w:t>проєкту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r w:rsidRPr="00C92EA5">
        <w:rPr>
          <w:rFonts w:ascii="Times New Roman" w:eastAsia="Calibri" w:hAnsi="Times New Roman" w:cs="Times New Roman"/>
          <w:sz w:val="24"/>
        </w:rPr>
        <w:t xml:space="preserve"> із землеустрою щодо відведення земельної ділянки для передачі її у власність,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C92EA5">
        <w:rPr>
          <w:rFonts w:ascii="Times New Roman" w:eastAsia="Calibri" w:hAnsi="Times New Roman" w:cs="Times New Roman"/>
          <w:sz w:val="24"/>
        </w:rPr>
        <w:t xml:space="preserve"> </w:t>
      </w:r>
      <w:r>
        <w:rPr>
          <w:rFonts w:ascii="Times New Roman" w:eastAsia="Calibri" w:hAnsi="Times New Roman" w:cs="Times New Roman"/>
          <w:sz w:val="24"/>
        </w:rPr>
        <w:t xml:space="preserve">орієнтовною </w:t>
      </w:r>
      <w:r w:rsidRPr="00C92EA5">
        <w:rPr>
          <w:rFonts w:ascii="Times New Roman" w:eastAsia="Calibri" w:hAnsi="Times New Roman" w:cs="Times New Roman"/>
          <w:sz w:val="24"/>
        </w:rPr>
        <w:t xml:space="preserve">площею </w:t>
      </w:r>
      <w:r>
        <w:rPr>
          <w:rFonts w:ascii="Times New Roman" w:eastAsia="Calibri" w:hAnsi="Times New Roman" w:cs="Times New Roman"/>
          <w:sz w:val="24"/>
        </w:rPr>
        <w:t>1,900</w:t>
      </w:r>
      <w:r w:rsidRPr="00C92EA5">
        <w:rPr>
          <w:rFonts w:ascii="Times New Roman" w:eastAsia="Calibri" w:hAnsi="Times New Roman" w:cs="Times New Roman"/>
          <w:sz w:val="24"/>
        </w:rPr>
        <w:t>га,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C92EA5">
        <w:rPr>
          <w:rFonts w:ascii="Times New Roman" w:eastAsia="Calibri" w:hAnsi="Times New Roman" w:cs="Times New Roman"/>
          <w:sz w:val="24"/>
        </w:rPr>
        <w:t xml:space="preserve"> для ведення </w:t>
      </w:r>
      <w:r>
        <w:rPr>
          <w:rFonts w:ascii="Times New Roman" w:eastAsia="Calibri" w:hAnsi="Times New Roman" w:cs="Times New Roman"/>
          <w:sz w:val="24"/>
        </w:rPr>
        <w:t>особистого селянського господарства</w:t>
      </w:r>
      <w:r w:rsidRPr="00C92EA5">
        <w:rPr>
          <w:rFonts w:ascii="Times New Roman" w:eastAsia="Calibri" w:hAnsi="Times New Roman" w:cs="Times New Roman"/>
          <w:sz w:val="24"/>
        </w:rPr>
        <w:t xml:space="preserve">, яка розташована </w:t>
      </w:r>
      <w:r w:rsidRPr="0005410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Хмельницька область, 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Шепетівський </w:t>
      </w:r>
      <w:r w:rsidRPr="0005410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район,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на території </w:t>
      </w:r>
      <w:proofErr w:type="spellStart"/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Крупецької</w:t>
      </w:r>
      <w:proofErr w:type="spellEnd"/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сільської ради, в </w:t>
      </w:r>
      <w:proofErr w:type="spellStart"/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с.Стригани</w:t>
      </w:r>
      <w:proofErr w:type="spellEnd"/>
    </w:p>
    <w:p w:rsidR="00614FDD" w:rsidRPr="00C92EA5" w:rsidRDefault="00614FDD" w:rsidP="00614FDD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C92EA5">
        <w:rPr>
          <w:rFonts w:ascii="Times New Roman" w:eastAsia="Calibri" w:hAnsi="Times New Roman" w:cs="Times New Roman"/>
          <w:sz w:val="24"/>
        </w:rPr>
        <w:t xml:space="preserve">       2</w:t>
      </w:r>
      <w:r>
        <w:rPr>
          <w:rFonts w:ascii="Times New Roman" w:eastAsia="Calibri" w:hAnsi="Times New Roman" w:cs="Times New Roman"/>
          <w:sz w:val="24"/>
        </w:rPr>
        <w:t xml:space="preserve">. </w:t>
      </w:r>
      <w:proofErr w:type="spellStart"/>
      <w:r>
        <w:rPr>
          <w:rFonts w:ascii="Times New Roman" w:eastAsia="Calibri" w:hAnsi="Times New Roman" w:cs="Times New Roman"/>
          <w:sz w:val="24"/>
        </w:rPr>
        <w:t>Ковбі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В.А. розробити </w:t>
      </w:r>
      <w:proofErr w:type="spellStart"/>
      <w:r>
        <w:rPr>
          <w:rFonts w:ascii="Times New Roman" w:eastAsia="Calibri" w:hAnsi="Times New Roman" w:cs="Times New Roman"/>
          <w:sz w:val="24"/>
        </w:rPr>
        <w:t>проє</w:t>
      </w:r>
      <w:r w:rsidRPr="00C92EA5">
        <w:rPr>
          <w:rFonts w:ascii="Times New Roman" w:eastAsia="Calibri" w:hAnsi="Times New Roman" w:cs="Times New Roman"/>
          <w:sz w:val="24"/>
        </w:rPr>
        <w:t>кт</w:t>
      </w:r>
      <w:proofErr w:type="spellEnd"/>
      <w:r w:rsidRPr="00C92EA5">
        <w:rPr>
          <w:rFonts w:ascii="Times New Roman" w:eastAsia="Calibri" w:hAnsi="Times New Roman" w:cs="Times New Roman"/>
          <w:sz w:val="24"/>
        </w:rPr>
        <w:t xml:space="preserve"> землеустрою щодо відведення земельної ділянки для передачі її у власність та подати на розгляд сесії сільської ради.</w:t>
      </w:r>
    </w:p>
    <w:p w:rsidR="00614FDD" w:rsidRPr="00C92EA5" w:rsidRDefault="00614FDD" w:rsidP="00614FD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92EA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  3. Даний дозвіл дійсний на протязі року з дня прийняття даного рішення.</w:t>
      </w:r>
    </w:p>
    <w:p w:rsidR="00614FDD" w:rsidRPr="00C92EA5" w:rsidRDefault="00614FDD" w:rsidP="00614FDD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  <w:r w:rsidRPr="00C92EA5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614FDD" w:rsidRPr="00C92EA5" w:rsidRDefault="00614FDD" w:rsidP="00614FDD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614FDD" w:rsidRDefault="00614FDD" w:rsidP="00614FDD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614FDD" w:rsidRPr="00C92EA5" w:rsidRDefault="00614FDD" w:rsidP="00614FDD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773115" w:rsidRPr="00614FDD" w:rsidRDefault="00614FDD" w:rsidP="00614FDD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eastAsia="uk-UA"/>
        </w:rPr>
      </w:pPr>
      <w:r w:rsidRPr="00C92EA5">
        <w:rPr>
          <w:rFonts w:ascii="Times New Roman" w:eastAsia="Arial Unicode MS" w:hAnsi="Times New Roman" w:cs="Times New Roman"/>
          <w:sz w:val="24"/>
          <w:szCs w:val="24"/>
          <w:lang w:eastAsia="uk-UA"/>
        </w:rPr>
        <w:t>Сільський   голова                                                                         Валерій   МИХАЛЮК</w:t>
      </w:r>
    </w:p>
    <w:sectPr w:rsidR="00773115" w:rsidRPr="00614FDD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4FDD"/>
    <w:rsid w:val="00171A2E"/>
    <w:rsid w:val="00304C90"/>
    <w:rsid w:val="00505B6D"/>
    <w:rsid w:val="005E7549"/>
    <w:rsid w:val="00614FDD"/>
    <w:rsid w:val="006D3977"/>
    <w:rsid w:val="00773115"/>
    <w:rsid w:val="007D6C18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610AC8"/>
  <w15:docId w15:val="{B850A72A-2EDC-4197-8F78-C14E837EC6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4FDD"/>
    <w:rPr>
      <w:rFonts w:eastAsiaTheme="minorHAnsi"/>
      <w:lang w:val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Заголовок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4</TotalTime>
  <Pages>1</Pages>
  <Words>244</Words>
  <Characters>1394</Characters>
  <Application>Microsoft Office Word</Application>
  <DocSecurity>0</DocSecurity>
  <Lines>11</Lines>
  <Paragraphs>3</Paragraphs>
  <ScaleCrop>false</ScaleCrop>
  <Company>Microsoft</Company>
  <LinksUpToDate>false</LinksUpToDate>
  <CharactersWithSpaces>1635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777</dc:creator>
  <cp:keywords/>
  <dc:description/>
  <cp:lastModifiedBy>777</cp:lastModifiedBy>
  <cp:revision>2</cp:revision>
  <dcterms:created xsi:type="dcterms:W3CDTF">2021-04-14T12:06:00Z</dcterms:created>
  <dcterms:modified xsi:type="dcterms:W3CDTF">2021-04-15T12:20:00Z</dcterms:modified>
</cp:coreProperties>
</file>