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BA5" w:rsidRDefault="00685BA5" w:rsidP="00685BA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85BA5" w:rsidRDefault="00685BA5" w:rsidP="00685B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85BA5" w:rsidRDefault="00685BA5" w:rsidP="00685B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85BA5" w:rsidRDefault="00685BA5" w:rsidP="00685B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BA5" w:rsidRDefault="00685BA5" w:rsidP="00685B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BA5" w:rsidRDefault="00685BA5" w:rsidP="00685B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BA5" w:rsidRDefault="00685BA5" w:rsidP="00685B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BA5" w:rsidRDefault="00685BA5" w:rsidP="00685B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85BA5" w:rsidRDefault="00685BA5" w:rsidP="00685BA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85BA5" w:rsidRDefault="00685BA5" w:rsidP="00685B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85BA5" w:rsidRDefault="00685BA5" w:rsidP="00685B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85BA5" w:rsidRDefault="00685BA5" w:rsidP="00685B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BA5" w:rsidRDefault="00685BA5" w:rsidP="00685B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85BA5" w:rsidRDefault="00685BA5" w:rsidP="00685B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85BA5" w:rsidRDefault="00685BA5" w:rsidP="00685B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85BA5" w:rsidRDefault="00685BA5" w:rsidP="00685BA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85BA5" w:rsidRDefault="00685BA5" w:rsidP="00685BA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№55</w:t>
      </w:r>
    </w:p>
    <w:p w:rsidR="00685BA5" w:rsidRPr="00AF2E62" w:rsidRDefault="00685BA5" w:rsidP="00685BA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85BA5" w:rsidRPr="00AF2E62" w:rsidRDefault="00685BA5" w:rsidP="00685BA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85BA5" w:rsidRPr="00AF2E62" w:rsidRDefault="00685BA5" w:rsidP="00685B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85BA5" w:rsidRPr="00AF2E62" w:rsidRDefault="00685BA5" w:rsidP="00685B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685BA5" w:rsidRPr="00AF2E62" w:rsidRDefault="00685BA5" w:rsidP="00685B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Шпаруку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В.І.</w:t>
      </w:r>
    </w:p>
    <w:p w:rsidR="00685BA5" w:rsidRPr="00AF2E62" w:rsidRDefault="00685BA5" w:rsidP="00685B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685BA5" w:rsidRPr="00AF2E62" w:rsidRDefault="00685BA5" w:rsidP="00685B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Шпарука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В.І.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685BA5" w:rsidRPr="00D02250" w:rsidRDefault="00685BA5" w:rsidP="00685B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685BA5" w:rsidRPr="00AF2E62" w:rsidRDefault="00685BA5" w:rsidP="00685B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Шпаруку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Ігоровичу,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F6913">
        <w:rPr>
          <w:rFonts w:ascii="Times New Roman" w:eastAsia="Calibri" w:hAnsi="Times New Roman" w:cs="Times New Roman"/>
          <w:sz w:val="24"/>
          <w:lang w:val="ru-RU" w:eastAsia="en-US"/>
        </w:rPr>
        <w:t>___________________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1,0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>розташована за межами  с. Крупець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685BA5" w:rsidRPr="00AF2E62" w:rsidRDefault="00685BA5" w:rsidP="00685B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Шпаруку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В.І.,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85BA5" w:rsidRPr="00AF2E62" w:rsidRDefault="00685BA5" w:rsidP="00685B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85BA5" w:rsidRPr="00AF2E62" w:rsidRDefault="00685BA5" w:rsidP="00685B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85BA5" w:rsidRPr="00AF2E62" w:rsidRDefault="00685BA5" w:rsidP="00685B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85BA5" w:rsidRDefault="00685BA5" w:rsidP="00685BA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85BA5" w:rsidRDefault="00685BA5" w:rsidP="00685BA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85BA5" w:rsidRDefault="00685BA5" w:rsidP="00685BA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165E7" w:rsidRPr="00685BA5" w:rsidRDefault="00685BA5" w:rsidP="00685B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2165E7" w:rsidRPr="00685BA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A5"/>
    <w:rsid w:val="002165E7"/>
    <w:rsid w:val="00685BA5"/>
    <w:rsid w:val="00CF6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A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85BA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85BA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85BA5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5BA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85BA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85BA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85BA5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236</Words>
  <Characters>1346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2021-07-07T06:35:00Z</dcterms:created>
  <dcterms:modified xsi:type="dcterms:W3CDTF">2021-07-07T08:18:00Z</dcterms:modified>
</cp:coreProperties>
</file>