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EB7" w:rsidRPr="00154EFF" w:rsidRDefault="00376EB7" w:rsidP="00376EB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EB7" w:rsidRDefault="00376EB7" w:rsidP="00376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6EB7" w:rsidRDefault="00376EB7" w:rsidP="00376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6EB7" w:rsidRDefault="00376EB7" w:rsidP="00376E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6EB7" w:rsidRDefault="00376EB7" w:rsidP="00376E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6EB7" w:rsidRDefault="00376EB7" w:rsidP="00376EB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№18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З.Й.</w:t>
      </w:r>
    </w:p>
    <w:p w:rsidR="00376EB7" w:rsidRPr="008D6F85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З.Й., сільська  рада </w:t>
      </w: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Зінаїді Йосипівні,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51862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5186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у приватну власність:</w:t>
      </w: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- земельну ділянку площею 4,3182 га,  кадастровий номер: 6823984000:03:003:0163, 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ведення  товарного сільськогосподарського виробництва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за межами населеного пункту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Крупець;</w:t>
      </w: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- земельну ділянку площею 0,3263 га,  кадастровий номер: 6823984000:03:018:0301, 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ведення  товарного сільськогосподарського виробництва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за межами населеного пункту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Крупець;</w:t>
      </w:r>
    </w:p>
    <w:p w:rsidR="00376EB7" w:rsidRPr="008D6F85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З.Й.,  посвідчити своє право  в  установленому  законом  порядку.</w:t>
      </w:r>
    </w:p>
    <w:p w:rsidR="00376EB7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6EB7" w:rsidRPr="00B566CC" w:rsidRDefault="00376EB7" w:rsidP="00376E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B07F4" w:rsidRPr="00376EB7" w:rsidRDefault="00376EB7" w:rsidP="00376E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5B07F4" w:rsidRPr="00376EB7" w:rsidSect="00376EB7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EB7"/>
    <w:rsid w:val="00376EB7"/>
    <w:rsid w:val="00551862"/>
    <w:rsid w:val="005B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76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76EB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E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76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76EB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298</Words>
  <Characters>1701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2022-02-08T06:33:00Z</dcterms:created>
  <dcterms:modified xsi:type="dcterms:W3CDTF">2022-02-08T11:12:00Z</dcterms:modified>
</cp:coreProperties>
</file>