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D02" w:rsidRDefault="00531D02" w:rsidP="00531D02">
      <w:pPr>
        <w:suppressAutoHyphens/>
        <w:spacing w:after="0" w:line="240" w:lineRule="auto"/>
        <w:ind w:right="-370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531D02" w:rsidRPr="006139BE" w:rsidRDefault="00531D02" w:rsidP="00531D02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  <w:r w:rsidR="008A1AC4" w:rsidRPr="008A1AC4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435" o:spid="_x0000_s1026" style="position:absolute;left:0;text-align:left;margin-left:3in;margin-top:9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G8EsQA&#10;AADcAAAADwAAAGRycy9kb3ducmV2LnhtbESPS4vCQBCE7wv+h6EXvK2TNYtKNqOIqHgQJD7uTabz&#10;YDM9ITNq/Pc7guCxqKqvqHTRm0bcqHO1ZQXfowgEcW51zaWC82nzNQPhPLLGxjIpeJCDxXzwkWKi&#10;7Z0zuh19KQKEXYIKKu/bREqXV2TQjWxLHLzCdgZ9kF0pdYf3ADeNHEfRRBqsOSxU2NKqovzveDUK&#10;bLzd7S/lOIvXPPW8PMyKS79XavjZL39BeOr9O/xq77SCn3gCzzPh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RvBL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2HlscA&#10;AADcAAAADwAAAGRycy9kb3ducmV2LnhtbESPQWsCMRSE70L/Q3gFL6JZrWi7NYoI21YPBbXQ62Pz&#10;utl287IkqW799U1B6HGYmW+YxaqzjTiRD7VjBeNRBoK4dLrmSsHbsRjegwgRWWPjmBT8UIDV8qa3&#10;wFy7M+/pdIiVSBAOOSowMba5lKE0ZDGMXEucvA/nLcYkfSW1x3OC20ZOsmwmLdacFgy2tDFUfh2+&#10;rYLP4tW8b+aXJz942NNlUOyem+1Mqf5tt34EEamL/+Fr+0UrmN7N4e9MOgJy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Nh5b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jG7MAA&#10;AADcAAAADwAAAGRycy9kb3ducmV2LnhtbERPzWrCQBC+C77DMoVepG6qRSR1FREV8SL+PMCQHbOh&#10;2dmQ3Zr07Z2D0OPH979Y9b5WD2pjFdjA5zgDRVwEW3Fp4HbdfcxBxYRssQ5MBv4owmo5HCwwt6Hj&#10;Mz0uqVQSwjFHAy6lJtc6Fo48xnFoiIW7h9ZjEtiW2rbYSbiv9STLZtpjxdLgsKGNo+Ln8uul5DTF&#10;0/HeXXf7HjvcHh2P1mdj3t/69TeoRH36F7/cB2vgaypr5YwcAb1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+jG7MAAAADc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06qMYA&#10;AADcAAAADwAAAGRycy9kb3ducmV2LnhtbESPQUsDMRSE70L/Q3gFbzZrrVXXpqVUBSl4sC2It8fm&#10;dXfp5iUkz+76740geBxm5htmsRpcp84UU+vZwPWkAEVcedtybeCwf7m6B5UE2WLnmQx8U4LVcnSx&#10;wNL6nt/pvJNaZQinEg00IqHUOlUNOUwTH4izd/TRoWQZa20j9hnuOj0tirl22HJeaDDQpqHqtPty&#10;Bt7657C9m98ew2ecTXV6svKxEWMux8P6EZTQIP/hv/arNTC7eYDfM/kI6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06qMYAAADc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i5l8AA&#10;AADcAAAADwAAAGRycy9kb3ducmV2LnhtbERPzWrCQBC+C77DMoVepG6qIpK6ioiKeBF/HmDIjtnQ&#10;7GzIbk369s6h0OPH979c975WT2pjFdjA5zgDRVwEW3Fp4H7bfyxAxYRssQ5MBn4pwno1HCwxt6Hj&#10;Cz2vqVQSwjFHAy6lJtc6Fo48xnFoiIV7hNZjEtiW2rbYSbiv9STL5tpjxdLgsKGto+L7+uOl5DzF&#10;8+nR3faHHjvcnRyPNhdj3t/6zReoRH36F/+5j9bAbCbz5YwcAb1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i5l8AAAADc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1F08UA&#10;AADcAAAADwAAAGRycy9kb3ducmV2LnhtbESPQUsDMRSE70L/Q3hCbzbbstayNi2lVhDBg1Uo3h6b&#10;193FzUtInt313xtB8DjMzDfMeju6Xl0ops6zgfmsAEVce9txY+D97fFmBSoJssXeMxn4pgTbzeRq&#10;jZX1A7/S5SiNyhBOFRpoRUKldapbcphmPhBn7+yjQ8kyNtpGHDLc9XpRFEvtsOO80GKgfUv15/HL&#10;GXgZDuH5bnl7Dh+xXOj0YOW0F2Om1+PuHpTQKP/hv/aTNVCWc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zUXT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QntcUA&#10;AADcAAAADwAAAGRycy9kb3ducmV2LnhtbESPQWsCMRSE7wX/Q3iCF6lZrS1laxQVgkILpSr0+tg8&#10;d5duXpYkutt/bwpCj8PMfMMsVr1txJV8qB0rmE4yEMSFMzWXCk5H/fgKIkRkg41jUvBLAVbLwcMC&#10;c+M6/qLrIZYiQTjkqKCKsc2lDEVFFsPEtcTJOztvMSbpS2k8dgluGznLshdpsea0UGFL24qKn8PF&#10;Kth8duWTHxeb3r2fd9/PWhv9oZUaDfv1G4hIffwP39t7o2A+n8H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pCe1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Rmq8QA&#10;AADcAAAADwAAAGRycy9kb3ducmV2LnhtbESPwWrDMBBE74X8g9hAb43c1A3BjRxCiyGUXprkAxZr&#10;a7m2VkZSHOfvq0Cgx2Fm3jCb7WR7MZIPrWMFz4sMBHHtdMuNgtOxelqDCBFZY++YFFwpwLacPWyw&#10;0O7C3zQeYiMShEOBCkyMQyFlqA1ZDAs3ECfvx3mLMUnfSO3xkuC2l8ssW0mLLacFgwO9G6q7w9kq&#10;qD6XX2N31r5yuym39Gp+1x9Gqcf5tHsDEWmK/+F7e68V5PkL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EZqv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EaWsYA&#10;AADcAAAADwAAAGRycy9kb3ducmV2LnhtbESPUUvDMBSF34X9h3AFX8Slc1WkWza2QXDgQKzCXi/N&#10;XVtsbkoS1+7fL4Lg4+Gc8x3Ocj3aTpzJh9axgtk0A0FcOdNyreDrUz+8gAgR2WDnmBRcKMB6NblZ&#10;YmHcwB90LmMtEoRDgQqaGPtCylA1ZDFMXU+cvJPzFmOSvpbG45DgtpOPWfYsLbacFhrsaddQ9V3+&#10;WAXb96Ge+/tqO7q30+vxSWujD1qpu9txswARaYz/4b/23ijI8xx+z6Qj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wEaWs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FbRMMA&#10;AADcAAAADwAAAGRycy9kb3ducmV2LnhtbESPwWrDMBBE74H8g9hCb7Hc4JTgRA4hxVBKL03yAYu1&#10;tVxbKyMpjvv3VaHQ4zAzb5j9YbaDmMiHzrGCpywHQdw43XGr4HqpV1sQISJrHByTgm8KcKiWiz2W&#10;2t35g6ZzbEWCcChRgYlxLKUMjSGLIXMjcfI+nbcYk/St1B7vCW4Huc7zZ2mx47RgcKSToaY/36yC&#10;+m39PvU37Wt3nAtLG/O1fTFKPT7Mxx2ISHP8D/+1X7WCotjA75l0BGT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FbRM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iw8L4A&#10;AADcAAAADwAAAGRycy9kb3ducmV2LnhtbESPzQrCMBCE74LvEFbwpqm/SDWKCIoerT7A0qxtsdnU&#10;Jtr69kYQPA4z3wyz2rSmFC+qXWFZwWgYgSBOrS44U3C97AcLEM4jaywtk4I3Odisu50Vxto2fKZX&#10;4jMRStjFqCD3voqldGlOBt3QVsTBu9naoA+yzqSusQnlppTjKJpLgwWHhRwr2uWU3pOnUTB9N4dH&#10;MrtHe21odJpUJ/bpTKl+r90uQXhq/T/8o486cNM5fM+EIyD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HYsPC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/mHsIA&#10;AADcAAAADwAAAGRycy9kb3ducmV2LnhtbESPzarCMBSE94LvEI7gTlNF/Ok1iiiKuNLqvetDc2zL&#10;bU5KE7W+vREEl8PMfMPMl40pxZ1qV1hWMOhHIIhTqwvOFFzO294UhPPIGkvLpOBJDpaLdmuOsbYP&#10;PtE98ZkIEHYxKsi9r2IpXZqTQde3FXHwrrY26IOsM6lrfAS4KeUwisbSYMFhIceK1jml/8nNKLiN&#10;/4YXvh70Mdk8d7PNduXkb6ZUt9OsfkB4avw3/GnvtYLRaALvM+EI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X+Ye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zDf8QA&#10;AADdAAAADwAAAGRycy9kb3ducmV2LnhtbERPPW/CMBDdkfgP1iGxgUNAEQ0Y1FZCKgxF0HZgO+Ij&#10;CY3PIXYh/Hs8VGJ8et/zZWsqcaXGlZYVjIYRCOLM6pJzBd9fq8EUhPPIGivLpOBODpaLbmeOqbY3&#10;3tF173MRQtilqKDwvk6ldFlBBt3Q1sSBO9nGoA+wyaVu8BbCTSXjKEqkwZJDQ4E1vReU/e7/jIKf&#10;7TR52b6tJ+fN5xHHRl8OukyU6vfa1xkIT61/iv/dH1pBHEdhbngTn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cw3/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ikF8UA&#10;AADdAAAADwAAAGRycy9kb3ducmV2LnhtbESPT4vCMBTE78J+h/AEb5raFXG7Rlld/IMnV4W9Pppn&#10;W2xeShO1+umNIHgcZuY3zHjamFJcqHaFZQX9XgSCOLW64EzBYb/ojkA4j6yxtEwKbuRgOvlojTHR&#10;9sp/dNn5TAQIuwQV5N5XiZQuzcmg69mKOHhHWxv0QdaZ1DVeA9yUMo6ioTRYcFjIsaJ5TulpdzYK&#10;7sN/3LpVPPv91J5ug9HSbrZLpTrt5ucbhKfGv8Ov9loriOPoC55vwhO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qKQX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PI78IA&#10;AADdAAAADwAAAGRycy9kb3ducmV2LnhtbERP3WrCMBS+H/gO4QjezdTSDVeNIqOCd5vVBzg0Z2mx&#10;OalN1tY9/XIx2OXH97/dT7YVA/W+caxgtUxAEFdON2wUXC/H5zUIH5A1to5JwYM87Hezpy3m2o18&#10;pqEMRsQQ9jkqqEPocil9VZNFv3QdceS+XG8xRNgbqXscY7htZZokr9Jiw7Ghxo7ea6pu5bdVcHfp&#10;i57KAj9uxdtnY0x2/zlnSi3m02EDItAU/sV/7pNWkKaruD++iU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k8jv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7nHMUA&#10;AADdAAAADwAAAGRycy9kb3ducmV2LnhtbESPzW7CMBCE75X6DtYi9QZOUkEhYBAgVeLKz6HHxV6S&#10;QLxOYwMpT19XQupxNDPfaGaLztbiRq2vHCtIBwkIYu1MxYWCw/6zPwbhA7LB2jEp+CEPi/nrywxz&#10;4+68pdsuFCJC2OeooAyhyaX0uiSLfuAa4uidXGsxRNkW0rR4j3BbyyxJRtJixXGhxIbWJenL7moV&#10;bKojDUf6NLHjld5+Pb7D+8fZKPXW65ZTEIG68B9+tjdGQZalKfy9i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/uc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WKn8IA&#10;AADdAAAADwAAAGRycy9kb3ducmV2LnhtbERPW2vCMBR+H/gfwhH2NlPzMLZqFBUGk22CF/T10Byb&#10;YnNSmljrv18GAx+/O9903rtadNSGyrOG8SgDQVx4U3Gp4bD/eHkDESKywdozabhTgPls8DTF3Pgb&#10;b6nbxVKkEg45arAxNrmUobDkMIx8Q5y0s28dxgTbUpoWb6nc1VJl2at0WHFasNjQylJx2V2dhg43&#10;9+xklz/v6+q7UJvl8cskXj8P+8UERKQ+Psz/6U+jQamxgr836QnI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JYqf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KRZMQA&#10;AADdAAAADwAAAGRycy9kb3ducmV2LnhtbESPQUsDMRSE74L/ITzBm802gsjatBSh4lFXDz0+N6+b&#10;bTfvLUnsrv56Iwgeh5n5hllt5jCoM8XUC1tYLipQxK24njsL72+7m3tQKSM7HITJwhcl2KwvL1ZY&#10;O5n4lc5N7lSBcKrRgs95rLVOraeAaSEjcfEOEgPmImOnXcSpwMOgTVXd6YA9lwWPIz16ak/NZ7Aw&#10;PbUfR3PYO/8dR9k1L3I0g1h7fTVvH0BlmvN/+K/97CwYs7yF3zflCe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SkW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K+5sYA&#10;AADdAAAADwAAAGRycy9kb3ducmV2LnhtbESPT2sCMRTE7wW/Q3hCbzVrDlZWo/ingpSWorb3183r&#10;7mrysmyibr+9EQo9DjPzG2Y675wVF2pD7VnDcJCBIC68qbnU8HnYPI1BhIhs0HomDb8UYD7rPUwx&#10;N/7KO7rsYykShEOOGqoYm1zKUFTkMAx8Q5y8H986jEm2pTQtXhPcWamybCQd1pwWKmxoVVFx2p+d&#10;hs3H2h7V+27xJePq5fnbjl+X6zetH/vdYgIiUhf/w3/trdGglBrB/U16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K+5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nWxMYA&#10;AADdAAAADwAAAGRycy9kb3ducmV2LnhtbESPQWvCQBSE74L/YXmFXkQ3RqqSuooIRYUWahR6fWZf&#10;k2D2bciuMf77bkHwOMzMN8xi1ZlKtNS40rKC8SgCQZxZXXKu4HT8GM5BOI+ssbJMCu7kYLXs9xaY&#10;aHvjA7Wpz0WAsEtQQeF9nUjpsoIMupGtiYP3axuDPsgml7rBW4CbSsZRNJUGSw4LBda0KSi7pFej&#10;oP3+POe71tX7y3zg3ibn7fZL/yj1+tKt30F46vwz/GjvtII4jmfw/yY8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snWx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c+f8QA&#10;AADdAAAADwAAAGRycy9kb3ducmV2LnhtbERPTWsCMRC9F/wPYYTeatbQFl2NooLQS0GtB72Nm3F3&#10;cTNZk1S3/fXmUOjx8b6n88424kY+1I41DAcZCOLCmZpLDfuv9csIRIjIBhvHpOGHAsxnvacp5sbd&#10;eUu3XSxFCuGQo4YqxjaXMhQVWQwD1xIn7uy8xZigL6XxeE/htpEqy96lxZpTQ4UtrSoqLrtvq2E5&#10;Hi2vm1f+/N2ejnQ8nC5vymdaP/e7xQREpC7+i//cH0aDUirNTW/SE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3Pn/EAAAA3QAAAA8AAAAAAAAAAAAAAAAAmAIAAGRycy9k&#10;b3ducmV2LnhtbFBLBQYAAAAABAAEAPUAAACJAwAAAAA=&#10;" fillcolor="black" stroked="f"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JY6sgA&#10;AADdAAAADwAAAGRycy9kb3ducmV2LnhtbESPT2sCMRTE70K/Q3iF3jTbgGJXo9Q/hUL1oO3B4+vm&#10;dTfs5mXZpLr66ZtCocdhZn7DzJe9a8SZumA9a3gcZSCIC28slxo+3l+GUxAhIhtsPJOGKwVYLu4G&#10;c8yNv/CBzsdYigThkKOGKsY2lzIUFTkMI98SJ+/Ldw5jkl0pTYeXBHeNVFk2kQ4tp4UKW1pXVNTH&#10;b6fh9Dax04Ml9bm7rbZmN65X+02t9cN9/zwDEamP/+G/9qvRoJR6gt836QnIx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kljq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RZH8MA&#10;AADdAAAADwAAAGRycy9kb3ducmV2LnhtbERPz2vCMBS+D/wfwhN2m+k6EOlMi2yIu+ygbuz6aJ5N&#10;bfPSJVGrf/1yGHj8+H4vq9H24kw+tI4VPM8yEMS10y03Cr7266cFiBCRNfaOScGVAlTl5GGJhXYX&#10;3tJ5FxuRQjgUqMDEOBRShtqQxTBzA3HiDs5bjAn6RmqPlxRue5ln2VxabDk1GBzozVDd7U5WgV/9&#10;vHc3Pn132e3zGjbH8XeBRqnH6bh6BRFpjHfxv/tDK8jzl7Q/vUlPQJ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JRZH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xZNsUA&#10;AADdAAAADwAAAGRycy9kb3ducmV2LnhtbESPUWvCQBCE3wv+h2OFvpR6MYK2qaeIIBQqgtYfsM1t&#10;k9C7vZBbNfbXe4WCj8PMfMPMl7136kxdbAIbGI8yUMRlsA1XBo6fm+cXUFGQLbrAZOBKEZaLwcMc&#10;CxsuvKfzQSqVIBwLNFCLtIXWsazJYxyFljh536HzKEl2lbYdXhLcO51n2VR7bDgt1NjSuqby53Dy&#10;Blz+5V4/ZnEr16PeZr9e9k87a8zjsF+9gRLq5R7+b79bA3k+GcPfm/QE9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jFk2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LIBcUA&#10;AADdAAAADwAAAGRycy9kb3ducmV2LnhtbESPQUsDMRSE74L/ITzBm82agsh206KWwl48uLb0+nbz&#10;3CwmL8smbVd/vREEj8PMfMNUm9k7caYpDoE13C8KEMRdMAP3Gvbvu7tHEDEhG3SBScMXRdisr68q&#10;LE248Budm9SLDOFYogab0lhKGTtLHuMijMTZ+wiTx5Tl1Esz4SXDvZOqKB6kx4HzgsWRXix1n83J&#10;a9g2o1P72j7H4+G1bV39vaPjVuvbm/lpBSLRnP7Df+3aaFBqqeD3TX4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0sgF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kiL8QA&#10;AADdAAAADwAAAGRycy9kb3ducmV2LnhtbESPQWsCMRSE7wX/Q3iCt5q4gpXVKCIVBE+1evD2SJ67&#10;q5uXZZO66783hUKPw8x8wyzXvavFg9pQedYwGSsQxMbbigsNp+/d+xxEiMgWa8+k4UkB1qvB2xJz&#10;6zv+oscxFiJBOOSooYyxyaUMpiSHYewb4uRdfeswJtkW0rbYJbirZabUTDqsOC2U2NC2JHM//jgN&#10;t508eKPQnE/nbm8/Lp8zqpXWo2G/WYCI1Mf/8F97bzVk2XQKv2/S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JIi/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kYdcYA&#10;AADdAAAADwAAAGRycy9kb3ducmV2LnhtbESPQWvCQBSE7wX/w/IEb3VjLEWim6CFglh6qBbx+Mw+&#10;k5Ds27C7avz33UKhx2FmvmFWxWA6cSPnG8sKZtMEBHFpdcOVgu/D+/MChA/IGjvLpOBBHop89LTC&#10;TNs7f9FtHyoRIewzVFCH0GdS+rImg35qe+LoXawzGKJ0ldQO7xFuOpkmyas02HBcqLGnt5rKdn81&#10;Ck7XD758zndrtwlHOxx8m54XrVKT8bBeggg0hP/wX3urFaTp/AV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kYd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8HPMcA&#10;AADdAAAADwAAAGRycy9kb3ducmV2LnhtbESPT2sCMRTE74V+h/AEbzXrWkVXo9SC0Euh/jno7bl5&#10;7i5uXrZJ1G0/fSMUPA4z8xtmtmhNLa7kfGVZQb+XgCDOra64ULDbrl7GIHxA1lhbJgU/5GExf36a&#10;Yabtjdd03YRCRAj7DBWUITSZlD4vyaDv2YY4eifrDIYoXSG1w1uEm1qmSTKSBiuOCyU29F5Sft5c&#10;jILlZLz8/nrlz9/18UCH/fE8TF2iVLfTvk1BBGrDI/zf/tAK0nQwhPub+ATk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vBzzHAAAA3QAAAA8AAAAAAAAAAAAAAAAAmAIAAGRy&#10;cy9kb3ducmV2LnhtbFBLBQYAAAAABAAEAPUAAACMAwAAAAA=&#10;" fillcolor="black" stroked="f"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FjSsUA&#10;AADdAAAADwAAAGRycy9kb3ducmV2LnhtbESPwWrDMBBE74X8g9hAb40cB0JxowQTCC09OWlLrxtr&#10;a5laKyOpivv3UaDQ4zAzb5jNbrKDSORD71jBclGAIG6d7rlT8P52eHgEESKyxsExKfilALvt7G6D&#10;lXYXPlI6xU5kCIcKFZgYx0rK0BqyGBZuJM7el/MWY5a+k9rjJcPtIMuiWEuLPecFgyPtDbXfpx+r&#10;IJ33Tb1Kn8kcX33dedc8f5wbpe7nU/0EItIU/8N/7RetoCxXa7i9yU9Ab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gWNK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omI8cA&#10;AADdAAAADwAAAGRycy9kb3ducmV2LnhtbESPQWvCQBSE70L/w/IK3urGCNamriLSFu1FG4X2+Mi+&#10;ZoPZtyG7jdFf3y0UPA4z8w0zX/a2Fh21vnKsYDxKQBAXTldcKjgeXh9mIHxA1lg7JgUX8rBc3A3m&#10;mGl35g/q8lCKCGGfoQITQpNJ6QtDFv3INcTR+3atxRBlW0rd4jnCbS3TJJlKixXHBYMNrQ0Vp/zH&#10;KvDj9cvnu70+dV9vhnf51kz3pVFqeN+vnkEE6sMt/N/eaAVpOnmEvzfxCc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1KJiP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31D02" w:rsidRDefault="00531D02" w:rsidP="00531D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531D02" w:rsidRPr="006139BE" w:rsidRDefault="00531D02" w:rsidP="00531D02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531D02" w:rsidRPr="006139BE" w:rsidRDefault="00531D02" w:rsidP="00531D0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531D02" w:rsidRPr="006139BE" w:rsidRDefault="00531D02" w:rsidP="00531D0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531D02" w:rsidRPr="006139BE" w:rsidRDefault="00531D02" w:rsidP="00531D0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31D02" w:rsidRPr="006139BE" w:rsidRDefault="00531D02" w:rsidP="00531D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531D02" w:rsidRPr="006139BE" w:rsidRDefault="00531D02" w:rsidP="00531D0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531D02" w:rsidRPr="006139BE" w:rsidRDefault="00531D02" w:rsidP="00531D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531D02" w:rsidRPr="006139BE" w:rsidRDefault="00531D02" w:rsidP="00531D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531D02" w:rsidRPr="006139BE" w:rsidRDefault="00531D02" w:rsidP="00531D0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531D02" w:rsidRPr="006139BE" w:rsidRDefault="00531D02" w:rsidP="00531D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531D02" w:rsidRPr="006139BE" w:rsidRDefault="00531D02" w:rsidP="00531D0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ХХ___  сесії сільської ради  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531D02" w:rsidRPr="006139BE" w:rsidRDefault="00531D02" w:rsidP="00531D0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31D02" w:rsidRPr="006139BE" w:rsidRDefault="00531D02" w:rsidP="00531D0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  <w:t>__.01.2020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р.                                 Крупець                                        №_____</w:t>
      </w:r>
    </w:p>
    <w:p w:rsidR="00531D02" w:rsidRPr="006139BE" w:rsidRDefault="00531D02" w:rsidP="00531D0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31D02" w:rsidRPr="006139BE" w:rsidRDefault="00531D02" w:rsidP="00531D02">
      <w:pPr>
        <w:overflowPunct w:val="0"/>
        <w:autoSpaceDE w:val="0"/>
        <w:autoSpaceDN w:val="0"/>
        <w:adjustRightInd w:val="0"/>
        <w:spacing w:after="0" w:line="240" w:lineRule="auto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</w:t>
      </w: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  <w:t xml:space="preserve">оємцю земельної частки (паю) Гуменюку В.С. </w:t>
      </w: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  <w:t xml:space="preserve"> на території  Крупецької сільської  ради </w:t>
      </w:r>
      <w:r w:rsidRPr="006139BE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 xml:space="preserve"> </w:t>
      </w:r>
    </w:p>
    <w:p w:rsidR="00531D02" w:rsidRPr="006139BE" w:rsidRDefault="00531D02" w:rsidP="00531D02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</w:pPr>
    </w:p>
    <w:p w:rsidR="00531D02" w:rsidRPr="006139BE" w:rsidRDefault="00531D02" w:rsidP="00531D0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рейдерству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та стимулювання зрошення в Україні» від 10.07.2018 року № 2498-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VIII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 Закону  України  «Про державну реєстрацію речових  прав  на нерухоме майно та їх обтяжень», розглянувши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яву  Гуменюка В.С.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 сільська  рада   ВИРІШИЛА:</w:t>
      </w:r>
    </w:p>
    <w:p w:rsidR="00531D02" w:rsidRPr="006139BE" w:rsidRDefault="00531D02" w:rsidP="00531D02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</w:pPr>
    </w:p>
    <w:p w:rsidR="00531D02" w:rsidRPr="006139BE" w:rsidRDefault="00531D02" w:rsidP="00531D0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ru-RU"/>
        </w:rPr>
      </w:pP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      1. Надати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Гуменюку Володимиру Сергійовичу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який зареєстрований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CB79F0" w:rsidRPr="00CB79F0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112,  розміром 5,22 в умовних кадастрових гектарах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(сертифікат на право на земельну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частку  (пай) серія ХМ №0336958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),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яка розташована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>на території Крупе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цької сільської ради. </w:t>
      </w:r>
    </w:p>
    <w:p w:rsidR="00531D02" w:rsidRPr="006139BE" w:rsidRDefault="00531D02" w:rsidP="00531D0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2. Гуменюку В.С.</w:t>
      </w:r>
      <w:r w:rsidRPr="006139B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розробити технічну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>документацію із землеустрою щодо встановлення (відновлення) меж земельної  ділянки   в натурі (на місцевості)</w:t>
      </w:r>
      <w:r w:rsidRPr="006139B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для передачі її у власність та подати на  розгляд сесії сільської ради.</w:t>
      </w:r>
    </w:p>
    <w:p w:rsidR="00531D02" w:rsidRDefault="00531D02" w:rsidP="00531D0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6139B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lastRenderedPageBreak/>
        <w:t>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а та благоустрою (Денисюк Т.В.)</w:t>
      </w:r>
    </w:p>
    <w:p w:rsidR="00531D02" w:rsidRPr="006139BE" w:rsidRDefault="00531D02" w:rsidP="00531D0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531D02" w:rsidRDefault="00531D02" w:rsidP="00531D0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531D02" w:rsidRPr="006139BE" w:rsidRDefault="00531D02" w:rsidP="00531D0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531D02" w:rsidRDefault="00531D02" w:rsidP="00531D0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139B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</w:t>
      </w:r>
    </w:p>
    <w:p w:rsidR="001751B1" w:rsidRDefault="001751B1"/>
    <w:sectPr w:rsidR="001751B1" w:rsidSect="001751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531D02"/>
    <w:rsid w:val="00171A2E"/>
    <w:rsid w:val="001751B1"/>
    <w:rsid w:val="00304C90"/>
    <w:rsid w:val="00505B6D"/>
    <w:rsid w:val="00531D02"/>
    <w:rsid w:val="00692ABD"/>
    <w:rsid w:val="006D3977"/>
    <w:rsid w:val="007D6C18"/>
    <w:rsid w:val="008A1AC4"/>
    <w:rsid w:val="00CB79F0"/>
    <w:rsid w:val="00D1641A"/>
    <w:rsid w:val="00DE6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D02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353</Words>
  <Characters>2016</Characters>
  <Application>Microsoft Office Word</Application>
  <DocSecurity>0</DocSecurity>
  <Lines>16</Lines>
  <Paragraphs>4</Paragraphs>
  <ScaleCrop>false</ScaleCrop>
  <Company>Microsoft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2020-01-13T06:57:00Z</dcterms:created>
  <dcterms:modified xsi:type="dcterms:W3CDTF">2020-01-13T07:17:00Z</dcterms:modified>
</cp:coreProperties>
</file>