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FB7" w:rsidRDefault="00574FB7" w:rsidP="00574FB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FB7" w:rsidRDefault="00574FB7" w:rsidP="00574F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4FB7" w:rsidRDefault="00574FB7" w:rsidP="00574F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FB7" w:rsidRDefault="00574FB7" w:rsidP="00574F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4FB7" w:rsidRDefault="00574FB7" w:rsidP="00574F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FB7" w:rsidRDefault="00574FB7" w:rsidP="00574F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4FB7" w:rsidRDefault="00574FB7" w:rsidP="00574F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FB7" w:rsidRDefault="00574FB7" w:rsidP="00574F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4FB7" w:rsidRDefault="00574FB7" w:rsidP="00574F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FB7" w:rsidRDefault="00574FB7" w:rsidP="00574F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4FB7" w:rsidRDefault="00574FB7" w:rsidP="00574F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FB7" w:rsidRDefault="00574FB7" w:rsidP="00574F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4FB7" w:rsidRDefault="00574FB7" w:rsidP="00574F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FB7" w:rsidRDefault="00574FB7" w:rsidP="00574F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4FB7" w:rsidRDefault="00574FB7" w:rsidP="00574F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FB7" w:rsidRDefault="00574FB7" w:rsidP="00574F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4FB7" w:rsidRDefault="00574FB7" w:rsidP="00574F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FB7" w:rsidRDefault="00574FB7" w:rsidP="00574F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4FB7" w:rsidRDefault="00574FB7" w:rsidP="00574F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FB7" w:rsidRDefault="00574FB7" w:rsidP="00574F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4FB7" w:rsidRDefault="00574FB7" w:rsidP="00574F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FB7" w:rsidRDefault="00574FB7" w:rsidP="00574F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FB7" w:rsidRDefault="00574FB7" w:rsidP="00574F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FB7" w:rsidRDefault="00574FB7" w:rsidP="00574F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FB7" w:rsidRDefault="00574FB7" w:rsidP="00574F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FB7" w:rsidRDefault="00574FB7" w:rsidP="00574F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FB7" w:rsidRDefault="00574FB7" w:rsidP="00574F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FB7" w:rsidRDefault="00574FB7" w:rsidP="00574F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FB7" w:rsidRDefault="00574FB7" w:rsidP="00574F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FB7" w:rsidRDefault="00574FB7" w:rsidP="00574F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FB7" w:rsidRDefault="00574FB7" w:rsidP="00574F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74FB7" w:rsidRDefault="00574FB7" w:rsidP="00574F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74FB7" w:rsidRDefault="00574FB7" w:rsidP="00574F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74FB7" w:rsidRDefault="00574FB7" w:rsidP="00574F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74FB7" w:rsidRDefault="00574FB7" w:rsidP="00574F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74FB7" w:rsidRDefault="00574FB7" w:rsidP="00574F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74FB7" w:rsidRDefault="00574FB7" w:rsidP="00574F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74FB7" w:rsidRDefault="00574FB7" w:rsidP="00574F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74FB7" w:rsidRDefault="00574FB7" w:rsidP="00574F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74FB7" w:rsidRDefault="00574FB7" w:rsidP="00574F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74FB7" w:rsidRDefault="00574FB7" w:rsidP="00574F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74FB7" w:rsidRDefault="00574FB7" w:rsidP="00574F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74FB7" w:rsidRDefault="00574FB7" w:rsidP="00574F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74FB7" w:rsidRDefault="00574FB7" w:rsidP="00574F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74FB7" w:rsidRDefault="00574FB7" w:rsidP="00574F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74FB7" w:rsidRDefault="00574FB7" w:rsidP="00574F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74FB7" w:rsidRDefault="00574FB7" w:rsidP="00574F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74FB7" w:rsidRDefault="00574FB7" w:rsidP="00574F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74FB7" w:rsidRDefault="00574FB7" w:rsidP="00574F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74FB7" w:rsidRDefault="00574FB7" w:rsidP="00574F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74FB7" w:rsidRDefault="00574FB7" w:rsidP="00574F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574FB7" w:rsidRDefault="00574FB7" w:rsidP="00574F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74FB7" w:rsidRDefault="00574FB7" w:rsidP="00574F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74FB7" w:rsidRDefault="00574FB7" w:rsidP="00574F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74FB7" w:rsidRDefault="00574FB7" w:rsidP="00574F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74FB7" w:rsidRDefault="00574FB7" w:rsidP="00574F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74FB7" w:rsidRDefault="00574FB7" w:rsidP="00574F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74FB7" w:rsidRDefault="00574FB7" w:rsidP="00574F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574FB7" w:rsidRDefault="00574FB7" w:rsidP="00574F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74FB7" w:rsidRDefault="00574FB7" w:rsidP="00574F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74FB7" w:rsidRDefault="00574FB7" w:rsidP="00574F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74FB7" w:rsidRDefault="00574FB7" w:rsidP="00574F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74FB7" w:rsidRDefault="00574FB7" w:rsidP="00574F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74FB7" w:rsidRDefault="00574FB7" w:rsidP="00574F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74FB7" w:rsidRDefault="00574FB7" w:rsidP="00574F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74FB7" w:rsidRDefault="00574FB7" w:rsidP="00574F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74FB7" w:rsidRDefault="00574FB7" w:rsidP="00574FB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74FB7" w:rsidRDefault="00574FB7" w:rsidP="00574F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74FB7" w:rsidRDefault="00574FB7" w:rsidP="00574F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74FB7" w:rsidRDefault="00574FB7" w:rsidP="00574F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74FB7" w:rsidRDefault="00574FB7" w:rsidP="00574F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574FB7" w:rsidRDefault="00574FB7" w:rsidP="00574F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74FB7" w:rsidRDefault="00574FB7" w:rsidP="00574F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574FB7" w:rsidRDefault="00574FB7" w:rsidP="00574FB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74FB7" w:rsidRDefault="00574FB7" w:rsidP="00574FB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№45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574FB7" w:rsidRDefault="00574FB7" w:rsidP="00574FB7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574FB7" w:rsidRDefault="00574FB7" w:rsidP="00574FB7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574FB7" w:rsidRDefault="00574FB7" w:rsidP="00574FB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574FB7" w:rsidRDefault="00574FB7" w:rsidP="00574FB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574FB7" w:rsidRDefault="00574FB7" w:rsidP="00574FB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>Дмитрук Г.А</w:t>
      </w:r>
    </w:p>
    <w:p w:rsidR="00574FB7" w:rsidRDefault="00574FB7" w:rsidP="00574FB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574FB7" w:rsidRDefault="00574FB7" w:rsidP="00574FB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12,116,118, 121 та 122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Дмитрук Г.А.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574FB7" w:rsidRPr="00DA10B1" w:rsidRDefault="00574FB7" w:rsidP="00574FB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574FB7" w:rsidRDefault="00574FB7" w:rsidP="00574FB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Дмитрук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Галині Антонівні 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A009D1" w:rsidRPr="00A009D1">
        <w:rPr>
          <w:rFonts w:ascii="Times New Roman" w:eastAsia="Calibri" w:hAnsi="Times New Roman" w:cs="Times New Roman"/>
          <w:sz w:val="24"/>
          <w:lang w:eastAsia="en-US"/>
        </w:rPr>
        <w:t>_</w:t>
      </w:r>
      <w:r w:rsidR="00A009D1">
        <w:rPr>
          <w:rFonts w:ascii="Times New Roman" w:eastAsia="Calibri" w:hAnsi="Times New Roman" w:cs="Times New Roman"/>
          <w:sz w:val="24"/>
          <w:lang w:val="ru-RU" w:eastAsia="en-US"/>
        </w:rPr>
        <w:t>_________________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0,2500 га, для будівництва і обслуговування господарських будівель та споруд (присадибна ділянка),   яка розташована в Хмельницька область, Шепетівський район,  с. Крупець.</w:t>
      </w:r>
    </w:p>
    <w:p w:rsidR="00574FB7" w:rsidRDefault="00574FB7" w:rsidP="00574FB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Дмитрук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Г.А, 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574FB7" w:rsidRDefault="00574FB7" w:rsidP="00574FB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574FB7" w:rsidRDefault="00574FB7" w:rsidP="00574FB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74FB7" w:rsidRDefault="00574FB7" w:rsidP="00574FB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74FB7" w:rsidRDefault="00574FB7" w:rsidP="00574FB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74FB7" w:rsidRPr="00574FB7" w:rsidRDefault="00574FB7" w:rsidP="00574FB7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F06062" w:rsidRPr="00574FB7" w:rsidRDefault="00574FB7" w:rsidP="00574FB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    Валерій   МИХАЛЮК</w:t>
      </w:r>
    </w:p>
    <w:sectPr w:rsidR="00F06062" w:rsidRPr="00574FB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FB7"/>
    <w:rsid w:val="00574FB7"/>
    <w:rsid w:val="00A009D1"/>
    <w:rsid w:val="00F0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FB7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574FB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74FB7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574FB7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FB7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574FB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74FB7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574FB7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248</Words>
  <Characters>1416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2021-07-26T12:33:00Z</dcterms:created>
  <dcterms:modified xsi:type="dcterms:W3CDTF">2021-07-27T07:22:00Z</dcterms:modified>
</cp:coreProperties>
</file>