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4EA" w:rsidRDefault="004164EA" w:rsidP="004164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164EA" w:rsidRDefault="004164EA" w:rsidP="004164EA"/>
    <w:p w:rsidR="004164EA" w:rsidRDefault="004164EA" w:rsidP="004164EA"/>
    <w:p w:rsidR="004164EA" w:rsidRDefault="004164EA" w:rsidP="004164E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164EA" w:rsidRDefault="004164EA" w:rsidP="004164E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164EA" w:rsidRDefault="004164EA" w:rsidP="004164E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164EA" w:rsidRDefault="004164EA" w:rsidP="004164E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164EA" w:rsidRDefault="004164EA" w:rsidP="004164E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64EA" w:rsidRDefault="004164EA" w:rsidP="004164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164EA" w:rsidRDefault="004164EA" w:rsidP="004164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64EA" w:rsidRDefault="004164EA" w:rsidP="004164E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164EA" w:rsidRPr="0063686B" w:rsidRDefault="004164EA" w:rsidP="004164E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4164EA" w:rsidRPr="00E52C0C" w:rsidRDefault="004164EA" w:rsidP="004164EA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4164EA" w:rsidRPr="00E52C0C" w:rsidRDefault="004164EA" w:rsidP="004164E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2C0C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4164EA" w:rsidRPr="00E52C0C" w:rsidRDefault="004164EA" w:rsidP="004164E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4164EA" w:rsidRPr="00E52C0C" w:rsidRDefault="004164EA" w:rsidP="004164E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Ні</w:t>
      </w:r>
      <w:proofErr w:type="gramStart"/>
      <w:r w:rsidRPr="00E52C0C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E52C0C">
        <w:rPr>
          <w:rFonts w:ascii="Times New Roman" w:hAnsi="Times New Roman" w:cs="Times New Roman"/>
          <w:b/>
          <w:sz w:val="24"/>
          <w:szCs w:val="24"/>
        </w:rPr>
        <w:t>ітюка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4164EA" w:rsidRPr="00E52C0C" w:rsidRDefault="004164EA" w:rsidP="004164E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164EA" w:rsidRPr="00E52C0C" w:rsidRDefault="004164EA" w:rsidP="004164E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Нік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ітюка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4164EA" w:rsidRPr="00E52C0C" w:rsidRDefault="004164EA" w:rsidP="004164E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4164EA" w:rsidRPr="00E52C0C" w:rsidRDefault="004164EA" w:rsidP="004164E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Нікітюку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Вадиму Валентиновичу проект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для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0,2540 га, яка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оловлі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>.</w:t>
      </w:r>
    </w:p>
    <w:p w:rsidR="004164EA" w:rsidRPr="00E52C0C" w:rsidRDefault="004164EA" w:rsidP="004164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Нікітюку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Вадиму Валентиновичу,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: </w:t>
      </w:r>
      <w:r w:rsidR="00AA7CCE">
        <w:rPr>
          <w:rFonts w:ascii="Times New Roman" w:hAnsi="Times New Roman" w:cs="Times New Roman"/>
          <w:sz w:val="24"/>
          <w:szCs w:val="24"/>
          <w:lang w:val="en-US"/>
        </w:rPr>
        <w:t>______________</w:t>
      </w:r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AA7CCE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Pr="00E52C0C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0,2540 га,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номер: 6823982100:01:007:0042, для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оловлі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>.</w:t>
      </w:r>
    </w:p>
    <w:p w:rsidR="004164EA" w:rsidRPr="00E52C0C" w:rsidRDefault="004164EA" w:rsidP="004164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Нікітюку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4164EA" w:rsidRPr="00E52C0C" w:rsidRDefault="004164EA" w:rsidP="004164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4164EA" w:rsidRPr="004164EA" w:rsidRDefault="004164EA" w:rsidP="004164E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77095" w:rsidRPr="004164EA" w:rsidRDefault="004164EA" w:rsidP="004164E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77095" w:rsidRPr="004164E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4EA"/>
    <w:rsid w:val="00171A2E"/>
    <w:rsid w:val="00304C90"/>
    <w:rsid w:val="004164EA"/>
    <w:rsid w:val="00505B6D"/>
    <w:rsid w:val="00677095"/>
    <w:rsid w:val="006D3977"/>
    <w:rsid w:val="007D6C18"/>
    <w:rsid w:val="00AA7CC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278</Words>
  <Characters>1589</Characters>
  <Application>Microsoft Office Word</Application>
  <DocSecurity>0</DocSecurity>
  <Lines>13</Lines>
  <Paragraphs>3</Paragraphs>
  <ScaleCrop>false</ScaleCrop>
  <Company>Microsoft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2020-05-21T17:13:00Z</dcterms:created>
  <dcterms:modified xsi:type="dcterms:W3CDTF">2020-05-21T17:56:00Z</dcterms:modified>
</cp:coreProperties>
</file>