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EA" w:rsidRPr="00B623A8" w:rsidRDefault="00F161D0" w:rsidP="00BB2FEA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ojS0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2IJb4A&#10;AADdAAAADwAAAGRycy9kb3ducmV2LnhtbERPyQrCMBC9C/5DGMGbpi5oqUYRUfEgiNt9aMa22ExK&#10;E7X+vTkIHh9vny8bU4oX1a6wrGDQj0AQp1YXnCm4Xra9GITzyBpLy6TgQw6Wi3Zrjom2bz7R6+wz&#10;EULYJagg975KpHRpTgZd31bEgbvb2qAPsM6krvEdwk0ph1E0kQYLDg05VrTOKX2cn0aBHe32h1s2&#10;PI02PPW8Osb3W3NQqttpVjMQnhr/F//ce61gHE/D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GtiCW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fpsMgA&#10;AADdAAAADwAAAGRycy9kb3ducmV2LnhtbESPW2sCMRSE3wv9D+EUfJGabREvq1GKsL09FLyAr4fN&#10;cbN2c7IkUVd/fVMo9HGYmW+Y+bKzjTiTD7VjBU+DDARx6XTNlYLdtnicgAgRWWPjmBRcKcBycX83&#10;x1y7C6/pvImVSBAOOSowMba5lKE0ZDEMXEucvIPzFmOSvpLa4yXBbSOfs2wkLdacFgy2tDJUfm9O&#10;VsGx+DL71fj26vvTNd36xedb8zFSqvfQvcxAROrif/iv/a4VDCfjKfy+SU9AL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9+mw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BSdcIA&#10;AADdAAAADwAAAGRycy9kb3ducmV2LnhtbERPzWrCQBC+C77DMkIvUjf9QUKaVaTUIl5E7QMM2Uk2&#10;NDsbsluTvr1zKPT48f2X28l36kZDbAMbeFploIirYFtuDHxd9485qJiQLXaBycAvRdhu5rMSCxtG&#10;PtPtkholIRwLNOBS6gutY+XIY1yFnli4Ogwek8Ch0XbAUcJ9p5+zbK09tiwNDnt6d1R9X368lJxe&#10;8HSsx+v+c8IRP46Ol7uzMQ+LafcGKtGU/sV/7oM18Jrnsl/eyBPQm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wFJ1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ciTsYA&#10;AADdAAAADwAAAGRycy9kb3ducmV2LnhtbESPQUsDMRSE70L/Q3iCN5ttqXVZm5ZSFaTgoVUQb4/N&#10;6+7i5iUkz+767xtB8DjMzDfMajO6Xp0pps6zgdm0AEVce9txY+D97fm2BJUE2WLvmQz8UILNenK1&#10;wsr6gQ90PkqjMoRThQZakVBpneqWHKapD8TZO/noULKMjbYRhwx3vZ4XxVI77DgvtBho11L9dfx2&#10;Bl6Hp7C/X96dwmdczHV6tPKxE2NursftAyihUf7Df+0Xa2BRljP4fZOfgF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ciT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pmcQA&#10;AADdAAAADwAAAGRycy9kb3ducmV2LnhtbESP32rCMBTG7wd7h3AG3gxN7YaUahSROYY3YusDHJpj&#10;U2xOSpO19e2XwWCXH9+fH99mN9lWDNT7xrGC5SIBQVw53XCt4Foe5xkIH5A1to5JwYM87LbPTxvM&#10;tRv5QkMRahFH2OeowITQ5VL6ypBFv3AdcfRurrcYouxrqXsc47htZZokK2mx4Ugw2NHBUHUvvm2E&#10;nN/wfLqN5fFzwhE/ToZf9xelZi/Tfg0i0BT+w3/tL63gPctS+H0Tn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eaZn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kZosYA&#10;AADdAAAADwAAAGRycy9kb3ducmV2LnhtbESPQUsDMRSE70L/Q3iCN5u11rqsTUupCiL00FYQb4/N&#10;6+7i5iUkz+76740geBxm5htmuR5dr84UU+fZwM20AEVce9txY+Dt+HxdgkqCbLH3TAa+KcF6NblY&#10;YmX9wHs6H6RRGcKpQgOtSKi0TnVLDtPUB+LsnXx0KFnGRtuIQ4a7Xs+KYqEddpwXWgy0ban+PHw5&#10;A7vhKbzeL+5O4SPOZzo9WnnfijFXl+PmAZTQKP/hv/aLNTAvy1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kZo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hqMcA&#10;AADdAAAADwAAAGRycy9kb3ducmV2LnhtbESPzWrDMBCE74W8g9hCLyGR2ybBuFFCUhANtFDyA70u&#10;1sY2tVZGUmP37aNCoMdhZr5hluvBtuJCPjSOFTxOMxDEpTMNVwpORz3JQYSIbLB1TAp+KcB6Nbpb&#10;YmFcz3u6HGIlEoRDgQrqGLtCylDWZDFMXUecvLPzFmOSvpLGY5/gtpVPWbaQFhtOCzV29FpT+X34&#10;sQq2n3317MfldnDv57evudZGf2ilHu6HzQuISEP8D9/aO6Ngluc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AIaj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TedsMA&#10;AADdAAAADwAAAGRycy9kb3ducmV2LnhtbESP0YrCMBRE3xf8h3AXfFvTFV1KNYooBVl8WfUDLs3d&#10;pmtzU5JY699vBMHHYWbOMMv1YFvRkw+NYwWfkwwEceV0w7WC86n8yEGEiKyxdUwK7hRgvRq9LbHQ&#10;7sY/1B9jLRKEQ4EKTIxdIWWoDFkME9cRJ+/XeYsxSV9L7fGW4LaV0yz7khYbTgsGO9oaqi7Hq1VQ&#10;fk8P/eWqfek2w8zS3PzlO6PU+H3YLEBEGuIr/GzvtYJZns/h8SY9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Ted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4aRMcA&#10;AADdAAAADwAAAGRycy9kb3ducmV2LnhtbESPX2vCMBTF3wd+h3CFvQxN3R8pnVF0ECZsMKaCr5fm&#10;2pY1NyXJbP32Rhjs8XDO+R3OYjXYVpzJh8axgtk0A0FcOtNwpeCw15McRIjIBlvHpOBCAVbL0d0C&#10;C+N6/qbzLlYiQTgUqKCOsSukDGVNFsPUdcTJOzlvMSbpK2k89gluW/mYZXNpseG0UGNHbzWVP7tf&#10;q2Dz1VdP/qHcDO7j9H580droT63U/XhYv4KINMT/8F97axQ85/kcbm/SE5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5eGkT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rlmsQA&#10;AADdAAAADwAAAGRycy9kb3ducmV2LnhtbESPzWrDMBCE74G8g9hAb4nckCbGtRJCi6GUXvLzAIu1&#10;tVxbKyMpjvv2VaHQ4zAz3zDlYbK9GMmH1rGCx1UGgrh2uuVGwfVSLXMQISJr7B2Tgm8KcNjPZyUW&#10;2t35ROM5NiJBOBSowMQ4FFKG2pDFsHIDcfI+nbcYk/SN1B7vCW57uc6yrbTYclowONCLobo736yC&#10;6n39MXY37St3nDaWnsxX/mqUelhMx2cQkab4H/5rv2kFmzzfwe+b9AT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q5Z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Brzr8A&#10;AADdAAAADwAAAGRycy9kb3ducmV2LnhtbERPzYrCMBC+C75DGMGbpv4tpWuURVD0uHUfYGhm22Iz&#10;6TbR1rd3DsIeP77/7X5wjXpQF2rPBhbzBBRx4W3NpYGf63GWggoR2WLjmQw8KcB+Nx5tMbO+5296&#10;5LFUEsIhQwNVjG2mdSgqchjmviUW7td3DqPArtS2w17CXaOXSfKhHdYsDRW2dKiouOV3Z2D97E9/&#10;+eaWHK2jxWXVXjgWG2Omk+HrE1SkIf6L3+6zFV+aylx5I09A71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cGvO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7XScMA&#10;AADdAAAADwAAAGRycy9kb3ducmV2LnhtbESPzarCMBSE9xd8h3AEd9dUEanVKKIo4spbf9aH5tgW&#10;m5PSRK1vbwThLoeZ+YaZLVpTiQc1rrSsYNCPQBBnVpecKzgdN78xCOeRNVaWScGLHCzmnZ8ZJto+&#10;+Y8eqc9FgLBLUEHhfZ1I6bKCDLq+rYmDd7WNQR9kk0vd4DPATSWHUTSWBksOCwXWtCoou6V3o+A+&#10;vgxPfN3rQ7p+bSfrzdLJc65Ur9supyA8tf4//G3vtIJRHE/g8yY8AT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7XS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6XDsUA&#10;AADdAAAADwAAAGRycy9kb3ducmV2LnhtbERPPW/CMBDdK/U/WIfEVhwgikKKQaUSEjCAStuh2xEf&#10;Sdr4nMYmhH9fD0gdn973fNmbWnTUusqygvEoAkGcW11xoeDjff2UgnAeWWNtmRTcyMFy8fgwx0zb&#10;K79Rd/SFCCHsMlRQet9kUrq8JINuZBviwJ1ta9AH2BZSt3gN4aaWkyhKpMGKQ0OJDb2WlP8cL0bB&#10;5yFNZofVNv7e7U84Nfr3S1eJUsNB//IMwlPv/8V390YriNNZ2B/ehCc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7pcO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rwZsYA&#10;AADdAAAADwAAAGRycy9kb3ducmV2LnhtbESPQWvCQBSE70L/w/IKvZmNViRNXaVVGqWn1BZ6fWSf&#10;STD7NmS3JvrrXUHocZiZb5jFajCNOFHnassKJlEMgriwuuZSwc/3xzgB4TyyxsYyKTiTg9XyYbTA&#10;VNuev+i096UIEHYpKqi8b1MpXVGRQRfZljh4B9sZ9EF2pdQd9gFuGjmN47k0WHNYqLCldUXFcf9n&#10;FFzmv5i77fR986w9nWdJZj/zTKmnx+HtFYSnwf+H7+2dVjBLXiZwexOe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rwZ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A9qcQA&#10;AADdAAAADwAAAGRycy9kb3ducmV2LnhtbESP0WrCQBRE3wv+w3IF3+rGkBaNriKi4Ftr9AMu2esm&#10;mL0bs6tGv75bKPRxmJkzzGLV20bcqfO1YwWTcQKCuHS6ZqPgdNy9T0H4gKyxcUwKnuRhtRy8LTDX&#10;7sEHuhfBiAhhn6OCKoQ2l9KXFVn0Y9cSR+/sOoshys5I3eEjwm0j0yT5lBZrjgsVtrSpqLwUN6vg&#10;6tIP3Rdb/LpsZ9+1Mdn1dciUGg379RxEoD78h//ae60gm85S+H0Tn4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QPan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0SWsUA&#10;AADdAAAADwAAAGRycy9kb3ducmV2LnhtbESPzW7CMBCE70i8g7VIvYEDFBoCBrWVKnHl58Bxay9J&#10;IF6H2IW0T48rIXEczcw3msWqtZW4UuNLxwqGgwQEsXam5FzBfvfVT0H4gGywckwKfsnDatntLDAz&#10;7sYbum5DLiKEfYYKihDqTEqvC7LoB64mjt7RNRZDlE0uTYO3CLeVHCXJVFosOS4UWNNnQfq8/bEK&#10;1uU3Tab6OLPph94c/i5h/HYySr302vc5iEBteIYf7bVR8JrOxvD/Jj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vRJ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152sIA&#10;AADdAAAADwAAAGRycy9kb3ducmV2LnhtbERPXWvCMBR9H+w/hDvY20wnIlqbig4Ex1SYG/p6aa5N&#10;sbkpTVbrvzeCsMfzzcnmva1FR62vHCt4HyQgiAunKy4V/P6s3iYgfEDWWDsmBVfyMM+fnzJMtbvw&#10;N3X7UIpYwj5FBSaEJpXSF4Ys+oFriKN2cq3FEGFbSt3iJZbbWg6TZCwtVhwXDDb0Yag47/+sgg53&#10;1+RoltvpZ7Uphrvl4UtHXr2+9IsZiEB9+Dc/0mutYDSZjuD+Jj4Bm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XXn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piIcUA&#10;AADdAAAADwAAAGRycy9kb3ducmV2LnhtbESPQUvDQBSE70L/w/IEb3ZjUKmx21KEikdNe+jxmX3N&#10;pmbfC7trE/31riB4HGbmG2a5nnyvzhRiJ2zgZl6AIm7Edtwa2O+21wtQMSFb7IXJwBdFWK9mF0us&#10;rIz8Ruc6tSpDOFZowKU0VFrHxpHHOJeBOHtHCR5TlqHVNuCY4b7XZVHca48d5wWHAz05aj7qT29g&#10;fG7eT+XxYN13GGRbv8qp7MWYq8tp8wgq0ZT+w3/tF2vgdvFwB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mIh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68ccA&#10;AADdAAAADwAAAGRycy9kb3ducmV2LnhtbESPW2sCMRSE34X+h3AKvmm2InZdjWK9QCkV8fZ+ujnd&#10;3TY5WTapbv+9KRR8HGbmG2Y6b60RF2p85VjBUz8BQZw7XXGh4HTc9FIQPiBrNI5JwS95mM8eOlPM&#10;tLvyni6HUIgIYZ+hgjKEOpPS5yVZ9H1XE0fv0zUWQ5RNIXWD1wi3Rg6SZCQtVhwXSqxpWVL+ffix&#10;Cja7lfkabPeLswzL9fOHSd9eVu9KdR/bxQREoDbcw//tV61gmI5H8PcmPgE5u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Tuv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jS08cA&#10;AADdAAAADwAAAGRycy9kb3ducmV2LnhtbESPQWvCQBSE7wX/w/IEL6IbrdqYuooUigoK1ha8PrOv&#10;STD7NmS3Mf33XUHocZiZb5jFqjWlaKh2hWUFo2EEgji1uuBMwdfn+yAG4TyyxtIyKfglB6tl52mB&#10;ibY3/qDm5DMRIOwSVJB7XyVSujQng25oK+LgfdvaoA+yzqSu8RbgppTjKJpJgwWHhRwresspvZ5+&#10;jILmuL9k28ZVu2vcd9Pny2Zz0Gelet12/QrCU+v/w4/2ViuYxPMXuL8JT0Au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40t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Y6aMUA&#10;AADdAAAADwAAAGRycy9kb3ducmV2LnhtbERPy2rCQBTdC/2H4Ra600lFJaYZpRYKbgQfXdTdTeY2&#10;CWbupDOjpv16ZyG4PJx3vuxNKy7kfGNZwesoAUFcWt1wpeDr8DlMQfiArLG1TAr+yMNy8TTIMdP2&#10;yju67EMlYgj7DBXUIXSZlL6syaAf2Y44cj/WGQwRukpqh9cYblo5TpKZNNhwbKixo4+aytP+bBSs&#10;5unqdzvhzf+uONLxuzhNxy5R6uW5f38DEagPD/HdvdYKJuk8zo1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RjpoxQAAAN0AAAAPAAAAAAAAAAAAAAAAAJgCAABkcnMv&#10;ZG93bnJldi54bWxQSwUGAAAAAAQABAD1AAAAigMAAAAA&#10;" fillcolor="black" stroked="f"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Nc/cgA&#10;AADdAAAADwAAAGRycy9kb3ducmV2LnhtbESPT2vCQBTE7wW/w/KE3uqmUiWmrqK2hUL14J+Dx9fs&#10;a7Ik+zZktxr76buC4HGYmd8w03lna3Gi1hvHCp4HCQji3GnDhYLD/uMpBeEDssbaMSm4kIf5rPcw&#10;xUy7M2/ptAuFiBD2GSooQ2gyKX1ekkU/cA1x9H5cazFE2RZSt3iOcFvLYZKMpUXDcaHEhlYl5dXu&#10;1yo4fo1NujU0/F7/Ld/1elQtN2+VUo/9bvEKIlAX7uFb+1MreEknE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I1z9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dRz8IA&#10;AADdAAAADwAAAGRycy9kb3ducmV2LnhtbERPTWsCMRC9C/6HMAVvmrQUsVujiKXUiwdtS6/DZrrZ&#10;7mayTaKu/npzEDw+3vd82btWHCnE2rOGx4kCQVx6U3Ol4evzfTwDEROywdYzaThThOViOJhjYfyJ&#10;d3Tcp0rkEI4FarApdYWUsbTkME58R5y5Xx8cpgxDJU3AUw53rXxSaiod1pwbLHa0tlQ2+4PTEFY/&#10;b82FD9+NumzP8eOv/5+h1Xr00K9eQSTq0118c2+MhucXlffnN/kJyM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F1HP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9R5sUA&#10;AADdAAAADwAAAGRycy9kb3ducmV2LnhtbESPUWsCMRCE3wv9D2ELvhRNlNLq1SgiFASloPUHbC/b&#10;u6PJ5rhs9fTXN4WCj8PMfMPMl33w6kRdaiJbGI8MKOIyuoYrC8ePt+EUVBJkhz4yWbhQguXi/m6O&#10;hYtn3tPpIJXKEE4FWqhF2kLrVNYUMI1iS5y9r9gFlCy7SrsOzxkevJ4Y86wDNpwXamxpXVP5ffgJ&#10;Fvzk08+2L2knl6PemWuQ/eO7s3bw0K9eQQn1cgv/tzfOwtPMjOHvTX4C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D1Hm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HA1cYA&#10;AADdAAAADwAAAGRycy9kb3ducmV2LnhtbESPQWsCMRSE74X+h/CE3jTrUsSuRrEVYS8eulq8PjfP&#10;zWLysmxS3fbXN4VCj8PMfMMs14Oz4kZ9aD0rmE4yEMS11y03Co6H3XgOIkRkjdYzKfiiAOvV48MS&#10;C+3v/E63KjYiQTgUqMDE2BVShtqQwzDxHXHyLr53GJPsG6l7vCe4szLPspl02HJaMNjRm6H6Wn06&#10;Bduqs/mxNK/h9LE/n235vaPTVqmn0bBZgIg0xP/wX7vUCp5fsh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HA1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oq/8QA&#10;AADdAAAADwAAAGRycy9kb3ducmV2LnhtbESPQWsCMRSE74L/ITyhN020xepqFCkVhJ60evD2SJ67&#10;q5uXZZO623/fFASPw8x8wyzXnavEnZpQetYwHikQxMbbknMNx+/tcAYiRGSLlWfS8EsB1qt+b4mZ&#10;9S3v6X6IuUgQDhlqKGKsMymDKchhGPmaOHkX3ziMSTa5tA22Ce4qOVFqKh2WnBYKrOmjIHM7/DgN&#10;16388kahOR1P7c6+nz+nVCmtXwbdZgEiUhef4Ud7ZzW8zdUr/L9JT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KKv/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oQpcYA&#10;AADdAAAADwAAAGRycy9kb3ducmV2LnhtbESPW4vCMBSE3xf8D+EIvq2pF8StRlFBEJd98MKyj2eb&#10;Y1vanJQkav33mwXBx2FmvmHmy9bU4kbOl5YVDPoJCOLM6pJzBefT9n0KwgdkjbVlUvAgD8tF522O&#10;qbZ3PtDtGHIRIexTVFCE0KRS+qwgg75vG+LoXawzGKJ0udQO7xFuajlMkok0WHJcKLChTUFZdbwa&#10;BT/XT758jfYrtw7ftj35avg7rZTqddvVDESgNrzCz/ZOKxh/JGP4fx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HoQp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wP7McA&#10;AADdAAAADwAAAGRycy9kb3ducmV2LnhtbESPQWsCMRSE74X+h/AKvXWTiopujaKC0Euh2h7q7bl5&#10;3V3cvKxJqqu/3hQEj8PMfMNMZp1txJF8qB1reM0UCOLCmZpLDd9fq5cRiBCRDTaOScOZAsymjw8T&#10;zI078ZqOm1iKBOGQo4YqxjaXMhQVWQyZa4mT9+u8xZikL6XxeEpw28ieUkNpsea0UGFLy4qK/ebP&#10;aliMR4vDZ58/LuvdlrY/u/2g55XWz0/d/A1EpC7ew7f2u9HQH6sB/L9JT0B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sD+zHAAAA3QAAAA8AAAAAAAAAAAAAAAAAmAIAAGRy&#10;cy9kb3ducmV2LnhtbFBLBQYAAAAABAAEAPUAAACMAwAAAAA=&#10;" fillcolor="black" stroked="f"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JrmsUA&#10;AADdAAAADwAAAGRycy9kb3ducmV2LnhtbESPQUsDMRSE70L/Q3iCN5u1lWK3TctSkIqnbbX0+rp5&#10;bhY3L0sS0/XfG0HwOMzMN8x6O9peJPKhc6zgYVqAIG6c7rhV8P72fP8EIkRkjb1jUvBNAbabyc0a&#10;S+2ufKB0jK3IEA4lKjAxDqWUoTFkMUzdQJy9D+ctxix9K7XHa4bbXs6KYiEtdpwXDA60M9R8Hr+s&#10;gnTZ1dU8nZM5vPqq9a7eny61Une3Y7UCEWmM/+G/9otW8LgsFvD7Jj8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Amua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ku88YA&#10;AADdAAAADwAAAGRycy9kb3ducmV2LnhtbESPQWvCQBSE7wX/w/IEb3VjEVujqxRpi/ZijYIeH9ln&#10;Nph9G7LbGP313UKhx2FmvmHmy85WoqXGl44VjIYJCOLc6ZILBYf9++MLCB+QNVaOScGNPCwXvYc5&#10;ptpdeUdtFgoRIexTVGBCqFMpfW7Ioh+6mjh6Z9dYDFE2hdQNXiPcVvIpSSbSYslxwWBNK0P5Jfu2&#10;Cvxo9Xb8tPdpe/owvM02ZvJVGKUG/e51BiJQF/7Df+21VjCeJs/w+yY+Ab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ku8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B2FEA" w:rsidRDefault="00BB2FEA" w:rsidP="00BB2F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B2FEA" w:rsidRDefault="00BB2FEA" w:rsidP="00BB2F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2FEA" w:rsidRDefault="00BB2FEA" w:rsidP="00BB2F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2FEA" w:rsidRDefault="00BB2FEA" w:rsidP="00BB2F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2FEA" w:rsidRDefault="00BB2FEA" w:rsidP="00BB2F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2FEA" w:rsidRDefault="00BB2FEA" w:rsidP="00BB2F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B2FEA" w:rsidRDefault="00BB2FEA" w:rsidP="00BB2FE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B2FEA" w:rsidRDefault="00BB2FEA" w:rsidP="00BB2F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B2FEA" w:rsidRDefault="00BB2FEA" w:rsidP="00BB2F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B2FEA" w:rsidRDefault="00BB2FEA" w:rsidP="00BB2F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2FEA" w:rsidRDefault="00BB2FEA" w:rsidP="00BB2F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B2FEA" w:rsidRDefault="00BB2FEA" w:rsidP="00BB2F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2FEA" w:rsidRDefault="00BB2FEA" w:rsidP="00BB2F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B2FEA" w:rsidRDefault="00BB2FEA" w:rsidP="00BB2FE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B2FEA" w:rsidRPr="006E3F23" w:rsidRDefault="00BB2FEA" w:rsidP="00BB2FE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№52</w:t>
      </w:r>
    </w:p>
    <w:p w:rsidR="00BB2FEA" w:rsidRPr="008E2C07" w:rsidRDefault="00BB2FEA" w:rsidP="00BB2FEA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BB2FEA" w:rsidRPr="008E2C07" w:rsidRDefault="00BB2FEA" w:rsidP="00BB2FE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BB2FEA" w:rsidRPr="008E2C07" w:rsidRDefault="00BB2FEA" w:rsidP="00BB2FE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BB2FEA" w:rsidRPr="008E2C07" w:rsidRDefault="00BB2FEA" w:rsidP="00BB2FE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BB2FEA" w:rsidRPr="008E2C07" w:rsidRDefault="00BB2FEA" w:rsidP="00BB2FE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Семенюку</w:t>
      </w:r>
      <w:proofErr w:type="spellEnd"/>
      <w:r>
        <w:rPr>
          <w:rFonts w:ascii="Times New Roman" w:hAnsi="Times New Roman"/>
          <w:b/>
          <w:sz w:val="24"/>
        </w:rPr>
        <w:t xml:space="preserve"> М.В.</w:t>
      </w:r>
    </w:p>
    <w:p w:rsidR="00BB2FEA" w:rsidRPr="008E2C07" w:rsidRDefault="00BB2FEA" w:rsidP="00BB2FE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B2FEA" w:rsidRPr="008E2C07" w:rsidRDefault="00BB2FEA" w:rsidP="00BB2FE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 </w:t>
      </w:r>
      <w:proofErr w:type="spellStart"/>
      <w:r>
        <w:rPr>
          <w:rFonts w:ascii="Times New Roman" w:hAnsi="Times New Roman"/>
          <w:sz w:val="24"/>
        </w:rPr>
        <w:t>Семенюка</w:t>
      </w:r>
      <w:proofErr w:type="spellEnd"/>
      <w:r>
        <w:rPr>
          <w:rFonts w:ascii="Times New Roman" w:hAnsi="Times New Roman"/>
          <w:sz w:val="24"/>
        </w:rPr>
        <w:t xml:space="preserve"> М.В.,</w:t>
      </w:r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BB2FEA" w:rsidRPr="00637663" w:rsidRDefault="00BB2FEA" w:rsidP="00BB2FE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BB2FEA" w:rsidRPr="008E2C07" w:rsidRDefault="00BB2FEA" w:rsidP="00BB2FE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</w:t>
      </w:r>
      <w:proofErr w:type="spellStart"/>
      <w:proofErr w:type="gramStart"/>
      <w:r w:rsidRPr="00070D4B">
        <w:rPr>
          <w:rFonts w:ascii="Times New Roman" w:hAnsi="Times New Roman"/>
          <w:sz w:val="24"/>
        </w:rPr>
        <w:t>Надати</w:t>
      </w:r>
      <w:proofErr w:type="spellEnd"/>
      <w:r w:rsidRPr="00070D4B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Семенюку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Миколі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Володимировичу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161D0">
        <w:rPr>
          <w:rFonts w:ascii="Times New Roman" w:hAnsi="Times New Roman"/>
          <w:sz w:val="24"/>
        </w:rPr>
        <w:t>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0,11</w:t>
      </w:r>
      <w:r w:rsidRPr="008E2C07">
        <w:rPr>
          <w:rFonts w:ascii="Times New Roman" w:hAnsi="Times New Roman"/>
          <w:sz w:val="24"/>
        </w:rPr>
        <w:t>00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 w:rsidRPr="008E2C07">
        <w:rPr>
          <w:rFonts w:ascii="Times New Roman" w:hAnsi="Times New Roman"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ради, за межами </w:t>
      </w:r>
      <w:proofErr w:type="spellStart"/>
      <w:r>
        <w:rPr>
          <w:rFonts w:ascii="Times New Roman" w:hAnsi="Times New Roman"/>
          <w:sz w:val="24"/>
        </w:rPr>
        <w:t>населеного</w:t>
      </w:r>
      <w:proofErr w:type="spellEnd"/>
      <w:r>
        <w:rPr>
          <w:rFonts w:ascii="Times New Roman" w:hAnsi="Times New Roman"/>
          <w:sz w:val="24"/>
        </w:rPr>
        <w:t xml:space="preserve"> пункту  с</w:t>
      </w:r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</w:t>
      </w:r>
      <w:proofErr w:type="spellEnd"/>
      <w:r>
        <w:rPr>
          <w:rFonts w:ascii="Times New Roman" w:hAnsi="Times New Roman"/>
          <w:sz w:val="24"/>
        </w:rPr>
        <w:t>.</w:t>
      </w:r>
      <w:proofErr w:type="gramEnd"/>
    </w:p>
    <w:p w:rsidR="00BB2FEA" w:rsidRPr="008E2C07" w:rsidRDefault="00BB2FEA" w:rsidP="00BB2FE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Семенюку</w:t>
      </w:r>
      <w:proofErr w:type="spellEnd"/>
      <w:r>
        <w:rPr>
          <w:rFonts w:ascii="Times New Roman" w:hAnsi="Times New Roman"/>
          <w:sz w:val="24"/>
        </w:rPr>
        <w:t xml:space="preserve"> М.В.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BB2FEA" w:rsidRPr="008E2C07" w:rsidRDefault="00BB2FEA" w:rsidP="00BB2FE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BB2FEA" w:rsidRPr="008E2C07" w:rsidRDefault="00BB2FEA" w:rsidP="00BB2FE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B2FEA" w:rsidRPr="008E2C07" w:rsidRDefault="00BB2FEA" w:rsidP="00BB2FE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B2FEA" w:rsidRPr="008E2C07" w:rsidRDefault="00BB2FEA" w:rsidP="00BB2FE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B2FEA" w:rsidRDefault="00BB2FEA" w:rsidP="00BB2FEA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E074E" w:rsidRDefault="003E074E"/>
    <w:sectPr w:rsidR="003E074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BB2FEA"/>
    <w:rsid w:val="00171A2E"/>
    <w:rsid w:val="00304C90"/>
    <w:rsid w:val="003E074E"/>
    <w:rsid w:val="00505B6D"/>
    <w:rsid w:val="006D3977"/>
    <w:rsid w:val="007D6C18"/>
    <w:rsid w:val="00BB2FEA"/>
    <w:rsid w:val="00D1641A"/>
    <w:rsid w:val="00F1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EA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B2FE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B2FEA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B2FEA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231</Words>
  <Characters>1318</Characters>
  <Application>Microsoft Office Word</Application>
  <DocSecurity>0</DocSecurity>
  <Lines>10</Lines>
  <Paragraphs>3</Paragraphs>
  <ScaleCrop>false</ScaleCrop>
  <Company>Microsoft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2020-12-01T06:17:00Z</dcterms:created>
  <dcterms:modified xsi:type="dcterms:W3CDTF">2020-12-01T07:26:00Z</dcterms:modified>
</cp:coreProperties>
</file>