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9D" w:rsidRDefault="0018759D" w:rsidP="001875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8759D" w:rsidRDefault="0018759D" w:rsidP="0018759D"/>
    <w:p w:rsidR="0018759D" w:rsidRDefault="0018759D" w:rsidP="0018759D"/>
    <w:p w:rsidR="0018759D" w:rsidRDefault="0018759D" w:rsidP="001875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8759D" w:rsidRDefault="0018759D" w:rsidP="001875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8759D" w:rsidRDefault="0018759D" w:rsidP="001875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8759D" w:rsidRDefault="0018759D" w:rsidP="001875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8759D" w:rsidRDefault="0018759D" w:rsidP="001875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59D" w:rsidRDefault="0018759D" w:rsidP="001875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18759D" w:rsidRDefault="0018759D" w:rsidP="001875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759D" w:rsidRDefault="0018759D" w:rsidP="001875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8759D" w:rsidRDefault="0018759D" w:rsidP="001875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8759D" w:rsidRDefault="0018759D" w:rsidP="0018759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№30</w:t>
      </w:r>
    </w:p>
    <w:p w:rsidR="0018759D" w:rsidRPr="0080636B" w:rsidRDefault="0018759D" w:rsidP="0018759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759D" w:rsidRPr="000F74B5" w:rsidRDefault="0018759D" w:rsidP="001875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18759D" w:rsidRPr="000F74B5" w:rsidRDefault="0018759D" w:rsidP="001875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18759D" w:rsidRPr="000F74B5" w:rsidRDefault="0018759D" w:rsidP="001875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18759D" w:rsidRPr="000F74B5" w:rsidRDefault="0018759D" w:rsidP="001875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>в натурі (на місцевості)  Кондратюка В.В.</w:t>
      </w:r>
    </w:p>
    <w:p w:rsidR="0018759D" w:rsidRPr="000F74B5" w:rsidRDefault="0018759D" w:rsidP="0018759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8759D" w:rsidRPr="000F74B5" w:rsidRDefault="0018759D" w:rsidP="001875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</w:rPr>
        <w:t xml:space="preserve">ання в Україні», статей 12, </w:t>
      </w:r>
      <w:r w:rsidRPr="000F74B5">
        <w:rPr>
          <w:rFonts w:ascii="Times New Roman" w:hAnsi="Times New Roman" w:cs="Times New Roman"/>
          <w:sz w:val="24"/>
          <w:szCs w:val="24"/>
        </w:rPr>
        <w:t xml:space="preserve">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Кондратюка В.В. сільська  рада ВИРІШИЛА:</w:t>
      </w:r>
    </w:p>
    <w:p w:rsidR="0018759D" w:rsidRPr="000F74B5" w:rsidRDefault="0018759D" w:rsidP="001875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Кондратюку Василю Васильовичу, який зареєстрований за адресою: </w:t>
      </w:r>
      <w:r w:rsidR="0039456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0F74B5">
        <w:rPr>
          <w:rFonts w:ascii="Times New Roman" w:hAnsi="Times New Roman" w:cs="Times New Roman"/>
          <w:sz w:val="24"/>
          <w:szCs w:val="24"/>
        </w:rPr>
        <w:t xml:space="preserve">  ідентифікаційний номер </w:t>
      </w:r>
      <w:r w:rsidR="00394560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0F74B5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 площею 0,1717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4B5">
        <w:rPr>
          <w:rFonts w:ascii="Times New Roman" w:hAnsi="Times New Roman" w:cs="Times New Roman"/>
          <w:sz w:val="24"/>
          <w:szCs w:val="24"/>
        </w:rPr>
        <w:t>га, (кадастровий номер: 6823982100:01:002:0019), для ведення особистого селянського господарства, яка розташована Хмельницька область, Славутський  район,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4B5">
        <w:rPr>
          <w:rFonts w:ascii="Times New Roman" w:hAnsi="Times New Roman" w:cs="Times New Roman"/>
          <w:sz w:val="24"/>
          <w:szCs w:val="24"/>
        </w:rPr>
        <w:t>Головлі.</w:t>
      </w:r>
    </w:p>
    <w:p w:rsidR="0018759D" w:rsidRPr="000F74B5" w:rsidRDefault="0018759D" w:rsidP="001875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0F74B5">
        <w:rPr>
          <w:rFonts w:ascii="Times New Roman" w:hAnsi="Times New Roman" w:cs="Times New Roman"/>
          <w:sz w:val="24"/>
          <w:szCs w:val="24"/>
        </w:rPr>
        <w:t>2. Кондратюку В.В. посвідчити своє право  в  установленому  законом  порядку.</w:t>
      </w:r>
    </w:p>
    <w:p w:rsidR="0018759D" w:rsidRPr="000F74B5" w:rsidRDefault="0018759D" w:rsidP="001875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8759D" w:rsidRPr="000F74B5" w:rsidRDefault="0018759D" w:rsidP="001875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8759D" w:rsidRPr="000F74B5" w:rsidRDefault="0018759D" w:rsidP="001875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759D" w:rsidRPr="0018759D" w:rsidRDefault="0018759D" w:rsidP="001875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8759D" w:rsidRPr="000F74B5" w:rsidRDefault="0018759D" w:rsidP="001875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01F" w:rsidRPr="0018759D" w:rsidRDefault="0018759D" w:rsidP="0018759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В.А.Михалюк</w:t>
      </w:r>
    </w:p>
    <w:sectPr w:rsidR="00F0401F" w:rsidRPr="0018759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9D"/>
    <w:rsid w:val="00171A2E"/>
    <w:rsid w:val="0018759D"/>
    <w:rsid w:val="00304C90"/>
    <w:rsid w:val="00394560"/>
    <w:rsid w:val="00505B6D"/>
    <w:rsid w:val="006D3977"/>
    <w:rsid w:val="007D6C18"/>
    <w:rsid w:val="00D1641A"/>
    <w:rsid w:val="00F0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255</Words>
  <Characters>1457</Characters>
  <Application>Microsoft Office Word</Application>
  <DocSecurity>0</DocSecurity>
  <Lines>12</Lines>
  <Paragraphs>3</Paragraphs>
  <ScaleCrop>false</ScaleCrop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2020-07-02T11:22:00Z</dcterms:created>
  <dcterms:modified xsi:type="dcterms:W3CDTF">2020-07-02T12:48:00Z</dcterms:modified>
</cp:coreProperties>
</file>