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191" w:rsidRDefault="00FA3191" w:rsidP="00FA31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A3191" w:rsidRPr="00FA3191" w:rsidRDefault="00FA3191" w:rsidP="00FA3191">
      <w:pPr>
        <w:rPr>
          <w:lang w:val="en-US"/>
        </w:rPr>
      </w:pPr>
    </w:p>
    <w:p w:rsidR="00FA3191" w:rsidRDefault="00FA3191" w:rsidP="00FA31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A3191" w:rsidRDefault="00FA3191" w:rsidP="00FA31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A3191" w:rsidRDefault="00FA3191" w:rsidP="00FA31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A3191" w:rsidRDefault="00FA3191" w:rsidP="00FA31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A3191" w:rsidRDefault="00FA3191" w:rsidP="00FA31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3191" w:rsidRDefault="00FA3191" w:rsidP="00FA31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A3191" w:rsidRDefault="00FA3191" w:rsidP="00FA31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3191" w:rsidRDefault="00FA3191" w:rsidP="00FA31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A3191" w:rsidRPr="000E2935" w:rsidRDefault="00FA3191" w:rsidP="00FA319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№1</w:t>
      </w:r>
    </w:p>
    <w:p w:rsidR="00FA3191" w:rsidRPr="004A1A91" w:rsidRDefault="00FA3191" w:rsidP="00FA3191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A3191" w:rsidRPr="004A1A91" w:rsidRDefault="00FA3191" w:rsidP="00FA319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A3191" w:rsidRPr="004A1A91" w:rsidRDefault="00FA3191" w:rsidP="00FA319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A3191" w:rsidRPr="004A1A91" w:rsidRDefault="00FA3191" w:rsidP="00FA319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FA3191" w:rsidRPr="004A1A91" w:rsidRDefault="00FA3191" w:rsidP="00FA319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FA3191" w:rsidRPr="00026B17" w:rsidRDefault="00FA3191" w:rsidP="00FA319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СФГ «Лан»</w:t>
      </w:r>
    </w:p>
    <w:p w:rsidR="00FA3191" w:rsidRPr="004A1A91" w:rsidRDefault="00FA3191" w:rsidP="00FA319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FA3191" w:rsidRPr="004A1A91" w:rsidRDefault="00FA3191" w:rsidP="00FA31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порядок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виділення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)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ділянок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власникам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часток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паїв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)»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клопотання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СФГ «Лан»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FA3191" w:rsidRPr="004A1A91" w:rsidRDefault="00FA3191" w:rsidP="00FA31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FA3191" w:rsidRPr="004A1A91" w:rsidRDefault="00FA3191" w:rsidP="00FA31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1.Надати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елянському (фермерському) господарству «Лан»  дозвіл на розробку технічної документації із землеустрою щодо встановлення (відновлення) меж земельної ділянки в натурі (на місцевості), для ведення товарного сільськогосподарського виробництва з числа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невитребуваних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неуспадкованих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земельних часток (паїв), які розташовані на території Крупецької сільської ради за межами населеного пункту села Крупець.</w:t>
      </w:r>
      <w:proofErr w:type="gramEnd"/>
    </w:p>
    <w:p w:rsidR="00FA3191" w:rsidRPr="004A1A91" w:rsidRDefault="00FA3191" w:rsidP="00FA31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СФГ «Лан»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FA3191" w:rsidRPr="00FA3191" w:rsidRDefault="00FA3191" w:rsidP="00FA319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A3191" w:rsidRPr="004A1A91" w:rsidRDefault="00FA3191" w:rsidP="00FA31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5033A" w:rsidRPr="00FA3191" w:rsidRDefault="00FA3191" w:rsidP="00FA31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      В.М.Мазур</w:t>
      </w:r>
    </w:p>
    <w:sectPr w:rsidR="0055033A" w:rsidRPr="00FA3191" w:rsidSect="005503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A3191"/>
    <w:rsid w:val="00171A2E"/>
    <w:rsid w:val="00304C90"/>
    <w:rsid w:val="00505B6D"/>
    <w:rsid w:val="0055033A"/>
    <w:rsid w:val="006D3977"/>
    <w:rsid w:val="007D6C18"/>
    <w:rsid w:val="00D1641A"/>
    <w:rsid w:val="00FA3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19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265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2020-03-16T12:27:00Z</dcterms:created>
  <dcterms:modified xsi:type="dcterms:W3CDTF">2020-03-16T12:28:00Z</dcterms:modified>
</cp:coreProperties>
</file>