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1DB" w:rsidRPr="00D815F3" w:rsidRDefault="000251DB" w:rsidP="000251D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0251DB" w:rsidRPr="001869AA" w:rsidRDefault="000251DB" w:rsidP="000251D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761" name="Группа 10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76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6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6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6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6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6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6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6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7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7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7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7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7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7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7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7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7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7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8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8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8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8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8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8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9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699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J/Pb8A&#10;AADeAAAADwAAAGRycy9kb3ducmV2LnhtbERPSwrCMBDdC94hjOBOUyuoVKOIqLgQxN9+aMa22ExK&#10;E7Xe3giCu3m878wWjSnFk2pXWFYw6EcgiFOrC84UXM6b3gSE88gaS8uk4E0OFvN2a4aJti8+0vPk&#10;MxFC2CWoIPe+SqR0aU4GXd9WxIG72dqgD7DOpK7xFcJNKeMoGkmDBYeGHCta5ZTeTw+jwA63u/01&#10;i4/DNY89Lw+T27XZK9XtNMspCE+N/4t/7p0O86PxKIb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8n89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poBcYA&#10;AADeAAAADwAAAGRycy9kb3ducmV2LnhtbERPS2sCMRC+F/ofwhR6Ec22wlq3RhFh+zoUfECvw2bc&#10;rG4mS5Lq6q9vCoXe5uN7zmzR21acyIfGsYKHUQaCuHK64VrBblsOn0CEiKyxdUwKLhRgMb+9mWGh&#10;3ZnXdNrEWqQQDgUqMDF2hZShMmQxjFxHnLi98xZjgr6W2uM5hdtWPmZZLi02nBoMdrQyVB0331bB&#10;ofw0X6vJ9cUPpmu6DsqP1/Y9V+r+rl8+g4jUx3/xn/tNp/nZJB/D7zvpBj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3poB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BUcMUA&#10;AADeAAAADwAAAGRycy9kb3ducmV2LnhtbESP0YrCMBBF34X9hzALvsia7ioq1Sgiq4gvRd0PGJqx&#10;KdtMShNt/XsjCL7NcO/cc2ex6mwlbtT40rGC72ECgjh3uuRCwd95+zUD4QOyxsoxKbiTh9Xyo7fA&#10;VLuWj3Q7hULEEPYpKjAh1KmUPjdk0Q9dTRy1i2sshrg2hdQNtjHcVvInSSbSYsmRYLCmjaH8/3S1&#10;EZKNMDtc2vN212GLvwfDg/VRqf5nt56DCNSFt/l1vdexfjKdjOH5Tpx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gFRw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jk0cYA&#10;AADeAAAADwAAAGRycy9kb3ducmV2LnhtbESPQUsDMRCF7wX/QxjBm81atJZt0yJVQQQPtoXS27CZ&#10;7i5uJiEZu+u/N4VCbzO89715s1gNrlMniqn1bOBhXIAirrxtuTaw277fz0AlQbbYeSYDf5RgtbwZ&#10;LbC0vudvOm2kVjmEU4kGGpFQap2qhhymsQ/EWTv66FDyGmttI/Y53HV6UhRT7bDlfKHBQOuGqp/N&#10;rzPw1b+Fz+fp0zEc4uNEp1cr+7UYc3c7vMxBCQ1yNV/oD5vrFxmC8zt5Br3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jk0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5vnMUA&#10;AADeAAAADwAAAGRycy9kb3ducmV2LnhtbESP0YrCMBBF34X9hzAL+yJruivUpRpFFhXxRap+wNCM&#10;TbGZlCba+vdGEHyb4d65585s0dta3Kj1lWMFP6MEBHHhdMWlgtNx/f0HwgdkjbVjUnAnD4v5x2CG&#10;mXYd53Q7hFLEEPYZKjAhNJmUvjBk0Y9cQxy1s2sthri2pdQtdjHc1vI3SVJpseJIMNjQv6Hicrja&#10;CNmPcb87d8f1pscOVzvDw2Wu1Ndnv5yCCNSHt/l1vdWxfjJJU3i+E2e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Hm+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bfPcQA&#10;AADeAAAADwAAAGRycy9kb3ducmV2LnhtbERPTUvDQBC9C/0Pywje7MaiicRuS6kKInhoK4i3ITtN&#10;gtnZZXds4r93BaG3ebzPWa4nN6gTxdR7NnAzL0ARN9723Bp4Pzxf34NKgmxx8EwGfijBejW7WGJt&#10;/cg7Ou2lVTmEU40GOpFQa52ajhymuQ/EmTv66FAyjK22Eccc7ga9KIpSO+w5N3QYaNtR87X/dgbe&#10;xqfwWpV3x/AZbxc6PVr52IoxV5fT5gGU0CRn8b/7xeb5RVVW8PdOvkG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W3z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xWpsgA&#10;AADeAAAADwAAAGRycy9kb3ducmV2LnhtbESPQUsDMRCF74L/IYzgRdqsirWsTYsVQgsKYlvwOmym&#10;u4ubyZKk3fXfdw6Ctxnem/e+WaxG36kzxdQGNnA/LUARV8G1XBs47O1kDiplZIddYDLwSwlWy+ur&#10;BZYuDPxF512ulYRwKtFAk3Nfap2qhjymaeiJRTuG6DHLGmvtIg4S7jv9UBQz7bFlaWiwp7eGqp/d&#10;yRtYfw71Y7yr1mN4P26+n6x19sMac3szvr6AyjTmf/Pf9dYJfvE8E155R2bQy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TFam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C5wsIA&#10;AADeAAAADwAAAGRycy9kb3ducmV2LnhtbERPzWoCMRC+F3yHMIK3mlVaq6tRxLIgpZeqDzBsxs3q&#10;ZrIkcV3f3hQKvc3H9zurTW8b0ZEPtWMFk3EGgrh0uuZKwelYvM5BhIissXFMCh4UYLMevKww1+7O&#10;P9QdYiVSCIccFZgY21zKUBqyGMauJU7c2XmLMUFfSe3xnsJtI6dZNpMWa04NBlvaGSqvh5tVUHxN&#10;v7vrTfvCbfs3S+/mMv80So2G/XYJIlIf/8V/7r1O87OP2QJ+30k3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MLnC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PMfcgA&#10;AADeAAAADwAAAGRycy9kb3ducmV2LnhtbESPQUsDMRCF74L/IYzgRdqsirasTYsVQgsKYlvwOmym&#10;u4ubyZKk3fXfdw6CtxnmzXvvW6xG36kzxdQGNnA/LUARV8G1XBs47O1kDiplZIddYDLwSwlWy+ur&#10;BZYuDPxF512ulZhwKtFAk3Nfap2qhjymaeiJ5XYM0WOWNdbaRRzE3Hf6oSietceWJaHBnt4aqn52&#10;J29g/TnUj/GuWo/h/bj5frLW2Q9rzO3N+PoCKtOY/8V/31sn9YvZTAAER2bQy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48x9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8jGcIA&#10;AADeAAAADwAAAGRycy9kb3ducmV2LnhtbERP3WrCMBS+F/YO4Qjeaaq4KZ1RZFKQsZtVH+DQnDXV&#10;5qQksda3N4PB7s7H93s2u8G2oicfGscK5rMMBHHldMO1gvOpmK5BhIissXVMCh4UYLd9GW0w1+7O&#10;39SXsRYphEOOCkyMXS5lqAxZDDPXESfux3mLMUFfS+3xnsJtKxdZ9iYtNpwaDHb0Yai6ljeroPhc&#10;fPXXm/aF2w9LS6/msj4YpSbjYf8OItIQ/8V/7qNO87PVag6/76Qb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yMZ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MjhsEA&#10;AADeAAAADwAAAGRycy9kb3ducmV2LnhtbERPzYrCMBC+C/sOYRb2pomu2qUaZREUPVr3AYZmbIvN&#10;pNtEW9/eCIK3+fh+Z7nubS1u1PrKsYbxSIEgzp2puNDwd9oOf0D4gGywdkwa7uRhvfoYLDE1ruMj&#10;3bJQiBjCPkUNZQhNKqXPS7LoR64hjtzZtRZDhG0hTYtdDLe1nCg1lxYrjg0lNrQpKb9kV6theu92&#10;/9nsorbG0vjw3Rw45DOtvz773wWIQH14i1/uvYnzVZJM4PlOvEG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WDI4b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2QssMA&#10;AADeAAAADwAAAGRycy9kb3ducmV2LnhtbERPTWvCQBC9C/6HZYTe6kYLWtOsIkpEemqj7XnIjklo&#10;djZkNzH++64geJvH+5xkM5ha9NS6yrKC2TQCQZxbXXGh4HxKX99BOI+ssbZMCm7kYLMejxKMtb3y&#10;N/WZL0QIYRejgtL7JpbS5SUZdFPbEAfuYluDPsC2kLrFawg3tZxH0UIarDg0lNjQrqT8L+uMgm7x&#10;Oz/z5VN/ZfvbYbVPt07+FEq9TIbtBwhPg3+KH+6jDvOj5fIN7u+EG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2Qs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u428YA&#10;AADeAAAADwAAAGRycy9kb3ducmV2LnhtbERPTWvCQBC9C/0PyxS86cZWoo2uUgXB9lBR68HbmB2T&#10;tNnZmF01/fduQfA2j/c542ljSnGh2hWWFfS6EQji1OqCMwXf20VnCMJ5ZI2lZVLwRw6mk6fWGBNt&#10;r7ymy8ZnIoSwS1BB7n2VSOnSnAy6rq2IA3e0tUEfYJ1JXeM1hJtSvkRRLA0WHBpyrGieU/q7ORsF&#10;u9UwflvNPvo/n18HfDX6tNdFrFT7uXkfgfDU+If47l7qMD8aDPrw/064QU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u42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6K1MUA&#10;AADeAAAADwAAAGRycy9kb3ducmV2LnhtbERPS2vCQBC+F/oflil4q5vGGiW6ig+aSk/WFrwO2WkS&#10;zM6G7Bpjf323IHibj+8582VvatFR6yrLCl6GEQji3OqKCwXfX2/PUxDOI2usLZOCKzlYLh4f5phq&#10;e+FP6g6+ECGEXYoKSu+bVEqXl2TQDW1DHLgf2xr0AbaF1C1eQripZRxFiTRYcWgosaFNSfnpcDYK&#10;fpMj7t17vN6OtKfr6zSzH/tMqcFTv5qB8NT7u/jm3ukwP5pMxvD/Trh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/orU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V9DcQA&#10;AADeAAAADwAAAGRycy9kb3ducmV2LnhtbERPzWrCQBC+F3yHZQRvdVOJWlNXKSVCb61pH2DIjptg&#10;djZm1yT26d1Cobf5+H5nux9tI3rqfO1YwdM8AUFcOl2zUfD9dXh8BuEDssbGMSm4kYf9bvKwxUy7&#10;gY/UF8GIGMI+QwVVCG0mpS8rsujnriWO3Ml1FkOEnZG6wyGG20YukmQlLdYcGyps6a2i8lxcrYKL&#10;Wyz1WOT4cc43n7Ux6eXnmCo1m46vLyACjeFf/Od+13F+sl6v4PedeIP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VfQ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W+fcMA&#10;AADeAAAADwAAAGRycy9kb3ducmV2LnhtbERPyW7CMBC9V+IfrEHiBk5BJTRgUEFC4spy4Di1hyQ0&#10;HqexgdCvx0hIvc3TW2e2aG0lrtT40rGC90ECglg7U3Ku4LBf9ycgfEA2WDkmBXfysJh33maYGXfj&#10;LV13IRcxhH2GCooQ6kxKrwuy6AeuJo7cyTUWQ4RNLk2DtxhuKzlMkrG0WHJsKLCmVUH6Z3exCjbl&#10;N32M9enTTpZ6e/z7DaP0bJTqdduvKYhAbfgXv9wbE+cnaZrC8514g5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W+f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vT2MUA&#10;AADeAAAADwAAAGRycy9kb3ducmV2LnhtbERPTU8CMRC9k/AfmjHxBq0cRFcKERITDUgiGr1OtuN2&#10;43a62dZl+ffMgYTbzPuaN4vVEBrVU5fqyBbupgYUcRldzZWFr8+XyQOolJEdNpHJwokSrJbj0QIL&#10;F4/8Qf0hV0pCOBVowefcFlqn0lPANI0tsXC/sQuYZe0q7To8Snho9MyYex2wZrngsaWNp/Lv8B8s&#10;9Lg/mR+/fn98q3flbL/+3jrB7e3N8PwEKtOQr+KL+9VJfTOfS195R2bQy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W9PY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qp2cMA&#10;AADeAAAADwAAAGRycy9kb3ducmV2LnhtbERPPU/DMBDdkfofrKvERp1moBDqVlWlIkYIDIxHfI1T&#10;4rvIdpvAr8dISGz39D5vvZ18ry4UYidsYLkoQBE3YjtuDby9Hm7uQMWEbLEXJgNfFGG7mV2tsbIy&#10;8gtd6tSqHMKxQgMupaHSOjaOPMaFDMSZO0rwmDIMrbYBxxzue10Wxa322HFucDjQ3lHzWZ+9gfGx&#10;+TiVx3frvsMgh/pZTmUvxlzPp90DqERT+hf/uZ9snl+sVv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qp2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1gdMgA&#10;AADeAAAADwAAAGRycy9kb3ducmV2LnhtbESPT2/CMAzF75P4DpGRdhvpOIyqEBDjjzRNmyYY3E3j&#10;tR2JUzUZdN9+PkziZsvP773fbNF7py7UxSawgcdRBoq4DLbhysDhc/uQg4oJ2aILTAZ+KcJiPrib&#10;YWHDlXd02adKiQnHAg3UKbWF1rGsyWMchZZYbl+h85hk7SptO7yKuXd6nGVP2mPDklBjS6uayvP+&#10;xxvYfqzd9/h9tzzqtNpMTi5/fV6/GXM/7JdTUIn6dBP/f79YqZ9NcgEQHJlBz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DWB0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cYe8UA&#10;AADeAAAADwAAAGRycy9kb3ducmV2LnhtbERPTWvCQBC9C/6HZQq9iG6sVEPqKiKICi3UKPQ6ZqdJ&#10;MDsbsmuM/75bELzN433OfNmZSrTUuNKygvEoAkGcWV1yruB03AxjEM4ja6wsk4I7OVgu+r05Jtre&#10;+EBt6nMRQtglqKDwvk6kdFlBBt3I1sSB+7WNQR9gk0vd4C2Em0q+RdFUGiw5NBRY07qg7JJejYL2&#10;+/Oc71pX7y/xwL1Pztvtl/5R6vWlW32A8NT5p/jh3ukwP5rFY/h/J9w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xh7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n4EcYA&#10;AADeAAAADwAAAGRycy9kb3ducmV2LnhtbERPS0sDMRC+C/6HMEJvNnHRdrttWqwgeBHs49Depptx&#10;d+lmsiZpu/rrjVDwNh/fc2aL3rbiTD40jjU8DBUI4tKZhisN283rfQ4iRGSDrWPS8E0BFvPbmxkW&#10;xl14Red1rEQK4VCghjrGrpAylDVZDEPXESfu03mLMUFfSePxksJtKzOlRtJiw6mhxo5eaiqP65PV&#10;sJzky6+PR37/WR32tN8djk+ZV1oP7vrnKYhIffwXX91vJs1X4zyDv3fSDX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n4EcYAAADeAAAADwAAAAAAAAAAAAAAAACYAgAAZHJz&#10;L2Rvd25yZXYueG1sUEsFBgAAAAAEAAQA9QAAAIsDAAAAAA==&#10;" fillcolor="black" stroked="f"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ZTisYA&#10;AADeAAAADwAAAGRycy9kb3ducmV2LnhtbERPS2vCQBC+C/6HZYTedKOlGqKraB8gVA8+Dh6n2Wmy&#10;JDsbsluN/fXdQqG3+fies1h1thZXar1xrGA8SkAQ504bLhScT2/DFIQPyBprx6TgTh5Wy35vgZl2&#10;Nz7Q9RgKEUPYZ6igDKHJpPR5SRb9yDXEkft0rcUQYVtI3eIthttaTpJkKi0ajg0lNvRcUl4dv6yC&#10;y/vUpAdDk4/d9+ZV756qzf6lUuph0K3nIAJ14V/8597qOD+ZpY/w+068QS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ZTi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GjVMYA&#10;AADeAAAADwAAAGRycy9kb3ducmV2LnhtbESPQU/DMAyF70j8h8hI3FgCh6kqy6ZpE4ILBwYTV6sx&#10;TWnjlCTbuv16fEDiZus9v/d5sZrCoI6UchfZwv3MgCJuouu4tfDx/nRXgcoF2eEQmSycKcNqeX21&#10;wNrFE7/RcVdaJSGca7TgSxlrrXPjKWCexZFYtK+YAhZZU6tdwpOEh0E/GDPXATuWBo8jbTw1/e4Q&#10;LKT157a/8GHfm8vrOT9/Tz8Vemtvb6b1I6hCU/k3/12/OME380p45R2ZQS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GjVM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ywhMQA&#10;AADeAAAADwAAAGRycy9kb3ducmV2LnhtbERP22oCMRB9F/oPYQp9kZrog9WtUYogFJSClw+Ybqa7&#10;S5PJshl19eubQqFvczjXWaz64NWFutREtjAeGVDEZXQNVxZOx83zDFQSZIc+Mlm4UYLV8mGwwMLF&#10;K+/pcpBK5RBOBVqoRdpC61TWFDCNYkucua/YBZQMu0q7Dq85PHg9MWaqAzacG2psaV1T+X04Bwt+&#10;8unn25e0k9tJ78w9yH744ax9euzfXkEJ9fIv/nO/uzzfTGdz+H0n36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ssI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/OnscA&#10;AADeAAAADwAAAGRycy9kb3ducmV2LnhtbESPQW/CMAyF75P2HyJP2m2k44C2QkDbEFIvHNaBuJrG&#10;NBWJUzUZlP36+TBpN1t+fu99i9UYvLrQkLrIBp4nBSjiJtqOWwO7r83TC6iUkS36yGTgRglWy/u7&#10;BZY2XvmTLnVulZhwKtGAy7kvtU6No4BpEntiuZ3iEDDLOrTaDngV8+D1tChmOmDHkuCwpw9Hzbn+&#10;DgbWde+nu8q9p8N+ezz66mdDh7Uxjw/j2xxUpjH/i/++Kyv1i9mrAAiOz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fzp7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bZM8MA&#10;AADeAAAADwAAAGRycy9kb3ducmV2LnhtbERPO2vDMBDeC/kP4gLZGskd3NSNYkJoIJApr6HbIV1t&#10;t9bJWErs/PuoUOh2H9/zluXoWnGjPjSeNWRzBYLYeNtwpeF82j4vQISIbLH1TBruFKBcTZ6WWFg/&#10;8IFux1iJFMKhQA11jF0hZTA1OQxz3xEn7sv3DmOCfSVtj0MKd618USqXDhtODTV2tKnJ/ByvTsP3&#10;Vu69UWgu58uws6+fHzm1SuvZdFy/g4g0xn/xn3tn03yVv2Xw+066Qa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bZM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y0I8QA&#10;AADeAAAADwAAAGRycy9kb3ducmV2LnhtbERPS2sCMRC+C/0PYQq9abZbEN2aFVsQROlBLaXH6Wb2&#10;wW4mSxJ1/femIHibj+85i+VgOnEm5xvLCl4nCQjiwuqGKwXfx/V4BsIHZI2dZVJwJQ/L/Gm0wEzb&#10;C+/pfAiViCHsM1RQh9BnUvqiJoN+YnviyJXWGQwRukpqh5cYbjqZJslUGmw4NtTY02dNRXs4GQW/&#10;px2XX2/blfsIP3Y4+jb9m7VKvTwPq3cQgYbwEN/dGx3nJ9N5Cv/vxBtk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stCP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3EysUA&#10;AADeAAAADwAAAGRycy9kb3ducmV2LnhtbERPTWsCMRC9C/0PYYTeNNG2oqtRaqHQi1CtB72Nm3F3&#10;cTPZJqmu/npTKPQ2j/c5s0Vra3EmHyrHGgZ9BYI4d6biQsP26703BhEissHaMWm4UoDF/KEzw8y4&#10;C6/pvImFSCEcMtRQxthkUoa8JIuh7xrixB2dtxgT9IU0Hi8p3NZyqNRIWqw4NZTY0FtJ+WnzYzUs&#10;J+Pl9+czr27rw572u8PpZeiV1o/d9nUKIlIb/8V/7g+T5qvR5Al+30k3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fcTKxQAAAN4AAAAPAAAAAAAAAAAAAAAAAJgCAABkcnMv&#10;ZG93bnJldi54bWxQSwUGAAAAAAQABAD1AAAAigMAAAAA&#10;" fillcolor="black" stroked="f"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JXFMQA&#10;AADeAAAADwAAAGRycy9kb3ducmV2LnhtbERPTUsDMRC9C/0PYQRvNmsrxW6blqUgFU/baul1uhk3&#10;i5vJksR0/fdGELzN433OejvaXiTyoXOs4GFagCBunO64VfD+9nz/BCJEZI29Y1LwTQG2m8nNGkvt&#10;rnygdIytyCEcSlRgYhxKKUNjyGKYuoE4cx/OW4wZ+lZqj9ccbns5K4qFtNhxbjA40M5Q83n8sgrS&#10;ZVdX83RO5vDqq9a7en+61Erd3Y7VCkSkMf6L/9wvOs8vFstH+H0n3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iVx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K2hsUA&#10;AADeAAAADwAAAGRycy9kb3ducmV2LnhtbERPTWvCQBC9F/oflil4qxsLBo2uUqQV9dI2FfQ4ZKfZ&#10;0OxsyK4x+uvdgtDbPN7nzJe9rUVHra8cKxgNExDEhdMVlwr23+/PExA+IGusHZOCC3lYLh4f5php&#10;d+Yv6vJQihjCPkMFJoQmk9IXhiz6oWuII/fjWoshwraUusVzDLe1fEmSVFqsODYYbGhlqPjNT1aB&#10;H63eDjt7nXbHteGPfGvSz9IoNXjqX2cgAvXhX3x3b3Scn6TTMfy9E2+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raG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251DB" w:rsidRPr="00D815F3" w:rsidRDefault="000251DB" w:rsidP="000251D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0251DB" w:rsidRPr="001869AA" w:rsidRDefault="000251DB" w:rsidP="000251D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251DB" w:rsidRPr="001869AA" w:rsidRDefault="000251DB" w:rsidP="000251D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251DB" w:rsidRPr="001869AA" w:rsidRDefault="000251DB" w:rsidP="000251D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251DB" w:rsidRPr="00D815F3" w:rsidRDefault="000251DB" w:rsidP="000251D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0251DB" w:rsidRPr="001869AA" w:rsidRDefault="000251DB" w:rsidP="000251D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0251DB" w:rsidRPr="001869AA" w:rsidRDefault="000251DB" w:rsidP="000251DB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0251DB" w:rsidRPr="001869AA" w:rsidRDefault="000251DB" w:rsidP="000251D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0251DB" w:rsidRPr="001869AA" w:rsidRDefault="000251DB" w:rsidP="000251D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0251DB" w:rsidRPr="001869AA" w:rsidRDefault="000251DB" w:rsidP="000251D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0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1DB" w:rsidRDefault="000251DB" w:rsidP="000251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730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C0p+vDPngAABJZBAAO&#10;AAAAAAAAAAAAAAAAAC4CAABkcnMvZTJvRG9jLnhtbFBLAQItABQABgAIAAAAIQDfzpAw4gAAAA0B&#10;AAAPAAAAAAAAAAAAAAAAAJh6AABkcnMvZG93bnJldi54bWxQSwUGAAAAAAQABADzAAAAp3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251DB" w:rsidRDefault="000251DB" w:rsidP="000251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251DB" w:rsidRDefault="000251DB" w:rsidP="000251DB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0251DB" w:rsidRPr="001869AA" w:rsidRDefault="000251DB" w:rsidP="000251D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251DB" w:rsidRDefault="000251DB" w:rsidP="000251DB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0251DB" w:rsidRPr="001869AA" w:rsidRDefault="000251DB" w:rsidP="000251DB">
      <w:pPr>
        <w:spacing w:after="0" w:line="240" w:lineRule="auto"/>
        <w:jc w:val="center"/>
        <w:rPr>
          <w:rFonts w:ascii="Times New Roman" w:hAnsi="Times New Roman"/>
        </w:rPr>
      </w:pPr>
    </w:p>
    <w:p w:rsidR="000251DB" w:rsidRPr="00312454" w:rsidRDefault="000251DB" w:rsidP="000251D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0251DB" w:rsidRDefault="000251DB" w:rsidP="000251D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251DB" w:rsidRDefault="000251DB" w:rsidP="000251D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251DB" w:rsidRPr="00E12288" w:rsidRDefault="000251DB" w:rsidP="000251D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0251DB" w:rsidRPr="00E12288" w:rsidRDefault="000251DB" w:rsidP="000251D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0251DB" w:rsidRPr="00E12288" w:rsidRDefault="000251DB" w:rsidP="000251D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0251DB" w:rsidRPr="00E12288" w:rsidRDefault="000251DB" w:rsidP="000251D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Михалюка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Є.В.</w:t>
      </w:r>
    </w:p>
    <w:p w:rsidR="000251DB" w:rsidRPr="00E12288" w:rsidRDefault="000251DB" w:rsidP="000251D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251DB" w:rsidRPr="00E12288" w:rsidRDefault="000251DB" w:rsidP="000251D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251DB" w:rsidRPr="00E12288" w:rsidRDefault="000251DB" w:rsidP="000251D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Є.В.,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0251DB" w:rsidRPr="00E12288" w:rsidRDefault="000251DB" w:rsidP="000251D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0251DB" w:rsidRPr="00E12288" w:rsidRDefault="000251DB" w:rsidP="000251D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251DB" w:rsidRPr="00E12288" w:rsidRDefault="000251DB" w:rsidP="000251D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Євгену Васильовичу, </w:t>
      </w:r>
      <w:r>
        <w:rPr>
          <w:rFonts w:ascii="Times New Roman" w:hAnsi="Times New Roman"/>
          <w:sz w:val="24"/>
        </w:rPr>
        <w:t xml:space="preserve"> який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ий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B57D9D">
        <w:rPr>
          <w:rFonts w:ascii="Times New Roman" w:hAnsi="Times New Roman"/>
          <w:sz w:val="24"/>
          <w:lang w:val="en-US"/>
        </w:rPr>
        <w:t>____________</w:t>
      </w:r>
      <w:r>
        <w:rPr>
          <w:rFonts w:ascii="Times New Roman" w:hAnsi="Times New Roman"/>
          <w:sz w:val="24"/>
        </w:rPr>
        <w:t xml:space="preserve">, </w:t>
      </w:r>
      <w:r w:rsidRPr="00E12288"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B57D9D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0,0902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га,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984000:01:016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029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ведення особистого селянського господарства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яка розташована Хмельницька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</w:t>
      </w: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</w:t>
      </w:r>
    </w:p>
    <w:p w:rsidR="000251DB" w:rsidRPr="00E12288" w:rsidRDefault="000251DB" w:rsidP="000251D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2.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Є.В.</w:t>
      </w: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0251DB" w:rsidRPr="00E12288" w:rsidRDefault="000251DB" w:rsidP="000251D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251DB" w:rsidRPr="00E12288" w:rsidRDefault="000251DB" w:rsidP="000251D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251DB" w:rsidRPr="00E12288" w:rsidRDefault="000251DB" w:rsidP="000251DB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0251DB" w:rsidRPr="00E12288" w:rsidRDefault="000251DB" w:rsidP="000251DB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0251DB" w:rsidRPr="00E12288" w:rsidRDefault="000251DB" w:rsidP="000251DB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0251DB" w:rsidRDefault="000251DB" w:rsidP="000251DB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A16B04" w:rsidRDefault="00A16B04"/>
    <w:sectPr w:rsidR="00A16B0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1DB"/>
    <w:rsid w:val="000251DB"/>
    <w:rsid w:val="00171A2E"/>
    <w:rsid w:val="00304C90"/>
    <w:rsid w:val="00505B6D"/>
    <w:rsid w:val="006D3977"/>
    <w:rsid w:val="007D6C18"/>
    <w:rsid w:val="00A16B04"/>
    <w:rsid w:val="00B57D9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DB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1DB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249</Words>
  <Characters>1425</Characters>
  <Application>Microsoft Office Word</Application>
  <DocSecurity>0</DocSecurity>
  <Lines>11</Lines>
  <Paragraphs>3</Paragraphs>
  <ScaleCrop>false</ScaleCrop>
  <Company>Microsoft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2020-11-17T16:01:00Z</dcterms:created>
  <dcterms:modified xsi:type="dcterms:W3CDTF">2020-11-18T06:56:00Z</dcterms:modified>
</cp:coreProperties>
</file>