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7AC6" w:rsidRDefault="00697AC6" w:rsidP="00697A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7AC6" w:rsidRDefault="00697AC6" w:rsidP="00697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7AC6" w:rsidRDefault="00697AC6" w:rsidP="00697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7AC6" w:rsidRDefault="00697AC6" w:rsidP="00697A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97AC6" w:rsidRDefault="00697AC6" w:rsidP="00697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7AC6" w:rsidRDefault="00697AC6" w:rsidP="00697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</w:t>
      </w:r>
    </w:p>
    <w:p w:rsidR="00697AC6" w:rsidRDefault="00697AC6" w:rsidP="00697AC6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697AC6" w:rsidRDefault="00697AC6" w:rsidP="00697AC6">
      <w:pPr>
        <w:tabs>
          <w:tab w:val="left" w:pos="759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продовження терміну дії договору</w:t>
      </w:r>
    </w:p>
    <w:p w:rsidR="00697AC6" w:rsidRDefault="00697AC6" w:rsidP="00697AC6">
      <w:pPr>
        <w:tabs>
          <w:tab w:val="left" w:pos="759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оренди земельної ділянки Штиба О.С.</w:t>
      </w:r>
    </w:p>
    <w:p w:rsidR="00697AC6" w:rsidRDefault="00697AC6" w:rsidP="00697AC6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AC6" w:rsidRDefault="00697AC6" w:rsidP="00697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керуючись ст.12,124, 125 Земельного Кодексу України, Закону України «Про оренду землі»,  Податкового кодексу України, за погодженням постійної комісії </w:t>
      </w:r>
      <w:r>
        <w:rPr>
          <w:rFonts w:ascii="Times New Roman" w:eastAsia="Calibri" w:hAnsi="Times New Roman" w:cs="Times New Roman"/>
          <w:sz w:val="24"/>
          <w:szCs w:val="24"/>
        </w:rPr>
        <w:t>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розглянувши заяву Штиба О.С.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97AC6" w:rsidRDefault="00697AC6" w:rsidP="00697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97AC6" w:rsidRDefault="00697AC6" w:rsidP="00697AC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1.Продовжити  Штиба Ользі Сергіївні термін дії договору оренди земельної ділянки, який  зареєстрований за №040676000002  від 04.04.2006 року (кадастровий  номер 6823986800:01:001:0010) строком на 5  років площею 0,0073 га, з цільовим призначенням земельної ділянки для будівництва та обслуговування будівель торгівлі, що розташована  по вул. Незалежності, 15 в с. Полянь  Шепетівського району Хмельницької області.</w:t>
      </w:r>
    </w:p>
    <w:p w:rsidR="00697AC6" w:rsidRDefault="00697AC6" w:rsidP="00697AC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2.Встановити орендну плату за  земельну ділянку   у </w:t>
      </w:r>
      <w:r w:rsidRPr="002848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розмірі 7%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нормативної грошової оцінки земельної ділянки.</w:t>
      </w:r>
    </w:p>
    <w:p w:rsidR="00697AC6" w:rsidRDefault="00697AC6" w:rsidP="00697AC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3.Зобов</w:t>
      </w:r>
      <w:r w:rsidRPr="00B009A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язати  Штиба О.С. зареєструвати додаткову угоду  оренди земельної ділянки у державному реєстрі речових прав на нерухоме майно та їх обтяжень.</w:t>
      </w:r>
    </w:p>
    <w:p w:rsidR="00697AC6" w:rsidRDefault="00697AC6" w:rsidP="00697A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4.Контроль за виконанням  даного рішення </w:t>
      </w:r>
      <w:r>
        <w:rPr>
          <w:rFonts w:ascii="Times New Roman" w:eastAsia="Calibri" w:hAnsi="Times New Roman" w:cs="Times New Roman"/>
          <w:sz w:val="24"/>
          <w:szCs w:val="24"/>
        </w:rPr>
        <w:t>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97AC6" w:rsidRDefault="00697AC6" w:rsidP="00697AC6">
      <w:pPr>
        <w:widowControl w:val="0"/>
        <w:spacing w:after="0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AC6" w:rsidRDefault="00697AC6" w:rsidP="00697AC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7AC6" w:rsidRDefault="00697AC6" w:rsidP="00697AC6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2AF5" w:rsidRPr="00697AC6" w:rsidRDefault="00697AC6" w:rsidP="00697AC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532AF5" w:rsidRPr="00697A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AC6"/>
    <w:rsid w:val="00171A2E"/>
    <w:rsid w:val="00304C90"/>
    <w:rsid w:val="00505B6D"/>
    <w:rsid w:val="00532AF5"/>
    <w:rsid w:val="00697AC6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97A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97A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97AC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97A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97AC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97AC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1213</Words>
  <Characters>692</Characters>
  <Application>Microsoft Office Word</Application>
  <DocSecurity>0</DocSecurity>
  <Lines>5</Lines>
  <Paragraphs>3</Paragraphs>
  <ScaleCrop>false</ScaleCrop>
  <Company>Microsoft</Company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2021-03-30T12:40:00Z</dcterms:created>
  <dcterms:modified xsi:type="dcterms:W3CDTF">2021-03-30T12:40:00Z</dcterms:modified>
</cp:coreProperties>
</file>