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0C" w:rsidRPr="003B50D1" w:rsidRDefault="00A3480C" w:rsidP="00A3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</w:t>
      </w: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РОЕКТ</w:t>
      </w:r>
    </w:p>
    <w:p w:rsidR="00A3480C" w:rsidRPr="003B50D1" w:rsidRDefault="00A3480C" w:rsidP="00A3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A3480C" w:rsidRDefault="00A3480C" w:rsidP="00A3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3480C" w:rsidRDefault="00A3480C" w:rsidP="00A3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3480C" w:rsidRPr="003B50D1" w:rsidRDefault="00A3480C" w:rsidP="00A3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790CE4" wp14:editId="62F0745F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321" name="Группа 23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3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80C" w:rsidRDefault="00A3480C" w:rsidP="00A348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32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ITFy3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nf3MQA&#10;AADeAAAADwAAAGRycy9kb3ducmV2LnhtbESPQYvCMBSE78L+h/AW9qapKah0jSKiiwdhsa73R/Ns&#10;i81LaaLWf2+EBY/DzHzDzJe9bcSNOl871jAeJSCIC2dqLjX8HbfDGQgfkA02jknDgzwsFx+DOWbG&#10;3flAtzyUIkLYZ6ihCqHNpPRFRRb9yLXE0Tu7zmKIsiul6fAe4baRKkkm0mLNcaHCltYVFZf8ajW4&#10;9Ge3P5XqkG54Gnj1Ozuf+r3WX5/96htEoD68w//tndGg0lQpeN2JV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J39z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HI5MkA&#10;AADeAAAADwAAAGRycy9kb3ducmV2LnhtbESPT0sDMRTE74LfITzBS7FZd6HqtmmRwmrtQegf8PrY&#10;vG5WNy9LEtttP70RBI/DzPyGmS0G24kj+dA6VnA/zkAQ10633CjY76q7RxAhImvsHJOCMwVYzK+v&#10;Zlhqd+INHbexEQnCoUQFJsa+lDLUhiyGseuJk3dw3mJM0jdSezwluO1knmUTabHltGCwp6Wh+mv7&#10;bRV8Vu/mY/lwefGjpw1dRtX6tXubKHV7MzxPQUQa4n/4r73SCvKiyAv4vZOugJ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UHI5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v0kcQA&#10;AADeAAAADwAAAGRycy9kb3ducmV2LnhtbESP3YrCMBCF74V9hzCCN7KmtotI1yiyqCzeiD8PMDRj&#10;U2wmpYm2vv1GEPbycH4+zmLV21o8qPWVYwXTSQKCuHC64lLB5bz9nIPwAVlj7ZgUPMnDavkxWGCu&#10;XcdHepxCKeII+xwVmBCaXEpfGLLoJ64hjt7VtRZDlG0pdYtdHLe1TJNkJi1WHAkGG/oxVNxOdxsh&#10;hwwP+2t33u567HCzNzxeH5UaDfv1N4hAffgPv9u/WkGaZekXvO7EK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79J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EMMcA&#10;AADeAAAADwAAAGRycy9kb3ducmV2LnhtbESPQUsDMRSE70L/Q3gFbzbr1lZZmxapCiL00FYQb4/N&#10;6+7i5iUkz+76740geBxm5htmtRldr84UU+fZwPWsAEVce9txY+Dt+Hx1ByoJssXeMxn4pgSb9eRi&#10;hZX1A+/pfJBGZQinCg20IqHSOtUtOUwzH4izd/LRoWQZG20jDhnuel0WxVI77DgvtBho21L9efhy&#10;BnbDU3i9XS5O4SPelDo9WnnfijGX0/HhHpTQKP/hv/aLNVDO5+UC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zRDD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XPfcMA&#10;AADeAAAADwAAAGRycy9kb3ducmV2LnhtbESP3YrCMBCF7wXfIYzgjWi6LYhUo4ioLN6IPw8wNGNT&#10;bCalydr69mZhYS8P5+fjrDa9rcWLWl85VvA1S0AQF05XXCq43w7TBQgfkDXWjknBmzxs1sPBCnPt&#10;Or7Q6xpKEUfY56jAhNDkUvrCkEU/cw1x9B6utRiibEupW+ziuK1lmiRzabHiSDDY0M5Q8bz+2Ag5&#10;Z3g+Pbrb4dhjh/uT4cn2otR41G+XIAL14T/81/7WCtIsS+fweydeAb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XPf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/3McA&#10;AADeAAAADwAAAGRycy9kb3ducmV2LnhtbESPQUsDMRSE74L/IbyCN5vtVltZmxapFUTowSqIt8fm&#10;dXdx8xKS1+76740geBxm5htmtRldr84UU+fZwGxagCKuve24MfD+9nR9ByoJssXeMxn4pgSb9eXF&#10;CivrB36l80EalSGcKjTQioRK61S35DBNfSDO3tFHh5JlbLSNOGS463VZFAvtsOO80GKgbUv11+Hk&#10;DOyHXXhZLm6P4TPelDo9WvnYijFXk/HhHpTQKP/hv/azNVDO5+US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tf9z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f2R8QA&#10;AADeAAAADwAAAGRycy9kb3ducmV2LnhtbERPXWvCMBR9H+w/hDvYy9DUlol0RtFB2MDBmAq+Xppr&#10;W9bclCSz3b83D4KPh/O9XI+2ExfyoXWsYDbNQBBXzrRcKzge9GQBIkRkg51jUvBPAdarx4cllsYN&#10;/EOXfaxFCuFQooImxr6UMlQNWQxT1xMn7uy8xZigr6XxOKRw28k8y+bSYsupocGe3huqfvd/VsH2&#10;e6gL/1JtR7c7f5xetTb6Syv1/DRu3kBEGuNdfHN/GgV5UeRpb7qTr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39kf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sZI8UA&#10;AADeAAAADwAAAGRycy9kb3ducmV2LnhtbESPUWvCMBSF3wf+h3AHvs101Q3XGUWUgshe1u0HXJq7&#10;prO5KUms9d8bYbDHwznnO5zVZrSdGMiH1rGC51kGgrh2uuVGwfdX+bQEESKyxs4xKbhSgM168rDC&#10;QrsLf9JQxUYkCIcCFZgY+0LKUBuyGGauJ07ej/MWY5K+kdrjJcFtJ/Mse5UWW04LBnvaGapP1dkq&#10;KI/5x3A6a1+67biw9GJ+l3uj1PRx3L6DiDTG//Bf+6AV5PN5/gb3O+kK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Cxk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hsnMUA&#10;AADeAAAADwAAAGRycy9kb3ducmV2LnhtbESPXWvCMBSG7wf+h3AEb4amWiZSjaKD4GCDMRW8PTTH&#10;tticlCSz3b9fLga7fHm/eDa7wbbiQT40jhXMZxkI4tKZhisFl7OerkCEiGywdUwKfijAbjt62mBh&#10;XM9f9DjFSqQRDgUqqGPsCilDWZPFMHMdcfJuzluMSfpKGo99GretXGTZUlpsOD3U2NFrTeX99G0V&#10;HD77KvfP5WFw77fj9UVroz+0UpPxsF+DiDTE//Bf+80oWOR5ngASTkI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2Gy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SD+MUA&#10;AADeAAAADwAAAGRycy9kb3ducmV2LnhtbESPUWvCMBSF3wf7D+EOfJup7TakGkU2CjJ8mdsPuDR3&#10;TbW5KUms9d8bQfDxcM75Dme5Hm0nBvKhdaxgNs1AENdOt9wo+PutXucgQkTW2DkmBRcKsF49Py2x&#10;1O7MPzTsYyMShEOJCkyMfSllqA1ZDFPXEyfv33mLMUnfSO3xnOC2k3mWfUiLLacFgz19GqqP+5NV&#10;UH3nu+F40r5ym/HN0rs5zL+MUpOXcbMAEWmMj/C9vdUK8qIoZnC7k6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IP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iDZ8IA&#10;AADeAAAADwAAAGRycy9kb3ducmV2LnhtbESP0YrCMBRE3wX/IVzBN01tVaQaZVlQ1kerH3Bprm2x&#10;ualNtPXvzYLg4zAzZ5jNrje1eFLrKssKZtMIBHFudcWFgst5P1mBcB5ZY22ZFLzIwW47HGww1bbj&#10;Ez0zX4gAYZeigtL7JpXS5SUZdFPbEAfvaluDPsi2kLrFLsBNLeMoWkqDFYeFEhv6LSm/ZQ+jYP7q&#10;DvdscYv22tDsmDRH9vlCqfGo/1mD8NT7b/jT/tMK4iRJYvi/E66A3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uINn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wU8IA&#10;AADeAAAADwAAAGRycy9kb3ducmV2LnhtbERPy4rCMBTdC/5DuII7Te2AaMe0iOIgsxrrY31prm2Z&#10;5qY0UevfTwYEz+5wXpxV1ptG3KlztWUFs2kEgriwuuZSwem4myxAOI+ssbFMCp7kIEuHgxUm2j74&#10;QPfclyKUsEtQQeV9m0jpiooMuqltiYN2tZ1BH2hXSt3hI5SbRsZRNJcGaw4LFba0qaj4zW9GwW1+&#10;iU98/dY/+fb5tdzu1k6eS6XGo379CcJT79/mV3qvFcQfAfB/J1wBm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9jB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YOsgA&#10;AADeAAAADwAAAGRycy9kb3ducmV2LnhtbESPT2vCQBTE7wW/w/KE3upGI0Gjq7QFofVQ8d/B2zP7&#10;TGKzb2N2q+m37woFj8PM/IaZzltTiSs1rrSsoN+LQBBnVpecK9htFy8jEM4ja6wsk4JfcjCfdZ6m&#10;mGp74zVdNz4XAcIuRQWF93UqpcsKMuh6tiYO3sk2Bn2QTS51g7cAN5UcRFEiDZYcFgqs6b2g7Hvz&#10;YxTsV6NkvHr7HJ6XX0eMjb4cdJko9dxtXycgPLX+Ef5vf2gFgziOh3C/E66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6cBg6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UqNccA&#10;AADeAAAADwAAAGRycy9kb3ducmV2LnhtbESPQWvCQBSE7wX/w/KE3pqNSRskZhW1VIsntQWvj+xr&#10;Epp9G7Jbjf31bqHgcZiZb5hiMZhWnKl3jWUFkygGQVxa3XCl4PPj7WkKwnlkja1lUnAlB4v56KHA&#10;XNsLH+h89JUIEHY5Kqi973IpXVmTQRfZjjh4X7Y36IPsK6l7vAS4aWUSx5k02HBYqLGjdU3l9/HH&#10;KPjNTrh322T1mmpP1+fpxu72G6Uex8NyBsLT4O/h//a7VpCkafoCf3fCFZ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FKjX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7d7MUA&#10;AADeAAAADwAAAGRycy9kb3ducmV2LnhtbESP0WrCQBRE34X+w3ILvummiZWauoqIBd+saT/gkr1u&#10;gtm7Mbtq6te7gtDHYWbOMPNlbxtxoc7XjhW8jRMQxKXTNRsFvz9fow8QPiBrbByTgj/ysFy8DOaY&#10;a3flPV2KYESEsM9RQRVCm0vpy4os+rFriaN3cJ3FEGVnpO7wGuG2kWmSTKXFmuNChS2tKyqPxdkq&#10;OLn0XffFBnfHzey7NmZyuu0nSg1f+9UniEB9+A8/21utIM2ybAqPO/EK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Lt3s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4enMUA&#10;AADeAAAADwAAAGRycy9kb3ducmV2LnhtbESPzW7CMBCE70i8g7VIvYEDUYGmGASVKnHl58Bxay9J&#10;SrwOsYG0T4+RkDiOZuYbzWzR2kpcqfGlYwXDQQKCWDtTcq5gv/vuT0H4gGywckwK/sjDYt7tzDAz&#10;7sYbum5DLiKEfYYKihDqTEqvC7LoB64mjt7RNRZDlE0uTYO3CLeVHCXJWFosOS4UWNNXQfq0vVgF&#10;6/KH3sf6+GGnK705/J9DOvk1Sr312uUniEBteIWf7bVRMErTdAKPO/EK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3h6c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zOccA&#10;AADeAAAADwAAAGRycy9kb3ducmV2LnhtbESPQUvDQBCF70L/wzJCb3ZjAqKx22ILgqW1YBW9Dtkx&#10;G8zOhuw2Tf+9cyj0ODNv3nvffDn6Vg3UxyawgftZBoq4Crbh2sDX5+vdI6iYkC22gcnAmSIsF5Ob&#10;OZY2nPiDhkOqlZhwLNGAS6krtY6VI49xFjpiuf2G3mOSsa+17fEk5r7VeZY9aI8NS4LDjtaOqr/D&#10;0RsYcH/Oftzq/WnT7Kp8v/reWtmb6e348gwq0Ziu4sv3mzWQF0UhfQVHUEA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gczn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JOMUA&#10;AADeAAAADwAAAGRycy9kb3ducmV2LnhtbESPQUvDQBSE74L/YXmCN7sxAdHYbZFCxWONHjw+s6/Z&#10;1Ox7YXfbxP56VxA8DjPzDbNcz35QJwqxFzZwuyhAEbdie+4MvL9tb+5BxYRscRAmA98UYb26vFhi&#10;bWXiVzo1qVMZwrFGAy6lsdY6to48xoWMxNnbS/CYsgydtgGnDPeDLoviTnvsOS84HGnjqP1qjt7A&#10;9Nx+Hsr9h3XnMMq22cmhHMSY66v56RFUojn9h//aL9ZAWVXVA/zeyV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Qk4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XDz8YA&#10;AADeAAAADwAAAGRycy9kb3ducmV2LnhtbESPy2rCQBSG94W+w3AK3emksVSJjmK9QCmKeNsfM6dJ&#10;dOZMyIyavn1nIXT589/4RpPWGnGjxleOFbx1ExDEudMVFwoO+2VnAMIHZI3GMSn4JQ+T8fPTCDPt&#10;7ryl2y4UIo6wz1BBGUKdSenzkiz6rquJo/fjGoshyqaQusF7HLdGpknyIS1WHB9KrGlWUn7ZXa2C&#10;5WZuzul6Oz3KMFv0T2bw/TlfKfX60k6HIAK14T/8aH9pBWmv9x4BIk5EAT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XDz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+7wMcA&#10;AADeAAAADwAAAGRycy9kb3ducmV2LnhtbESPQWvCQBSE74L/YXmCF6kbTS2SuooUigot1Cj0+sw+&#10;k2D2bciuMf77bkHwOMzMN8xi1ZlKtNS40rKCyTgCQZxZXXKu4Hj4fJmDcB5ZY2WZFNzJwWrZ7y0w&#10;0fbGe2pTn4sAYZeggsL7OpHSZQUZdGNbEwfvbBuDPsgml7rBW4CbSk6j6E0aLDksFFjTR0HZJb0a&#10;Be3P1ynftq7eXeYjN4tPm823/lVqOOjW7yA8df4ZfrS3WsE0jl8n8H8nXA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fu8D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480C" w:rsidRDefault="00A3480C" w:rsidP="00A3480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FbqsgA&#10;AADeAAAADwAAAGRycy9kb3ducmV2LnhtbESPQWvCQBSE7wX/w/KE3pqN0RaNrlILhV4EtT3U2zP7&#10;TILZt+nuVlN/vSsUPA4z8w0zW3SmESdyvrasYJCkIIgLq2suFXx9vj+NQfiArLGxTAr+yMNi3nuY&#10;Ya7tmTd02oZSRAj7HBVUIbS5lL6oyKBPbEscvYN1BkOUrpTa4TnCTSOzNH2RBmuOCxW29FZRcdz+&#10;GgXLyXj5sx7x6rLZ72j3vT8+Zy5V6rHfvU5BBOrCPfzf/tAKsuFwlMHtTrwCcn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4VuqyAAAAN4AAAAPAAAAAAAAAAAAAAAAAJgCAABk&#10;cnMvZG93bnJldi54bWxQSwUGAAAAAAQABAD1AAAAjQMAAAAA&#10;" fillcolor="black" stroked="f">
                  <v:textbox>
                    <w:txbxContent>
                      <w:p w:rsidR="00A3480C" w:rsidRDefault="00A3480C" w:rsidP="00A3480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wMckA&#10;AADeAAAADwAAAGRycy9kb3ducmV2LnhtbESPQUvDQBSE7wX/w/KE3tqNiZYSsynWKgjWQ2sPPT6z&#10;z2RJ9m3Irm3017sFweMwM98wxWq0nTjR4I1jBTfzBARx5bThWsHh/Xm2BOEDssbOMSn4Jg+r8mpS&#10;YK7dmXd02odaRAj7HBU0IfS5lL5qyKKfu544ep9usBiiHGqpBzxHuO1kmiQLadFwXGiwp8eGqnb/&#10;ZRUcXxdmuTOUfmx/1k96e9eu3zatUtPr8eEeRKAx/If/2i9aQZpltxlc7sQrI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G7wM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UFd8YA&#10;AADeAAAADwAAAGRycy9kb3ducmV2LnhtbESPQWsCMRSE74L/ITyhN81WpcjWKKJIe+mhaun1sXnd&#10;bHfzsiZRV399UxA8DjPzDTNfdrYRZ/KhcqzgeZSBIC6crrhUcNhvhzMQISJrbByTgisFWC76vTnm&#10;2l34k867WIoE4ZCjAhNjm0sZCkMWw8i1xMn7cd5iTNKXUnu8JLht5DjLXqTFitOCwZbWhop6d7IK&#10;/Op7U9/49FVnt49rePvtjjM0Sj0NutUriEhdfITv7XetYDyZTKfwfydd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UFd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gWp8gA&#10;AADeAAAADwAAAGRycy9kb3ducmV2LnhtbESP3UrDQBSE7wXfYTmCN9JuTNVq2m2RglCwCP15gNPs&#10;aRLcPRuyp23q03cFwcthZr5hpvPeO3WiLjaBDTwOM1DEZbANVwZ224/BK6goyBZdYDJwoQjz2e3N&#10;FAsbzrym00YqlSAcCzRQi7SF1rGsyWMchpY4eYfQeZQku0rbDs8J7p3Os+xFe2w4LdTY0qKm8ntz&#10;9AZcvndvn+O4kstOr7IfL+uHL2vM/V3/PgEl1Mt/+K+9tAby0ejpGX7vpCugZ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6BanyAAAAN4AAAAPAAAAAAAAAAAAAAAAAJgCAABk&#10;cnMvZG93bnJldi54bWxQSwUGAAAAAAQABAD1AAAAjQ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rJiscA&#10;AADeAAAADwAAAGRycy9kb3ducmV2LnhtbESPQWsCMRSE7wX/Q3iF3mq2a5GyNUpVhL14cLV4fW5e&#10;N0uTl2UTdeuvb4RCj8PMfMPMFoOz4kJ9aD0reBlnIIhrr1tuFBz2m+c3ECEia7SeScEPBVjMRw8z&#10;LLS/8o4uVWxEgnAoUIGJsSukDLUhh2HsO+LkffneYUyyb6Tu8Zrgzso8y6bSYctpwWBHK0P1d3V2&#10;CtZVZ/NDaZbh+Lk9nWx529BxrdTT4/DxDiLSEP/Df+1SK8gnk9cp3O+kK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qyYr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PeJ8YA&#10;AADeAAAADwAAAGRycy9kb3ducmV2LnhtbESPT2sCMRTE74LfIbxCb5pUxS2rUUQUBE/1z6G3R/Lc&#10;3XbzsmxSd/32plDocZiZ3zDLde9qcac2VJ41vI0VCGLjbcWFhst5P3oHESKyxdozaXhQgPVqOFhi&#10;bn3HH3Q/xUIkCIccNZQxNrmUwZTkMIx9Q5y8m28dxiTbQtoWuwR3tZwoNZcOK04LJTa0Lcl8n36c&#10;hq+9PHqj0Fwv1+5gs8/dnGql9etLv1mAiNTH//Bf+2A1TKbTWQa/d9IVkK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PeJ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S5MsMA&#10;AADeAAAADwAAAGRycy9kb3ducmV2LnhtbERPz2vCMBS+D/wfwhN2m6mtDKlG0cFgTDxMRTw+m2db&#10;2ryUJGr335uD4PHj+z1f9qYVN3K+tqxgPEpAEBdW11wqOOy/P6YgfEDW2FomBf/kYbkYvM0x1/bO&#10;f3TbhVLEEPY5KqhC6HIpfVGRQT+yHXHkLtYZDBG6UmqH9xhuWpkmyac0WHNsqLCjr4qKZnc1Ck7X&#10;DV+22e/KrcPR9nvfpOdpo9T7sF/NQATqw0v8dP9oBWmWTeLeeCde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S5M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3480C" w:rsidRDefault="00A3480C" w:rsidP="00A3480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XJ28gA&#10;AADeAAAADwAAAGRycy9kb3ducmV2LnhtbESPT2sCMRTE74V+h/AKvdVsVyu6GkULQi9C/XPQ23Pz&#10;uru4eVmTqFs/fSMUPA4z8xtmPG1NLS7kfGVZwXsnAUGcW11xoWC7WbwNQPiArLG2TAp+ycN08vw0&#10;xkzbK6/osg6FiBD2GSooQ2gyKX1ekkHfsQ1x9H6sMxiidIXUDq8RbmqZJklfGqw4LpTY0GdJ+XF9&#10;Ngrmw8H89N3j5W112NN+dzh+pC5R6vWlnY1ABGrDI/zf/tIK0m63N4T7nXgF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RcnbyAAAAN4AAAAPAAAAAAAAAAAAAAAAAJgCAABk&#10;cnMvZG93bnJldi54bWxQSwUGAAAAAAQABAD1AAAAjQMAAAAA&#10;" fillcolor="black" stroked="f">
                  <v:textbox>
                    <w:txbxContent>
                      <w:p w:rsidR="00A3480C" w:rsidRDefault="00A3480C" w:rsidP="00A3480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9McUA&#10;AADeAAAADwAAAGRycy9kb3ducmV2LnhtbESPXUvDMBSG74X9h3AG3rnUFWV0y0YZiOJV9yHenjVn&#10;TbE5KUnM6r83F4KXL+8Xz2Y32UEk8qF3rOBxUYAgbp3uuVNwPr08rECEiKxxcEwKfijAbju722Cl&#10;3Y0PlI6xE3mEQ4UKTIxjJWVoDVkMCzcSZ+/qvMWYpe+k9njL43aQy6J4lhZ7zg8GR9obar+O31ZB&#10;uuybukyfyRzefd1517x+XBql7udTvQYRaYr/4b/2m1awLMunDJBxMgr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P0x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3480C" w:rsidRDefault="00A3480C" w:rsidP="00A3480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Aco8cA&#10;AADeAAAADwAAAGRycy9kb3ducmV2LnhtbESPQWvCQBSE7wX/w/IK3nQTpdKmrlKkSu2lbSrY4yP7&#10;mg1m34bsGqO/3i0IPQ4z8w0zX/a2Fh21vnKsIB0nIIgLpysuFey+16NHED4ga6wdk4IzeVguBndz&#10;zLQ78Rd1eShFhLDPUIEJocmk9IUhi37sGuLo/brWYoiyLaVu8RThtpaTJJlJixXHBYMNrQwVh/xo&#10;Ffh09bp/t5en7mdj+CPfmtlnaZQa3vcvzyAC9eE/fGu/aQWT6fQhhb878QrI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wHKP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3480C" w:rsidRDefault="00A3480C" w:rsidP="00A3480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3480C" w:rsidRPr="003B50D1" w:rsidRDefault="00A3480C" w:rsidP="00A3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3480C" w:rsidRPr="003B50D1" w:rsidRDefault="00A3480C" w:rsidP="00A348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A3480C" w:rsidRPr="003B50D1" w:rsidRDefault="00A3480C" w:rsidP="00A3480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3480C" w:rsidRPr="003B50D1" w:rsidRDefault="00A3480C" w:rsidP="00A348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A3480C" w:rsidRPr="003B50D1" w:rsidRDefault="00A3480C" w:rsidP="00A348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3480C" w:rsidRPr="003B50D1" w:rsidRDefault="00A3480C" w:rsidP="00A348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3480C" w:rsidRPr="003B50D1" w:rsidRDefault="00A3480C" w:rsidP="00A348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3480C" w:rsidRPr="003B50D1" w:rsidRDefault="00A3480C" w:rsidP="00A348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3480C" w:rsidRPr="003B50D1" w:rsidRDefault="00A3480C" w:rsidP="00A348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3480C" w:rsidRPr="003B50D1" w:rsidRDefault="00A3480C" w:rsidP="00A3480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3480C" w:rsidRPr="003B50D1" w:rsidRDefault="00A3480C" w:rsidP="00A3480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3480C" w:rsidRPr="003B50D1" w:rsidRDefault="00A3480C" w:rsidP="00A348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A3480C" w:rsidRPr="003B50D1" w:rsidRDefault="00A3480C" w:rsidP="00A3480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3480C" w:rsidRPr="003B50D1" w:rsidRDefault="00A3480C" w:rsidP="00A348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480C" w:rsidRPr="003B50D1" w:rsidRDefault="00A3480C" w:rsidP="00A348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3480C" w:rsidRPr="003B50D1" w:rsidRDefault="00A3480C" w:rsidP="00A348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3480C" w:rsidRPr="003B50D1" w:rsidRDefault="00A3480C" w:rsidP="00A3480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A3480C" w:rsidRPr="003B50D1" w:rsidRDefault="00A3480C" w:rsidP="00A3480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Данилюк Т. П.</w:t>
      </w:r>
    </w:p>
    <w:p w:rsidR="00A3480C" w:rsidRPr="003B50D1" w:rsidRDefault="00A3480C" w:rsidP="00A348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480C" w:rsidRPr="003B50D1" w:rsidRDefault="00A3480C" w:rsidP="00A348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480C" w:rsidRPr="003B50D1" w:rsidRDefault="00A3480C" w:rsidP="00A348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Данилюк Т. П.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3480C" w:rsidRPr="003B50D1" w:rsidRDefault="00A3480C" w:rsidP="00A348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3480C" w:rsidRPr="003B50D1" w:rsidRDefault="00A3480C" w:rsidP="00A348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480C" w:rsidRPr="003B50D1" w:rsidRDefault="00A3480C" w:rsidP="00A348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Данилюк Тетяні Петрівні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відведення земельної ділянки та передачі її у приватну власність </w:t>
      </w:r>
      <w:r w:rsidRPr="003B50D1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 площею  1,2383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населеного пункту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480C" w:rsidRPr="003B50D1" w:rsidRDefault="00A3480C" w:rsidP="00A348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Данилюк Тетяні Петрівні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4A51D5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4A51D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1,2383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6823984000:03:012:0221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населеного пункту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480C" w:rsidRPr="003B50D1" w:rsidRDefault="00A3480C" w:rsidP="00A348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Данилюк Т. П.,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3480C" w:rsidRDefault="00A3480C" w:rsidP="00A34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3B50D1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A3480C" w:rsidRPr="003B50D1" w:rsidRDefault="00A3480C" w:rsidP="00A3480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A3480C" w:rsidRDefault="00A3480C" w:rsidP="00A3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A3480C" w:rsidRDefault="00A3480C" w:rsidP="00A3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A04390" w:rsidRDefault="00A04390"/>
    <w:sectPr w:rsidR="00A043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0C"/>
    <w:rsid w:val="004A51D5"/>
    <w:rsid w:val="00A04390"/>
    <w:rsid w:val="00A3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0C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0C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2022-02-11T13:58:00Z</dcterms:created>
  <dcterms:modified xsi:type="dcterms:W3CDTF">2022-02-14T08:09:00Z</dcterms:modified>
</cp:coreProperties>
</file>