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949" w:rsidRPr="003B50D1" w:rsidRDefault="00836949" w:rsidP="00836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3B50D1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ПРОЕКТ</w:t>
      </w:r>
    </w:p>
    <w:p w:rsidR="00836949" w:rsidRPr="003B50D1" w:rsidRDefault="00836949" w:rsidP="00836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836949" w:rsidRPr="003B50D1" w:rsidRDefault="00836949" w:rsidP="00836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3B50D1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14F11B" wp14:editId="50727D83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23042" name="Группа 230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304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6949" w:rsidRDefault="00836949" w:rsidP="008369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4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6949" w:rsidRDefault="00836949" w:rsidP="008369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4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6949" w:rsidRDefault="00836949" w:rsidP="008369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4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6949" w:rsidRDefault="00836949" w:rsidP="008369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4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6949" w:rsidRDefault="00836949" w:rsidP="008369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4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6949" w:rsidRDefault="00836949" w:rsidP="008369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4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6949" w:rsidRDefault="00836949" w:rsidP="008369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5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6949" w:rsidRDefault="00836949" w:rsidP="008369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5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6949" w:rsidRDefault="00836949" w:rsidP="008369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5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6949" w:rsidRDefault="00836949" w:rsidP="008369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5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6949" w:rsidRDefault="00836949" w:rsidP="008369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5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6949" w:rsidRDefault="00836949" w:rsidP="008369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5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6949" w:rsidRDefault="00836949" w:rsidP="008369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5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6949" w:rsidRDefault="00836949" w:rsidP="008369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5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6949" w:rsidRDefault="00836949" w:rsidP="008369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5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6949" w:rsidRDefault="00836949" w:rsidP="008369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5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6949" w:rsidRDefault="00836949" w:rsidP="008369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6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6949" w:rsidRDefault="00836949" w:rsidP="008369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6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6949" w:rsidRDefault="00836949" w:rsidP="008369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6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6949" w:rsidRDefault="00836949" w:rsidP="008369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6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6949" w:rsidRDefault="00836949" w:rsidP="008369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6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6949" w:rsidRDefault="00836949" w:rsidP="008369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6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6949" w:rsidRDefault="00836949" w:rsidP="008369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6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6949" w:rsidRDefault="00836949" w:rsidP="008369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6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6949" w:rsidRDefault="00836949" w:rsidP="008369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6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6949" w:rsidRDefault="00836949" w:rsidP="008369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6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6949" w:rsidRDefault="00836949" w:rsidP="008369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7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6949" w:rsidRDefault="00836949" w:rsidP="008369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7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6949" w:rsidRDefault="00836949" w:rsidP="008369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7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6949" w:rsidRDefault="00836949" w:rsidP="008369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3042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/+m8MA&#10;AADeAAAADwAAAGRycy9kb3ducmV2LnhtbESPzarCMBSE9xd8h3AEd9fUVlSqUURUXAji3/7QHNti&#10;c1KaqPXtjXDhLoeZ+YaZLVpTiSc1rrSsYNCPQBBnVpecK7icN78TEM4ja6wsk4I3OVjMOz8zTLV9&#10;8ZGeJ5+LAGGXooLC+zqV0mUFGXR9WxMH72Ybgz7IJpe6wVeAm0rGUTSSBksOCwXWtCoou58eRoFN&#10;trv9NY+PyZrHnpeHye3a7pXqddvlFISn1v+H/9o7rSBOomEC3zvhCsj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X/+m8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36949" w:rsidRDefault="00836949" w:rsidP="00836949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LUTMkA&#10;AADeAAAADwAAAGRycy9kb3ducmV2LnhtbESPT2sCMRTE74V+h/AKvYhmtaJ2a5QibFt7KPgHvD42&#10;r5utm5clSXXrp28KQo/DzPyGmS8724gT+VA7VjAcZCCIS6drrhTsd0V/BiJEZI2NY1LwQwGWi9ub&#10;OebanXlDp22sRIJwyFGBibHNpQylIYth4Fri5H06bzEm6SupPZ4T3DZylGUTabHmtGCwpZWh8rj9&#10;tgq+ig9zWE0vL773uKFLr3h/bdYTpe7vuucnEJG6+B++tt+0gtFDNh7D3510BeTiF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QFLUTM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36949" w:rsidRDefault="00836949" w:rsidP="00836949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3V1sQA&#10;AADeAAAADwAAAGRycy9kb3ducmV2LnhtbESP3YrCMBCF74V9hzALeyNruv4h1Sgiq4g3Rd0HGJqx&#10;KdtMShNtfXsjCF4ezs/HWaw6W4kbNb50rOBnkIAgzp0uuVDwd95+z0D4gKyxckwK7uRhtfzoLTDV&#10;ruUj3U6hEHGEfYoKTAh1KqXPDVn0A1cTR+/iGoshyqaQusE2jttKDpNkKi2WHAkGa9oYyv9PVxsh&#10;2Qizw6U9b3cdtvh7MNxfH5X6+uzWcxCBuvAOv9p7rWA4SsYTeN6JV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EN1db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36949" w:rsidRDefault="00836949" w:rsidP="00836949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tem8YA&#10;AADeAAAADwAAAGRycy9kb3ducmV2LnhtbESPQUvDQBSE70L/w/IEb3ZjrFFit6VUhSJ4sAri7ZF9&#10;TYLZt8vus4n/3i0IHoeZ+YZZric3qCPF1Hs2cDUvQBE33vbcGnh/e7q8A5UE2eLgmQz8UIL1ana2&#10;xNr6kV/puJdWZQinGg10IqHWOjUdOUxzH4izd/DRoWQZW20jjhnuBl0WRaUd9pwXOgy07aj52n87&#10;Ay/jY3i+rW4O4TMuSp0erHxsxZiL82lzD0pokv/wX3tnDZTXxaKC0518BfT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Ftem8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36949" w:rsidRDefault="00836949" w:rsidP="00836949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PuOsQA&#10;AADeAAAADwAAAGRycy9kb3ducmV2LnhtbESP3YrCMBCF74V9hzALeyNruioq1Sgiq4g3Rd0HGJqx&#10;KdtMShNtfXsjCF4ezs/HWaw6W4kbNb50rOBnkIAgzp0uuVDwd95+z0D4gKyxckwK7uRhtfzoLTDV&#10;ruUj3U6hEHGEfYoKTAh1KqXPDVn0A1cTR+/iGoshyqaQusE2jttKDpNkIi2WHAkGa9oYyv9PVxsh&#10;2Qizw6U9b3cdtvh7MNxfH5X6+uzWcxCBuvAOv9p7rWA4SsZTeN6JV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6T7jr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36949" w:rsidRDefault="00836949" w:rsidP="00836949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hvcsQA&#10;AADeAAAADwAAAGRycy9kb3ducmV2LnhtbERPTUsDMRC9C/0PYQrebNa11rJtWqQqiNCDVSi9DZvp&#10;7uJmEpKxu/57cxA8Pt73eju6Xl0ops6zgdtZAYq49rbjxsDnx8vNElQSZIu9ZzLwQwm2m8nVGivr&#10;B36ny0EalUM4VWigFQmV1qluyWGa+UCcubOPDiXD2GgbccjhrtdlUSy0w45zQ4uBdi3VX4dvZ2A/&#10;PIe3h8X9OZzivNTpycpxJ8ZcT8fHFSihUf7Ff+5Xa6C8K+Z5b76Tr4De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qIb3L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36949" w:rsidRDefault="00836949" w:rsidP="00836949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HXAMcA&#10;AADeAAAADwAAAGRycy9kb3ducmV2LnhtbESPQWsCMRSE7wX/Q3hCL6LZait1NUothAoWSq3g9bF5&#10;7i7dvCxJ6m7/vSkIPQ4z8w2z2vS2ERfyoXas4GGSgSAunKm5VHD80uNnECEiG2wck4JfCrBZD+5W&#10;mBvX8SddDrEUCcIhRwVVjG0uZSgqshgmriVO3tl5izFJX0rjsUtw28hpls2lxZrTQoUtvVZUfB9+&#10;rILtR1fO/KjY9m5/fjs9aW30u1bqfti/LEFE6uN/+NbeGQXTWfa4gL876QrI9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DB1wDHAAAA3g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36949" w:rsidRDefault="00836949" w:rsidP="00836949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Kiv8MA&#10;AADeAAAADwAAAGRycy9kb3ducmV2LnhtbESP32rCMBTG7we+QzgD72a6OodUo4hSGMMbuz3AoTlr&#10;qs1JSWKtb79cCF5+fP/4rbej7cRAPrSOFbzPMhDEtdMtNwp+f8q3JYgQkTV2jknBnQJsN5OXNRba&#10;3fhEQxUbkUY4FKjAxNgXUobakMUwcz1x8v6ctxiT9I3UHm9p3HYyz7JPabHl9GCwp72h+lJdrYLy&#10;Oz8Ol6v2pduNH5YW5rw8GKWmr+NuBSLSGJ/hR/tLK8jn2SIBJJyEAnLz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BKiv8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36949" w:rsidRDefault="00836949" w:rsidP="00836949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5N28YA&#10;AADeAAAADwAAAGRycy9kb3ducmV2LnhtbESPQWsCMRSE7wX/Q3iFXqRmVZSyNYoKoQUF0RZ6fWye&#10;u0s3L0sS3e2/N4LQ4zAz3zCLVW8bcSUfascKxqMMBHHhTM2lgu8v/foGIkRkg41jUvBHAVbLwdMC&#10;c+M6PtL1FEuRIBxyVFDF2OZShqIii2HkWuLknZ23GJP0pTQeuwS3jZxk2VxarDktVNjStqLi93Sx&#10;CjaHrpz6YbHp3e788TPT2ui9VurluV+/g4jUx//wo/1pFEym2WwM9zvpCsjl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25N28YAAADe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36949" w:rsidRDefault="00836949" w:rsidP="00836949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4yZU8UA&#10;AADeAAAADwAAAGRycy9kb3ducmV2LnhtbESPwWrDMBBE74X8g9hAb41cNwnBjRxCiyGUXprkAxZr&#10;a7m2VkZSHOfvq0Chx2Fm3jDb3WR7MZIPrWMFz4sMBHHtdMuNgvOpetqACBFZY++YFNwowK6cPWyx&#10;0O7KXzQeYyMShEOBCkyMQyFlqA1ZDAs3ECfv23mLMUnfSO3xmuC2l3mWraXFltOCwYHeDNXd8WIV&#10;VB/559hdtK/cflpaWpmfzbtR6nE+7V9BRJrif/ivfdAK8pdslcP9TroCsv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jJlT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36949" w:rsidRDefault="00836949" w:rsidP="00836949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6iIMMA&#10;AADeAAAADwAAAGRycy9kb3ducmV2LnhtbESP0YrCMBRE34X9h3AF3zTRbmWpRhFB0cetfsCludsW&#10;m5tuE239eyMs7OMwM2eY9XawjXhQ52vHGuYzBYK4cKbmUsP1cph+gfAB2WDjmDQ8ycN28zFaY2Zc&#10;z9/0yEMpIoR9hhqqENpMSl9UZNHPXEscvR/XWQxRdqU0HfYRbhu5UGopLdYcFypsaV9RccvvVsPn&#10;sz/+5ulNHYyl+TlpzxyKVOvJeNitQAQawn/4r30yGhaJShN434lXQG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g6iIM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36949" w:rsidRDefault="00836949" w:rsidP="00836949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Us+8YA&#10;AADeAAAADwAAAGRycy9kb3ducmV2LnhtbESPQWvCQBSE7wX/w/KE3uqm0YqmrhIMltJTG7XnR/aZ&#10;hGbfhuxqkn/vFgo9DjPzDbPZDaYRN+pcbVnB8ywCQVxYXXOp4HQ8PK1AOI+ssbFMCkZysNtOHjaY&#10;aNvzF91yX4oAYZeggsr7NpHSFRUZdDPbEgfvYjuDPsiulLrDPsBNI+MoWkqDNYeFClvaV1T85Fej&#10;4Lr8jk98+dCfeTa+rbND6uS5VOpxOqSvIDwN/j/8137XCuJ59LKA3zvhCsjt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+Us+8YAAADe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36949" w:rsidRDefault="00836949" w:rsidP="00836949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Y5fcgA&#10;AADeAAAADwAAAGRycy9kb3ducmV2LnhtbESPQWvCQBSE74L/YXkFb7qp1mBTV1FBsD0YqvbQ22v2&#10;NYlm38bsVuO/dwuFHoeZ+YaZzltTiQs1rrSs4HEQgSDOrC45V3DYr/sTEM4ja6wsk4IbOZjPup0p&#10;Jtpe+Z0uO5+LAGGXoILC+zqR0mUFGXQDWxMH79s2Bn2QTS51g9cAN5UcRlEsDZYcFgqsaVVQdtr9&#10;GAUf6SR+TpevT8e37ReOjD5/6jJWqvfQLl5AeGr9f/ivvdEKhqNoPIbfO+EKyNk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Txjl9yAAAAN4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36949" w:rsidRDefault="00836949" w:rsidP="00836949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0wnscA&#10;AADeAAAADwAAAGRycy9kb3ducmV2LnhtbESPQWvCQBSE70L/w/IKvZlNow0Ss0q1aMVTagteH9nX&#10;JDT7NmRXjf76rlDocZiZb5h8OZhWnKl3jWUFz1EMgri0uuFKwdfnZjwD4TyyxtYyKbiSg+XiYZRj&#10;pu2FP+h88JUIEHYZKqi97zIpXVmTQRfZjjh437Y36IPsK6l7vAS4aWUSx6k02HBYqLGjdU3lz+Fk&#10;FNzSIxbuPVm9TbSn63S2tftiq9TT4/A6B+Fp8P/hv/ZOK0gm8UsK9zvhCs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/tMJ7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36949" w:rsidRDefault="00836949" w:rsidP="00836949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j8q8YA&#10;AADeAAAADwAAAGRycy9kb3ducmV2LnhtbESPzW7CMBCE70h9B2srcQOnAfqTxqAKgdQbJe0DrOKt&#10;EyVeh9iFwNPXSEgcRzPzjSZfDbYVR+p97VjB0zQBQVw6XbNR8PO9nbyC8AFZY+uYFJzJw2r5MMox&#10;0+7EezoWwYgIYZ+hgiqELpPSlxVZ9FPXEUfv1/UWQ5S9kbrHU4TbVqZJ8iwt1hwXKuxoXVHZFH9W&#10;wcGlCz0UG9w1m7ev2pj54bKfKzV+HD7eQQQawj18a39qBeksWbzA9U68AnL5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pj8q8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36949" w:rsidRDefault="00836949" w:rsidP="00836949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sOMsIA&#10;AADeAAAADwAAAGRycy9kb3ducmV2LnhtbERPu27CMBTdK/EP1kViAwcQkKYYBEiVWHkMjLf2JUmJ&#10;r0NsIOXr8YDU8ei858vWVuJOjS8dKxgOEhDE2pmScwXHw3c/BeEDssHKMSn4Iw/LRedjjplxD97R&#10;fR9yEUPYZ6igCKHOpPS6IIt+4GriyJ1dYzFE2OTSNPiI4baSoySZSoslx4YCa9oUpC/7m1WwLX9o&#10;MtXnT5uu9e70vIbx7Nco1eu2qy8QgdrwL367t0bBaJxM4t54J14B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uw4ywgAAAN4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36949" w:rsidRDefault="00836949" w:rsidP="00836949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ZSfsMA&#10;AADeAAAADwAAAGRycy9kb3ducmV2LnhtbERPW2vCMBR+F/wP4Qh702QdG7Mzig4GG07BC+710Jw1&#10;xeakNFmt/94MBnv87nyzRe9q0VEbKs8a7icKBHHhTcWlhuPhbfwMIkRkg7Vn0nClAIv5cDDD3PgL&#10;76jbx1KkEg45arAxNrmUobDkMEx8Q5y0b986jAm2pTQtXlK5q2Wm1JN0WHFasNjQq6XivP9xGjrc&#10;XtWXXW2mH9VnkW1Xp7VJvL4b9csXEJH6+G/+S78bDdmDepzC7510BeT8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dZSf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36949" w:rsidRDefault="00836949" w:rsidP="00836949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43uxMQA&#10;AADeAAAADwAAAGRycy9kb3ducmV2LnhtbESPTUvDQBCG74L/YRmhN7sxQpHYbRGh4tGmPXgcs9Ns&#10;anYm7K5N2l/fPRQ8vrxfPMv15Ht1ohA7YQNP8wIUcSO249bAfrd5fAEVE7LFXpgMnCnCenV/t8TK&#10;yshbOtWpVXmEY4UGXEpDpXVsHHmMcxmIs3eQ4DFlGVptA4553Pe6LIqF9thxfnA40Luj5rf+8wbG&#10;j+bnWB6+rbuEQTb1lxzLXoyZPUxvr6ASTek/fGt/WgPlc7HIABkno4BeX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N7sT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36949" w:rsidRDefault="00836949" w:rsidP="00836949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lbSMcA&#10;AADeAAAADwAAAGRycy9kb3ducmV2LnhtbESP3WoCMRSE7wt9h3AKvatZt6CyGsVqhSIW8e/+uDnu&#10;bpucLJtU17c3QsHLYWa+YUaT1hpxpsZXjhV0OwkI4tzpigsF+93ibQDCB2SNxjEpuJKHyfj5aYSZ&#10;dhfe0HkbChEh7DNUUIZQZ1L6vCSLvuNq4uidXGMxRNkUUjd4iXBrZJokPWmx4rhQYk2zkvLf7Z9V&#10;sFjPzU/6vZkeZJh99o9msPyYr5R6fWmnQxCB2vAI/7e/tIL0Pel14X4nXgE5v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A5W0j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36949" w:rsidRDefault="00836949" w:rsidP="00836949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0Yq8YA&#10;AADeAAAADwAAAGRycy9kb3ducmV2LnhtbESPQYvCMBSE78L+h/AWvIimVhSpRlkE0QUF1xW8Ppu3&#10;bbF5KU221n9vBMHjMDPfMPNla0rRUO0KywqGgwgEcWp1wZmC0++6PwXhPLLG0jIpuJOD5eKjM8dE&#10;2xv/UHP0mQgQdgkqyL2vEildmpNBN7AVcfD+bG3QB1lnUtd4C3BTyjiKJtJgwWEhx4pWOaXX479R&#10;0Bx2l2zbuOr7Ou258eiy2ez1WanuZ/s1A+Gp9e/wq73VCuJRNInheSdcAbl4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x0Yq8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36949" w:rsidRDefault="00836949" w:rsidP="00836949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3DLckA&#10;AADeAAAADwAAAGRycy9kb3ducmV2LnhtbESPQUsDMRSE70L/Q3gFbzZxq6XdblpaQfAi2OrB3t5u&#10;nrtLNy/bJLarv94IgsdhZr5hivVgO3EmH1rHGm4nCgRx5UzLtYa318ebOYgQkQ12jknDFwVYr0ZX&#10;BebGXXhH532sRYJwyFFDE2OfSxmqhiyGieuJk/fhvMWYpK+l8XhJcNvJTKmZtNhyWmiwp4eGquP+&#10;02rYLubb08sdP3/vygMd3svjfeaV1tfjYbMEEWmI/+G/9pPRkE3VbAq/d9IVkKs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6T3DLckAAADeAAAADwAAAAAAAAAAAAAAAACYAgAA&#10;ZHJzL2Rvd25yZXYueG1sUEsFBgAAAAAEAAQA9QAAAI4DAAAAAA==&#10;" fillcolor="black" stroked="f">
                  <v:textbox>
                    <w:txbxContent>
                      <w:p w:rsidR="00836949" w:rsidRDefault="00836949" w:rsidP="00836949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dVWcgA&#10;AADeAAAADwAAAGRycy9kb3ducmV2LnhtbESPQWvCQBSE74X+h+UJvdWNaQ2SukptLQjag7aHHl+z&#10;r8mS7NuQXTX6611B6HGYmW+Y6by3jThQ541jBaNhAoK4cNpwqeD76+NxAsIHZI2NY1JwIg/z2f3d&#10;FHPtjrylwy6UIkLY56igCqHNpfRFRRb90LXE0ftzncUQZVdK3eExwm0j0yTJpEXDcaHClt4qKurd&#10;3ir4WWdmsjWU/m7Oi6XejOvF53ut1MOgf30BEagP/+Fbe6UVpE9J9gzXO/EKyNk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PF1VZyAAAAN4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36949" w:rsidRDefault="00836949" w:rsidP="00836949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md8McA&#10;AADeAAAADwAAAGRycy9kb3ducmV2LnhtbESPT2sCMRTE74LfIbxCb5rUUpGtUcRS2ksP9Q+9Pjav&#10;m+1uXrZJ1NVP3xQEj8PM/IaZL3vXiiOFWHvW8DBWIIhLb2quNOy2r6MZiJiQDbaeScOZIiwXw8Ec&#10;C+NP/EnHTapEhnAsUINNqSukjKUlh3HsO+LsffvgMGUZKmkCnjLctXKi1FQ6rDkvWOxobalsNgen&#10;Iay+XpoLH/aNunyc49tP/ztDq/X9Xb96BpGoT7fwtf1uNEwe1fQJ/u/kKy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YJnfD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36949" w:rsidRDefault="00836949" w:rsidP="00836949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q1zMYA&#10;AADeAAAADwAAAGRycy9kb3ducmV2LnhtbESP3UoDMRSE7wXfIRzBG2kTV1jr2rSIIAgWoT8PcLo5&#10;7i4mJ8vm2G59+qYgeDnMzDfMfDkGrw40pC6yhfupAUVcR9dxY2G3fZvMQCVBdugjk4UTJVgurq/m&#10;WLl45DUdNtKoDOFUoYVWpK+0TnVLAdM09sTZ+4pDQMlyaLQb8JjhwevCmFIH7DgvtNjTa0v19+Yn&#10;WPDF3j99PKaVnHZ6ZX6DrO8+nbW3N+PLMyihUf7Df+13Z6F4MGUJlzv5CujFG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aq1zMYAAADe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36949" w:rsidRDefault="00836949" w:rsidP="00836949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ZRDccA&#10;AADeAAAADwAAAGRycy9kb3ducmV2LnhtbESPQWsCMRSE74X+h/AK3jTrFrRsjWIrwl56cGvx+tw8&#10;N4vJy7JJde2vN4VCj8PMfMMsVoOz4kJ9aD0rmE4yEMS11y03Cvaf2/ELiBCRNVrPpOBGAVbLx4cF&#10;FtpfeUeXKjYiQTgUqMDE2BVShtqQwzDxHXHyTr53GJPsG6l7vCa4szLPspl02HJaMNjRu6H6XH07&#10;BZuqs/m+NG/h8PVxPNryZ0uHjVKjp2H9CiLSEP/Df+1SK8ifs9kcfu+kKyCX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02UQ3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36949" w:rsidRDefault="00836949" w:rsidP="00836949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x3ScEA&#10;AADeAAAADwAAAGRycy9kb3ducmV2LnhtbERPy4rCMBTdC/MP4Q7MTpNxoErHKDIoCK58LWZ3Sa5t&#10;tbkpTbT1781CcHk479mid7W4Uxsqzxq+RwoEsfG24kLD8bAeTkGEiGyx9kwaHhRgMf8YzDC3vuMd&#10;3fexECmEQ44ayhibXMpgSnIYRr4hTtzZtw5jgm0hbYtdCne1HCuVSYcVp4YSG/oryVz3N6fhspZb&#10;bxSa0/HUbezkf5VRrbT++uyXvyAi9fEtfrk3VsP4R2Vpb7qTroCcP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2sd0nBAAAA3g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36949" w:rsidRDefault="00836949" w:rsidP="00836949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ghtccA&#10;AADeAAAADwAAAGRycy9kb3ducmV2LnhtbESPT2vCQBTE7wW/w/IKvdVNI4iNWUUFobR4qCmlx2f2&#10;5Q/Jvg27q6bfvisUPA4z8xsmX4+mFxdyvrWs4GWagCAurW65VvBV7J8XIHxA1thbJgW/5GG9mjzk&#10;mGl75U+6HEMtIoR9hgqaEIZMSl82ZNBP7UAcvco6gyFKV0vt8BrhppdpksylwZbjQoMD7Roqu+PZ&#10;KPg5f3B1mL1v3DZ827HwXXpadEo9PY6bJYhAY7iH/9tvWkE6S+avcLsTr4Bc/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cIIbX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36949" w:rsidRDefault="00836949" w:rsidP="00836949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bLh8cA&#10;AADeAAAADwAAAGRycy9kb3ducmV2LnhtbESPy2oCMRSG94W+QzgFdzXp9KJOjVIFoRuhWhe6O05O&#10;ZwYnJ9Mk6ujTm0Why5//xjeedrYRJ/Khdqzhqa9AEBfO1Fxq2HwvHocgQkQ22DgmDRcKMJ3c340x&#10;N+7MKzqtYynSCIccNVQxtrmUoajIYui7ljh5P85bjEn6UhqP5zRuG5kp9SYt1pweKmxpXlFxWB+t&#10;htloOPv9euHldbXf0W67P7xmXmnde+g+3kFE6uJ/+K/9aTRkz2qQABJOQgE5u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w2y4fHAAAA3gAAAA8AAAAAAAAAAAAAAAAAmAIAAGRy&#10;cy9kb3ducmV2LnhtbFBLBQYAAAAABAAEAPUAAACMAwAAAAA=&#10;" fillcolor="black" stroked="f">
                  <v:textbox>
                    <w:txbxContent>
                      <w:p w:rsidR="00836949" w:rsidRDefault="00836949" w:rsidP="00836949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xltsYA&#10;AADeAAAADwAAAGRycy9kb3ducmV2LnhtbESPzWrDMBCE74W8g9hCb42cBNrgRAkmEFp6cn5Krxtr&#10;Y5laKyOpivv2VaHQ4zAz3zDr7Wh7kciHzrGC2bQAQdw43XGr4HzaPy5BhIissXdMCr4pwHYzuVtj&#10;qd2ND5SOsRUZwqFEBSbGoZQyNIYshqkbiLN3dd5izNK3Unu8Zbjt5bwonqTFjvOCwYF2hprP45dV&#10;kC67ulqkj2QOb75qvatf3i+1Ug/3Y7UCEWmM/+G/9qtWMF8UzzP4vZOvgNz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Mxlts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36949" w:rsidRDefault="00836949" w:rsidP="00836949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K/yMcA&#10;AADeAAAADwAAAGRycy9kb3ducmV2LnhtbESPQWvCQBSE70L/w/IK3urGCNamriLSFu1FG4X2+Mi+&#10;ZoPZtyG7jdFf3y0UPA4z8w0zX/a2Fh21vnKsYDxKQBAXTldcKjgeXh9mIHxA1lg7JgUX8rBc3A3m&#10;mGl35g/q8lCKCGGfoQITQpNJ6QtDFv3INcTR+3atxRBlW0rd4jnCbS3TJJlKixXHBYMNrQ0Vp/zH&#10;KvDj9cvnu70+dV9vhnf51kz3pVFqeN+vnkEE6sMt/N/eaAXpJHlM4e9OvAJy8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yyv8j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36949" w:rsidRDefault="00836949" w:rsidP="00836949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36949" w:rsidRPr="003B50D1" w:rsidRDefault="00836949" w:rsidP="00836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836949" w:rsidRPr="003B50D1" w:rsidRDefault="00836949" w:rsidP="0083694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   УКРАЇНА</w:t>
      </w:r>
    </w:p>
    <w:p w:rsidR="00836949" w:rsidRPr="003B50D1" w:rsidRDefault="00836949" w:rsidP="0083694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836949" w:rsidRPr="003B50D1" w:rsidRDefault="00836949" w:rsidP="0083694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ШЕПЕТІВСЬКОГО РАЙОНУ</w:t>
      </w:r>
    </w:p>
    <w:p w:rsidR="00836949" w:rsidRPr="003B50D1" w:rsidRDefault="00836949" w:rsidP="0083694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836949" w:rsidRPr="003B50D1" w:rsidRDefault="00836949" w:rsidP="0083694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36949" w:rsidRPr="003B50D1" w:rsidRDefault="00836949" w:rsidP="0083694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836949" w:rsidRPr="003B50D1" w:rsidRDefault="00836949" w:rsidP="0083694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36949" w:rsidRPr="003B50D1" w:rsidRDefault="00836949" w:rsidP="0083694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 сесії сільської ради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836949" w:rsidRPr="003B50D1" w:rsidRDefault="00836949" w:rsidP="00836949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836949" w:rsidRPr="003B50D1" w:rsidRDefault="00836949" w:rsidP="00836949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836949" w:rsidRPr="003B50D1" w:rsidRDefault="00836949" w:rsidP="0083694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__.0</w:t>
      </w:r>
      <w:r w:rsidRPr="00065B72">
        <w:rPr>
          <w:rFonts w:ascii="Times New Roman" w:eastAsia="Calibri" w:hAnsi="Times New Roman" w:cs="Times New Roman"/>
          <w:sz w:val="24"/>
          <w:lang w:val="ru-RU"/>
        </w:rPr>
        <w:t>2</w:t>
      </w:r>
      <w:r w:rsidRPr="003B50D1">
        <w:rPr>
          <w:rFonts w:ascii="Times New Roman" w:eastAsia="Calibri" w:hAnsi="Times New Roman" w:cs="Times New Roman"/>
          <w:sz w:val="24"/>
        </w:rPr>
        <w:t>.2022р.                         Крупець                                        №_____</w:t>
      </w:r>
    </w:p>
    <w:p w:rsidR="00836949" w:rsidRPr="003B50D1" w:rsidRDefault="00836949" w:rsidP="00836949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836949" w:rsidRPr="003B50D1" w:rsidRDefault="00836949" w:rsidP="00836949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836949" w:rsidRPr="003B50D1" w:rsidRDefault="00836949" w:rsidP="00836949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Про затвердження технічної документації</w:t>
      </w:r>
    </w:p>
    <w:p w:rsidR="00836949" w:rsidRPr="003B50D1" w:rsidRDefault="00836949" w:rsidP="00836949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із землеустрою щодо встановлення </w:t>
      </w:r>
    </w:p>
    <w:p w:rsidR="00836949" w:rsidRPr="003B50D1" w:rsidRDefault="00836949" w:rsidP="00836949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(відновлення) меж земельної ділянки</w:t>
      </w:r>
    </w:p>
    <w:p w:rsidR="00836949" w:rsidRPr="003B50D1" w:rsidRDefault="00836949" w:rsidP="00836949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в натурі (на місцевості) </w:t>
      </w:r>
    </w:p>
    <w:p w:rsidR="00836949" w:rsidRPr="0061236C" w:rsidRDefault="00836949" w:rsidP="00836949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Базану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П. М.</w:t>
      </w:r>
    </w:p>
    <w:p w:rsidR="00836949" w:rsidRPr="003B50D1" w:rsidRDefault="00836949" w:rsidP="00836949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836949" w:rsidRPr="003B50D1" w:rsidRDefault="00836949" w:rsidP="00836949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836949" w:rsidRPr="003B50D1" w:rsidRDefault="00836949" w:rsidP="0083694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Базану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П. М.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 сільська  рада </w:t>
      </w:r>
    </w:p>
    <w:p w:rsidR="00836949" w:rsidRPr="003B50D1" w:rsidRDefault="00836949" w:rsidP="0083694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ВИРІШИЛА:</w:t>
      </w:r>
    </w:p>
    <w:p w:rsidR="00836949" w:rsidRPr="003B50D1" w:rsidRDefault="00836949" w:rsidP="0083694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836949" w:rsidRPr="003B50D1" w:rsidRDefault="00836949" w:rsidP="0083694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1.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Затвердити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Базану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Петру Миколайовичу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яка</w:t>
      </w:r>
      <w:r w:rsidRPr="003B50D1">
        <w:rPr>
          <w:rFonts w:ascii="Times New Roman" w:eastAsia="Calibri" w:hAnsi="Times New Roman" w:cs="Times New Roman"/>
          <w:sz w:val="24"/>
        </w:rPr>
        <w:t xml:space="preserve">  зар</w:t>
      </w:r>
      <w:r>
        <w:rPr>
          <w:rFonts w:ascii="Times New Roman" w:eastAsia="Calibri" w:hAnsi="Times New Roman" w:cs="Times New Roman"/>
          <w:sz w:val="24"/>
        </w:rPr>
        <w:t xml:space="preserve">еєстрована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E10416" w:rsidRPr="00E10416">
        <w:rPr>
          <w:rFonts w:ascii="Times New Roman" w:eastAsia="Calibri" w:hAnsi="Times New Roman" w:cs="Times New Roman"/>
          <w:sz w:val="24"/>
        </w:rPr>
        <w:t>_________________________________________</w:t>
      </w:r>
      <w:r w:rsidRPr="003B50D1">
        <w:rPr>
          <w:rFonts w:ascii="Times New Roman" w:eastAsia="Calibri" w:hAnsi="Times New Roman" w:cs="Times New Roman"/>
          <w:sz w:val="24"/>
          <w:szCs w:val="24"/>
        </w:rPr>
        <w:t>,</w:t>
      </w:r>
      <w:r w:rsidRPr="003B50D1">
        <w:rPr>
          <w:rFonts w:ascii="Times New Roman" w:eastAsia="Calibri" w:hAnsi="Times New Roman" w:cs="Times New Roman"/>
          <w:sz w:val="24"/>
        </w:rPr>
        <w:t xml:space="preserve">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дентифікаційний номер </w:t>
      </w:r>
      <w:r w:rsidR="00E10416" w:rsidRPr="00E10416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____________</w:t>
      </w:r>
      <w:bookmarkStart w:id="0" w:name="_GoBack"/>
      <w:bookmarkEnd w:id="0"/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технічну документацію із землеустрою щодо встановлення (відновлення) меж земельної ділянки в натурі (на місцев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ості), на земельну ділянку для будівництва та обслуговування житлового будинку, господарських будівель і споруд (присадибна ділянка), площею 0,2500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га,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кадастровий номер: 6823984700:01:012:0015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 яка розташована Хмельницька область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Шепетівський район, </w:t>
      </w:r>
      <w:r>
        <w:rPr>
          <w:rFonts w:ascii="Times New Roman" w:eastAsia="Calibri" w:hAnsi="Times New Roman" w:cs="Times New Roman"/>
          <w:sz w:val="24"/>
        </w:rPr>
        <w:t>с. Лисиче, вул. Дружби 4Ж.</w:t>
      </w:r>
    </w:p>
    <w:p w:rsidR="00836949" w:rsidRPr="003B50D1" w:rsidRDefault="00836949" w:rsidP="0083694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 xml:space="preserve">    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Базану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П. М.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посвідчити своє право  в  установленому  законом  порядку.</w:t>
      </w:r>
    </w:p>
    <w:p w:rsidR="00836949" w:rsidRPr="00836949" w:rsidRDefault="00836949" w:rsidP="0083694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та благоустрою (Денисюк Т.В.).</w:t>
      </w:r>
    </w:p>
    <w:p w:rsidR="00836949" w:rsidRPr="003B50D1" w:rsidRDefault="00836949" w:rsidP="00836949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836949" w:rsidRDefault="00836949" w:rsidP="00836949">
      <w:pPr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        Валерій   МИХАЛЮК</w:t>
      </w:r>
    </w:p>
    <w:sectPr w:rsidR="0083694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proofState w:spelling="clean" w:grammar="clean"/>
  <w:attachedTemplate r:id="rId1"/>
  <w:defaultTabStop w:val="708"/>
  <w:hyphenationZone w:val="425"/>
  <w:characterSpacingControl w:val="doNotCompress"/>
  <w:savePreviewPicture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949"/>
    <w:rsid w:val="00600DFF"/>
    <w:rsid w:val="00836949"/>
    <w:rsid w:val="00E10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949"/>
    <w:rPr>
      <w:rFonts w:eastAsiaTheme="minorHAnsi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949"/>
    <w:rPr>
      <w:rFonts w:eastAsiaTheme="minorHAnsi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61;&#1030;&#1061;%20&#1089;&#1077;&#1089;&#1080;&#1103;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Default.dotx</Template>
  <TotalTime>1</TotalTime>
  <Pages>1</Pages>
  <Words>261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2022-02-11T13:53:00Z</dcterms:created>
  <dcterms:modified xsi:type="dcterms:W3CDTF">2022-02-14T07:58:00Z</dcterms:modified>
</cp:coreProperties>
</file>