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0EE" w:rsidRDefault="007A40EE" w:rsidP="007A4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7A40EE" w:rsidRDefault="007A40EE" w:rsidP="007A4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7A40EE" w:rsidRDefault="007A40EE" w:rsidP="007A4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32649D" wp14:editId="704AC85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681" name="Группа 15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0EE" w:rsidRDefault="007A40EE" w:rsidP="007A4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MhB8EA&#10;AADdAAAADwAAAGRycy9kb3ducmV2LnhtbERPy6rCMBDdX/AfwgjurqkWr1KNIqLiQrjUx35oxrbY&#10;TEoTtf69EQR3czjPmS1aU4k7Na60rGDQj0AQZ1aXnCs4HTe/ExDOI2usLJOCJzlYzDs/M0y0fXBK&#10;94PPRQhhl6CCwvs6kdJlBRl0fVsTB+5iG4M+wCaXusFHCDeVHEbRnzRYcmgosKZVQdn1cDMKbLzd&#10;7c/5MI3XPPa8/J9czu1eqV63XU5BeGr9V/xx73SYH8cjeH8TT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DIQf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d7fsUA&#10;AADdAAAADwAAAGRycy9kb3ducmV2LnhtbERPS2sCMRC+F/ofwhS8iGZbYVu3RhFh+zoUfECvw2bc&#10;rG4mSxJ1669vCoXe5uN7zmzR21acyYfGsYL7cQaCuHK64VrBbluOnkCEiKyxdUwKvinAYn57M8NC&#10;uwuv6byJtUghHApUYGLsCilDZchiGLuOOHF75y3GBH0ttcdLCretfMiyXFpsODUY7GhlqDpuTlbB&#10;ofw0X6vH64sfTtd0HZYfr+17rtTgrl8+g4jUx3/xn/tNp/mTSQ6/36QT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3t+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O8msQA&#10;AADdAAAADwAAAGRycy9kb3ducmV2LnhtbESP0YrCMBBF34X9hzAL+yJrulvQpRpFFhXxRap+wNCM&#10;TbGZlCba+vdGEHyb4d65585s0dta3Kj1lWMFP6MEBHHhdMWlgtNx/f0HwgdkjbVjUnAnD4v5x2CG&#10;mXYd53Q7hFLEEPYZKjAhNJmUvjBk0Y9cQxy1s2sthri2pdQtdjHc1vI3ScbSYsWRYLChf0PF5XC1&#10;EbJPcb87d8f1pscOVzvDw2Wu1Ndnv5yCCNSHt/l1vdWxfppO4PlNH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TvJ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f9SMYA&#10;AADdAAAADwAAAGRycy9kb3ducmV2LnhtbESPQUsDQQyF74L/YYjgzc7aapW10yJVQYQerIJ4Czvp&#10;7uJOZpiJ3fXfm4PgLeG9vPdltZnCYI6USx/ZweWsAkPcRN9z6+D97eniFkwRZI9DZHLwQwU269OT&#10;FdY+jvxKx720RkO41OigE0m1taXpKGCZxUSs2iHmgKJrbq3POGp4GOy8qpY2YM/a0GGibUfN1/47&#10;ONiNj+nlZnl9SJ/5am7Lg5ePrTh3fjbd34ERmuTf/Hf97BV/sVBc/UZHs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f9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CNc8QA&#10;AADdAAAADwAAAGRycy9kb3ducmV2LnhtbESP0YrCMBBF34X9hzAL+yJrulsQtxpFFhXxRap+wNCM&#10;TbGZlCba+vdGEHyb4d65585s0dta3Kj1lWMFP6MEBHHhdMWlgtNx/T0B4QOyxtoxKbiTh8X8YzDD&#10;TLuOc7odQiliCPsMFZgQmkxKXxiy6EeuIY7a2bUWQ1zbUuoWuxhua/mbJGNpseJIMNjQv6Hicrja&#10;CNmnuN+du+N602OHq53h4TJX6uuzX05BBOrD2/y63upYP03/4PlNH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AjX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eCM8YA&#10;AADdAAAADwAAAGRycy9kb3ducmV2LnhtbESPQUsDQQyF74L/YYjgzc5aa5W10yJVQYQerIJ4Czvp&#10;7uJOZpiJ3fXfm4PgLeG9vPdltZnCYI6USx/ZweWsAkPcRN9z6+D97eniFkwRZI9DZHLwQwU269OT&#10;FdY+jvxKx720RkO41OigE0m1taXpKGCZxUSs2iHmgKJrbq3POGp4GOy8qpY2YM/a0GGibUfN1/47&#10;ONiNj+nlZnl9SJ95MbflwcvHVpw7P5vu78AITfJv/rt+9op/tVB+/UZHs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eCM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H1sQA&#10;AADdAAAADwAAAGRycy9kb3ducmV2LnhtbERP32vCMBB+H/g/hBP2IjN1ujE6o6gQFByMqbDXoznb&#10;suZSkmi7/34RhL3dx/fz5sveNuJKPtSOFUzGGQjiwpmaSwWno356AxEissHGMSn4pQDLxeBhjrlx&#10;HX/R9RBLkUI45KigirHNpQxFRRbD2LXEiTs7bzEm6EtpPHYp3DbyOctepcWaU0OFLW0qKn4OF6tg&#10;/dmVUz8q1r3bn7ffL1ob/aGVehz2q3cQkfr4L767dybNn84mcPsmnS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Lh9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D5MEA&#10;AADdAAAADwAAAGRycy9kb3ducmV2LnhtbERP3WrCMBS+H/gO4QjezdTqRKpRRCmMsZupD3Bojk21&#10;OSlJrN3bL4PB7s7H93s2u8G2oicfGscKZtMMBHHldMO1gsu5fF2BCBFZY+uYFHxTgN129LLBQrsn&#10;f1F/irVIIRwKVGBi7AopQ2XIYpi6jjhxV+ctxgR9LbXHZwq3rcyzbCktNpwaDHZ0MFTdTw+roPzI&#10;P/v7Q/vS7YeFpTdzWx2NUpPxsF+DiDTEf/Gf+12n+fNFDr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hQ+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W8OsQA&#10;AADdAAAADwAAAGRycy9kb3ducmV2LnhtbERP32vCMBB+H/g/hBv4MjSd3YZUo+ggOJgwpoKvR3O2&#10;Zc2lJNF2//0yGOztPr6ft1wPthU38qFxrOBxmoEgLp1puFJwOurJHESIyAZbx6TgmwKsV6O7JRbG&#10;9fxJt0OsRArhUKCCOsaukDKUNVkMU9cRJ+7ivMWYoK+k8dincNvKWZa9SIsNp4YaO3qtqfw6XK2C&#10;7Udf5f6h3A7u/bI7P2tt9F4rNb4fNgsQkYb4L/5zv5k0P3/K4febdIJ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VvD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R+C8EA&#10;AADdAAAADwAAAGRycy9kb3ducmV2LnhtbERP3WrCMBS+H/gO4QjezVTtRKpRRCmMsZupD3Bojk21&#10;OSlJrN3bL4PB7s7H93s2u8G2oicfGscKZtMMBHHldMO1gsu5fF2BCBFZY+uYFHxTgN129LLBQrsn&#10;f1F/irVIIRwKVGBi7AopQ2XIYpi6jjhxV+ctxgR9LbXHZwq3rZxn2VJabDg1GOzoYKi6nx5WQfkx&#10;/+zvD+1Ltx9yS2/mtjoapSbjYb8GEWmI/+I/97tO8xd5Dr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Efgv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3Btr8A&#10;AADdAAAADwAAAGRycy9kb3ducmV2LnhtbERPy6rCMBDdC/5DmAvubOqjcuk1igiKLq1+wNDMbYvN&#10;pDbR1r83guBuDuc5y3VvavGg1lWWFUyiGARxbnXFhYLLeTf+BeE8ssbaMil4koP1ajhYYqptxyd6&#10;ZL4QIYRdigpK75tUSpeXZNBFtiEO3L9tDfoA20LqFrsQbmo5jeOFNFhxaCixoW1J+TW7GwXzZ7e/&#10;Zck13mlDk+OsObLPE6VGP/3mD4Sn3n/FH/dBh/mzeQLvb8IJ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TcG2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1G3cIA&#10;AADdAAAADwAAAGRycy9kb3ducmV2LnhtbERPTYvCMBC9C/sfwix4s+m6UtZqFFlRxJN21fPQjG3Z&#10;ZlKaqPXfG0HwNo/3OdN5Z2pxpdZVlhV8RTEI4tzqigsFh7/V4AeE88gaa8uk4E4O5rOP3hRTbW+8&#10;p2vmCxFC2KWooPS+SaV0eUkGXWQb4sCdbWvQB9gWUrd4C+GmlsM4TqTBikNDiQ39lpT/Zxej4JKc&#10;hgc+b/UuW97X4+Vq4eSxUKr/2S0mIDx1/i1+uTc6zP8eJfD8Jpw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DUb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KcQcUA&#10;AADdAAAADwAAAGRycy9kb3ducmV2LnhtbERPS2vCQBC+F/wPywi91Y0PokZXqUJBPVRq68HbmB2T&#10;2Oxsml01/vtuQehtPr7nTOeNKcWValdYVtDtRCCIU6sLzhR8fb69jEA4j6yxtEwK7uRgPms9TTHR&#10;9sYfdN35TIQQdgkqyL2vEildmpNB17EVceBOtjboA6wzqWu8hXBTyl4UxdJgwaEhx4qWOaXfu4tR&#10;sN+O4vF2sR6cN+9H7Bv9c9BFrNRzu3mdgPDU+H/xw73SYX5/MIS/b8IJ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pxB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XKwMYA&#10;AADdAAAADwAAAGRycy9kb3ducmV2LnhtbESPQWvCQBCF70L/wzKF3nRTFQlpNtJWasWT2kKvQ3aa&#10;hGZnQ3bV2F/vHARvM7w3732TLwfXqhP1ofFs4HmSgCIuvW24MvD99TFOQYWIbLH1TAYuFGBZPIxy&#10;zKw/855Oh1gpCeGQoYE6xi7TOpQ1OQwT3xGL9ut7h1HWvtK2x7OEu1ZPk2ShHTYsDTV29F5T+Xc4&#10;OgP/ix/chc/p22pmI13m6dpvd2tjnh6H1xdQkYZ4N9+uN1bwZ3PBlW9kBF1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XKw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E848MA&#10;AADdAAAADwAAAGRycy9kb3ducmV2LnhtbERPzWrCQBC+C77DMoI33ahRaupGpFjorRr7AEN2ugnJ&#10;zsbsVtM+fbdQ8DYf3+/s9oNtxY16XztWsJgnIIhLp2s2Cj4ur7MnED4ga2wdk4Jv8rDPx6MdZtrd&#10;+Uy3IhgRQ9hnqKAKocuk9GVFFv3cdcSR+3S9xRBhb6Tu8R7DbSuXSbKRFmuODRV29FJR2RRfVsHV&#10;Ldd6KI743hy3p9qY9PpzTpWaTobDM4hAQ3iI/91vOs5fpV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E84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Jy8UA&#10;AADdAAAADwAAAGRycy9kb3ducmV2LnhtbESPQW/CMAyF70j8h8iTdoN0IFjXERCbNIkrsMOOXmLa&#10;bo1Tmgw6fj0+IHGz9Z7f+7xY9b5RJ+piHdjA0zgDRWyDq7k08Ln/GOWgYkJ22AQmA/8UYbUcDhZY&#10;uHDmLZ12qVQSwrFAA1VKbaF1tBV5jOPQEot2CJ3HJGtXatfhWcJ9oydZNtcea5aGClt6r8j+7v68&#10;gU39TbO5Pbz4/M1uvy7HNH3+ccY8PvTrV1CJ+nQ33643TvCnM+GXb2QE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4n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bfpMUA&#10;AADdAAAADwAAAGRycy9kb3ducmV2LnhtbERP0WrCQBB8L/gPxwp9qxdTFBs9xRQKlVahKu3rkltz&#10;wdxeyF1j/PteQfBtdmdnZmex6m0tOmp95VjBeJSAIC6crrhUcDy8Pc1A+ICssXZMCq7kYbUcPCww&#10;0+7CX9TtQymiCfsMFZgQmkxKXxiy6EeuIY7cybUWQxzbUuoWL9Hc1jJNkqm0WHFMMNjQq6HivP+1&#10;CjrcXZMfk29fNtVnke7y7w8d9+px2K/nIAL14X58U7/r+P7zZAz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t+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//s8IA&#10;AADdAAAADwAAAGRycy9kb3ducmV2LnhtbERPTUvDQBC9C/0PyxS82U0jisRuSylUPGrsweOYnWbT&#10;ZmfC7tpEf70rCN7m8T5ntZl8ry4UYidsYLkoQBE3YjtuDRze9jcPoGJCttgLk4EvirBZz65WWFkZ&#10;+ZUudWpVDuFYoQGX0lBpHRtHHuNCBuLMHSV4TBmGVtuAYw73vS6L4l577Dg3OBxo56g515/ewPjU&#10;fJzK47t132GQff0ip7IXY67n0/YRVKIp/Yv/3M82z7+9K+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//+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gcj8QA&#10;AADdAAAADwAAAGRycy9kb3ducmV2LnhtbERP22oCMRB9F/oPYQq+aVZFK6tRvIKUlqJt38fNuLtt&#10;Mlk2Ude/NwWhb3M415nOG2vEhWpfOlbQ6yYgiDOnS84VfH1uO2MQPiBrNI5JwY08zGdPrSmm2l15&#10;T5dDyEUMYZ+igiKEKpXSZwVZ9F1XEUfu5GqLIcI6l7rGawy3RvaTZCQtlhwbCqxoVVD2ezhbBduP&#10;tfnpv+8X3zKsNi9HM35drt+Uaj83iwmIQE34Fz/cOx3nD4YD+Psmni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HI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JQsMA&#10;AADdAAAADwAAAGRycy9kb3ducmV2LnhtbERP24rCMBB9F/yHMMK+iKauF6QaRQTRhRW8ga9jM7bF&#10;ZlKabO3+/WZB8G0O5zrzZWMKUVPlcssKBv0IBHFidc6pgst505uCcB5ZY2GZFPySg+Wi3ZpjrO2T&#10;j1SffCpCCLsYFWTel7GULsnIoOvbkjhwd1sZ9AFWqdQVPkO4KeRnFE2kwZxDQ4YlrTNKHqcfo6A+&#10;fN/SXe3Kr8e068bD23a711elPjrNagbCU+Pf4pd7p8P84XgE/9+E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ZJQ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0EE" w:rsidRDefault="007A40EE" w:rsidP="007A40E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QEMUA&#10;AADdAAAADwAAAGRycy9kb3ducmV2LnhtbERPS2sCMRC+F/ofwgjealbtiq5GqQWhl0J9HPQ2bsbd&#10;xc1km0Td9tc3QsHbfHzPmS1aU4srOV9ZVtDvJSCIc6srLhTstquXMQgfkDXWlknBD3lYzJ+fZphp&#10;e+M1XTehEDGEfYYKyhCaTEqfl2TQ92xDHLmTdQZDhK6Q2uEthptaDpJkJA1WHBtKbOi9pPy8uRgF&#10;y8l4+f31yp+/6+OBDvvjOR24RKlup32bggjUhof43/2h4/xhmsL9m3iC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e5AQxQAAAN0AAAAPAAAAAAAAAAAAAAAAAJgCAABkcnMv&#10;ZG93bnJldi54bWxQSwUGAAAAAAQABAD1AAAAigMAAAAA&#10;" fillcolor="black" stroked="f">
                  <v:textbox>
                    <w:txbxContent>
                      <w:p w:rsidR="007A40EE" w:rsidRDefault="007A40EE" w:rsidP="007A40E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DNacUA&#10;AADdAAAADwAAAGRycy9kb3ducmV2LnhtbERPS2vCQBC+C/0PyxR6040Wg0RX0T6goB58HDyO2TFZ&#10;kp0N2a2m/fVdoeBtPr7nzBadrcWVWm8cKxgOEhDEudOGCwXHw2d/AsIHZI21Y1LwQx4W86feDDPt&#10;bryj6z4UIoawz1BBGUKTSenzkiz6gWuII3dxrcUQYVtI3eIthttajpIklRYNx4YSG3orKa/231bB&#10;aZ2ayc7Q6Lz5XX3ozbhabd8rpV6eu+UURKAuPMT/7i8d57+OU7h/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M1p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WR8QA&#10;AADdAAAADwAAAGRycy9kb3ducmV2LnhtbERPTWsCMRC9F/wPYYTeNKtSK6tRRJH20kNtS6/DZtys&#10;u5msSdTVX98UCr3N433OYtXZRlzIh8qxgtEwA0FcOF1xqeDzYzeYgQgRWWPjmBTcKMBq2XtYYK7d&#10;ld/pso+lSCEcclRgYmxzKUNhyGIYupY4cQfnLcYEfSm1x2sKt40cZ9lUWqw4NRhsaWOoqPdnq8Cv&#10;v7f1nc9fdXZ/u4WXY3eaoVHqsd+t5yAidfFf/Od+1Wn+5OkZfr9JJ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pVkf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Jnh8YA&#10;AADdAAAADwAAAGRycy9kb3ducmV2LnhtbESP0UoDQQxF3wv+wxDBF7GzVtS67bSIIAiWQms/IN2J&#10;u0tnMstObLd+vXkQ+pZwb+49mS+HGMyR+twmdnA/LsAQV8m3XDvYfb3fTcFkQfYYEpODM2VYLq5G&#10;cyx9OvGGjlupjYZwLtFBI9KV1uaqoYh5nDpi1b5TH1F07WvrezxpeAx2UhRPNmLL2tBgR28NVYft&#10;T3QQJvvw8vmcV3Le2VXxG2Vzu/bO3VwPrzMwQoNczP/XH17xHx4VV7/REez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Jnh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NWMQA&#10;AADdAAAADwAAAGRycy9kb3ducmV2LnhtbERPS2sCMRC+F/wPYQrearYWS7s1ig+EvXjoavE6bqab&#10;pclk2aS6+utNoeBtPr7nTOe9s+JEXWg8K3geZSCIK68brhXsd5unNxAhImu0nknBhQLMZ4OHKeba&#10;n/mTTmWsRQrhkKMCE2ObSxkqQw7DyLfEifv2ncOYYFdL3eE5hTsrx1n2Kh02nBoMtrQyVP2Uv07B&#10;umzteF+YZTh8bY9HW1w3dFgrNXzsFx8gIvXxLv53FzrNf5m8w9836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izVjEAAAA3Q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hycUA&#10;AADdAAAADwAAAGRycy9kb3ducmV2LnhtbESPQWsCMRCF74X+hzAFbzWpwla2RimlgtBTrR68Dcl0&#10;d3UzWTbR3f77zkHwNsN78943y/UYWnWlPjWRLbxMDShiF33DlYX9z+Z5ASplZI9tZLLwRwnWq8eH&#10;JZY+DvxN112ulIRwKtFCnXNXap1cTQHTNHbEov3GPmCWta+073GQ8NDqmTGFDtiwNNTY0UdN7ry7&#10;BAunjf6KzqA77A/D1r8ePwtqjbWTp/H9DVSmMd/Nt+utF/x5IfzyjY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4+HJ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bmfMQA&#10;AADdAAAADwAAAGRycy9kb3ducmV2LnhtbERPS2vCQBC+F/wPyxR6q5sHiERXsUKhtPTgA/E4Zsck&#10;JDsbdleT/vuuUOhtPr7nLNej6cSdnG8sK0inCQji0uqGKwXHw/vrHIQPyBo7y6TghzysV5OnJRba&#10;Dryj+z5UIoawL1BBHUJfSOnLmgz6qe2JI3e1zmCI0FVSOxxiuOlkliQzabDh2FBjT9uaynZ/MwrO&#10;ty++fuefG/cWTnY8+Da7zFulXp7HzQJEoDH8i//cHzrOz2cpPL6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25nz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40EE" w:rsidRDefault="007A40EE" w:rsidP="007A40E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C2cUA&#10;AADdAAAADwAAAGRycy9kb3ducmV2LnhtbERPTWsCMRC9F/wPYQRvNetaRbdG0UKhl4LaHvQ2bqa7&#10;i5vJNkl16683guBtHu9zZovW1OJEzleWFQz6CQji3OqKCwXfX+/PExA+IGusLZOCf/KwmHeeZphp&#10;e+YNnbahEDGEfYYKyhCaTEqfl2TQ921DHLkf6wyGCF0htcNzDDe1TJNkLA1WHBtKbOitpPy4/TMK&#10;VtPJ6nf9wp+XzWFP+93hOEpdolSv2y5fQQRqw0N8d3/oOH84TuH2TTxB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sLZxQAAAN0AAAAPAAAAAAAAAAAAAAAAAJgCAABkcnMv&#10;ZG93bnJldi54bWxQSwUGAAAAAAQABAD1AAAAigMAAAAA&#10;" fillcolor="black" stroked="f">
                  <v:textbox>
                    <w:txbxContent>
                      <w:p w:rsidR="007A40EE" w:rsidRDefault="007A40EE" w:rsidP="007A40E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dQ8IA&#10;AADdAAAADwAAAGRycy9kb3ducmV2LnhtbERP30vDMBB+F/Y/hBv45tJZGFKXjTIYE5+6OfH11pxN&#10;WXMpSczqf28Ewbf7+H7eejvZQSTyoXesYLkoQBC3TvfcKTi/7R+eQISIrHFwTAq+KcB2M7tbY6Xd&#10;jY+UTrETOYRDhQpMjGMlZWgNWQwLNxJn7tN5izFD30nt8ZbD7SAfi2IlLfacGwyOtDPUXk9fVkG6&#10;7Jq6TB/JHF993XnXHN4vjVL386l+BhFpiv/iP/eLzvPLVQm/3+QT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p1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40EE" w:rsidRDefault="007A40EE" w:rsidP="007A40E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DlxcQA&#10;AADdAAAADwAAAGRycy9kb3ducmV2LnhtbERPTUvDQBC9F/oflhF6s5taCZpmU6S0or2oUbDHITtm&#10;Q7OzIbum0V/vFoTe5vE+J1+PthUD9b5xrGAxT0AQV043XCv4eN9d34HwAVlj65gU/JCHdTGd5Jhp&#10;d+I3GspQixjCPkMFJoQuk9JXhiz6ueuII/fleoshwr6WusdTDLetvEmSVFpsODYY7GhjqDqW31aB&#10;X2y2n3v7ez8cHg2/lM8mfa2NUrOr8WEFItAYLuJ/95OO85fpLZy/iSf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g5cX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40EE" w:rsidRDefault="007A40EE" w:rsidP="007A40E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40EE" w:rsidRPr="00222BA4" w:rsidRDefault="007A40EE" w:rsidP="007A4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</w:rPr>
      </w:pPr>
    </w:p>
    <w:p w:rsidR="007A40EE" w:rsidRPr="00222BA4" w:rsidRDefault="007A40EE" w:rsidP="007A4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</w:rPr>
      </w:pPr>
    </w:p>
    <w:p w:rsidR="007A40EE" w:rsidRPr="00845CE9" w:rsidRDefault="007A40EE" w:rsidP="007A40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>УКРАЇНА</w:t>
      </w:r>
    </w:p>
    <w:p w:rsidR="007A40EE" w:rsidRPr="00845CE9" w:rsidRDefault="007A40EE" w:rsidP="007A40E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>КРУПЕЦЬКА СІЛЬСЬКА РАДА</w:t>
      </w:r>
    </w:p>
    <w:p w:rsidR="007A40EE" w:rsidRPr="00845CE9" w:rsidRDefault="007A40EE" w:rsidP="007A40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>СЛАВУТСЬКОГО РАЙОНУ</w:t>
      </w:r>
    </w:p>
    <w:p w:rsidR="007A40EE" w:rsidRPr="00845CE9" w:rsidRDefault="007A40EE" w:rsidP="007A40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>ХМЕЛЬНИЦЬКОЇ ОБЛАСТІ</w:t>
      </w:r>
    </w:p>
    <w:p w:rsidR="007A40EE" w:rsidRPr="00845CE9" w:rsidRDefault="007A40EE" w:rsidP="007A40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7A40EE" w:rsidRPr="00845CE9" w:rsidRDefault="007A40EE" w:rsidP="007A40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 xml:space="preserve"> РІШЕННЯ</w:t>
      </w:r>
    </w:p>
    <w:p w:rsidR="007A40EE" w:rsidRPr="00845CE9" w:rsidRDefault="007A40EE" w:rsidP="007A40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7A40EE" w:rsidRPr="00845CE9" w:rsidRDefault="007A40EE" w:rsidP="007A40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sz w:val="24"/>
          <w:szCs w:val="24"/>
        </w:rPr>
        <w:t xml:space="preserve">  ХІ</w:t>
      </w:r>
      <w:r w:rsidRPr="00845CE9">
        <w:rPr>
          <w:rFonts w:ascii="Times New Roman" w:eastAsia="Arial Unicode MS" w:hAnsi="Times New Roman" w:cs="Times New Roman"/>
          <w:sz w:val="24"/>
          <w:szCs w:val="24"/>
          <w:lang w:val="en-US"/>
        </w:rPr>
        <w:t>II</w:t>
      </w:r>
      <w:r w:rsidRPr="00845CE9">
        <w:rPr>
          <w:rFonts w:ascii="Times New Roman" w:eastAsia="Arial Unicode MS" w:hAnsi="Times New Roman" w:cs="Times New Roman"/>
          <w:sz w:val="24"/>
          <w:szCs w:val="24"/>
        </w:rPr>
        <w:t xml:space="preserve">  сесії сільської ради  </w:t>
      </w:r>
      <w:r w:rsidRPr="00845CE9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845CE9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7A40EE" w:rsidRPr="00845CE9" w:rsidRDefault="007A40EE" w:rsidP="007A40E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A40EE" w:rsidRPr="00845CE9" w:rsidRDefault="007A40EE" w:rsidP="007A40E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sz w:val="24"/>
          <w:szCs w:val="24"/>
        </w:rPr>
        <w:t xml:space="preserve">     .0</w:t>
      </w:r>
      <w:r w:rsidRPr="00845CE9">
        <w:rPr>
          <w:rFonts w:ascii="Times New Roman" w:eastAsia="Arial Unicode MS" w:hAnsi="Times New Roman" w:cs="Times New Roman"/>
          <w:sz w:val="24"/>
          <w:szCs w:val="24"/>
          <w:lang w:val="ru-RU"/>
        </w:rPr>
        <w:t>7</w:t>
      </w:r>
      <w:r w:rsidRPr="00845CE9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      №</w:t>
      </w:r>
      <w:r w:rsidRPr="00845CE9">
        <w:rPr>
          <w:rFonts w:ascii="Times New Roman" w:eastAsia="Arial Unicode MS" w:hAnsi="Times New Roman" w:cs="Times New Roman"/>
          <w:sz w:val="24"/>
          <w:szCs w:val="24"/>
        </w:rPr>
        <w:softHyphen/>
      </w:r>
      <w:r w:rsidRPr="00845CE9">
        <w:rPr>
          <w:rFonts w:ascii="Times New Roman" w:eastAsia="Arial Unicode MS" w:hAnsi="Times New Roman" w:cs="Times New Roman"/>
          <w:sz w:val="24"/>
          <w:szCs w:val="24"/>
        </w:rPr>
        <w:softHyphen/>
      </w:r>
      <w:r w:rsidRPr="00845CE9">
        <w:rPr>
          <w:rFonts w:ascii="Times New Roman" w:eastAsia="Arial Unicode MS" w:hAnsi="Times New Roman" w:cs="Times New Roman"/>
          <w:sz w:val="24"/>
          <w:szCs w:val="24"/>
        </w:rPr>
        <w:softHyphen/>
      </w:r>
      <w:r w:rsidRPr="00845CE9">
        <w:rPr>
          <w:rFonts w:ascii="Times New Roman" w:eastAsia="Arial Unicode MS" w:hAnsi="Times New Roman" w:cs="Times New Roman"/>
          <w:sz w:val="24"/>
          <w:szCs w:val="24"/>
        </w:rPr>
        <w:softHyphen/>
      </w:r>
    </w:p>
    <w:p w:rsidR="007A40EE" w:rsidRPr="00845CE9" w:rsidRDefault="007A40EE" w:rsidP="007A40E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>(відновлення)  меж земельної ділянки</w:t>
      </w: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b/>
          <w:sz w:val="24"/>
          <w:szCs w:val="24"/>
        </w:rPr>
        <w:t>Вознюку М.М.</w:t>
      </w: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40EE" w:rsidRPr="00845CE9" w:rsidRDefault="007A40EE" w:rsidP="007A40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Вознюка М.М,  сільська  рада </w:t>
      </w:r>
    </w:p>
    <w:p w:rsidR="007A40EE" w:rsidRPr="00845CE9" w:rsidRDefault="007A40EE" w:rsidP="007A40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7A40EE" w:rsidRPr="00845CE9" w:rsidRDefault="002B37FD" w:rsidP="007A40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1.Затвердити </w:t>
      </w:r>
      <w:bookmarkStart w:id="0" w:name="_GoBack"/>
      <w:bookmarkEnd w:id="0"/>
      <w:r w:rsidR="007A40EE" w:rsidRPr="00845CE9">
        <w:rPr>
          <w:rFonts w:ascii="Times New Roman" w:eastAsia="Arial Unicode MS" w:hAnsi="Times New Roman" w:cs="Times New Roman"/>
          <w:sz w:val="24"/>
          <w:szCs w:val="24"/>
        </w:rPr>
        <w:t xml:space="preserve">Вознюк М.М </w:t>
      </w:r>
      <w:r w:rsidR="007A40EE" w:rsidRPr="00845CE9">
        <w:rPr>
          <w:rFonts w:ascii="Times New Roman" w:eastAsia="Times New Roman" w:hAnsi="Times New Roman" w:cs="Times New Roman"/>
          <w:sz w:val="24"/>
        </w:rPr>
        <w:t xml:space="preserve"> який  зареєстрований за адресою: </w:t>
      </w:r>
      <w:r w:rsidRPr="002B37FD">
        <w:rPr>
          <w:rFonts w:ascii="Times New Roman" w:eastAsia="Times New Roman" w:hAnsi="Times New Roman" w:cs="Times New Roman"/>
          <w:sz w:val="24"/>
        </w:rPr>
        <w:t>__________</w:t>
      </w:r>
      <w:r w:rsidR="007A40EE" w:rsidRPr="00845CE9">
        <w:rPr>
          <w:rFonts w:ascii="Times New Roman" w:eastAsia="Times New Roman" w:hAnsi="Times New Roman" w:cs="Times New Roman"/>
          <w:sz w:val="24"/>
        </w:rPr>
        <w:t xml:space="preserve">,  </w:t>
      </w:r>
      <w:r w:rsidR="007A40EE" w:rsidRPr="00845CE9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Pr="002B37FD">
        <w:rPr>
          <w:rFonts w:ascii="Times New Roman" w:eastAsia="Arial Unicode MS" w:hAnsi="Times New Roman" w:cs="Times New Roman"/>
          <w:sz w:val="24"/>
          <w:szCs w:val="24"/>
        </w:rPr>
        <w:t>_____</w:t>
      </w:r>
      <w:r w:rsidR="007A40EE" w:rsidRPr="00845CE9">
        <w:rPr>
          <w:rFonts w:ascii="Times New Roman" w:eastAsia="Arial Unicode MS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1,5774 га, кадастровий номер: 6823986800:05:004:0096, д</w:t>
      </w:r>
      <w:r w:rsidR="007A40EE" w:rsidRPr="00845CE9">
        <w:rPr>
          <w:rFonts w:ascii="Times New Roman" w:eastAsia="Times New Roman" w:hAnsi="Times New Roman" w:cs="Times New Roman"/>
          <w:sz w:val="24"/>
          <w:szCs w:val="24"/>
        </w:rPr>
        <w:t>ля ведення товарного сільськогосподарського виробництва</w:t>
      </w:r>
      <w:r w:rsidR="007A40EE" w:rsidRPr="00845CE9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 Шепетівський (Славутський)  район, Полянська (Крупецька) сільська рада.</w:t>
      </w:r>
    </w:p>
    <w:p w:rsidR="007A40EE" w:rsidRPr="00845CE9" w:rsidRDefault="007A40EE" w:rsidP="007A40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sz w:val="24"/>
          <w:szCs w:val="24"/>
        </w:rPr>
        <w:t xml:space="preserve">       2.Вознюк М.М. посвідчити своє право  в  установленому  законом  порядку.</w:t>
      </w:r>
    </w:p>
    <w:p w:rsidR="007A40EE" w:rsidRPr="00845CE9" w:rsidRDefault="007A40EE" w:rsidP="007A40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A40EE" w:rsidRPr="00845CE9" w:rsidRDefault="007A40EE" w:rsidP="007A40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40EE" w:rsidRPr="00845CE9" w:rsidRDefault="007A40EE" w:rsidP="007A40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45CE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4F4A44" w:rsidRDefault="004F4A44"/>
    <w:sectPr w:rsidR="004F4A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EE"/>
    <w:rsid w:val="002B37FD"/>
    <w:rsid w:val="004F4A44"/>
    <w:rsid w:val="007A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0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0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259</Words>
  <Characters>1480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2021-07-19T06:07:00Z</dcterms:created>
  <dcterms:modified xsi:type="dcterms:W3CDTF">2021-07-19T06:36:00Z</dcterms:modified>
</cp:coreProperties>
</file>