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C8" w:rsidRDefault="00B63FC8" w:rsidP="00B63FC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19D080" wp14:editId="4A607AD1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21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21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FC8" w:rsidRDefault="00B63FC8" w:rsidP="00B63F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4Zlq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N1YsQA&#10;AADdAAAADwAAAGRycy9kb3ducmV2LnhtbESPT4vCMBTE78J+h/CEvWnaCipdU5FFxYMg1vX+aF7/&#10;YPNSmqjdb79ZEDwOM/MbZrUeTCse1LvGsoJ4GoEgLqxuuFLwc9lNliCcR9bYWiYFv+RgnX2MVphq&#10;++QzPXJfiQBhl6KC2vsuldIVNRl0U9sRB6+0vUEfZF9J3eMzwE0rkyiaS4MNh4UaO/quqbjld6PA&#10;zvaH47VKzrMtLzxvTsvyOhyV+hwPmy8Qngb/Dr/aB61gnsQx/L8JT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jdWL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cvG8gA&#10;AADdAAAADwAAAGRycy9kb3ducmV2LnhtbESPT2sCMRTE70K/Q3gFL1Kz7mFtV6MUYfvvUNAWen1s&#10;npttNy9LEnXrpzdCocdhZn7DLNeD7cSRfGgdK5hNMxDEtdMtNwo+P6q7exAhImvsHJOCXwqwXt2M&#10;llhqd+ItHXexEQnCoUQFJsa+lDLUhiyGqeuJk7d33mJM0jdSezwluO1knmWFtNhyWjDY08ZQ/bM7&#10;WAXf1bv52szPT37ysKXzpHp77l4Lpca3w+MCRKQh/of/2i9aQZHPcri+SU9Ar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5y8b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Po/8EA&#10;AADdAAAADwAAAGRycy9kb3ducmV2LnhtbESPzarCMBCF94LvEEZwI5qqIFKNInIVcSP+PMDQjE2x&#10;mZQm19a3N4Lg8nB+Ps5y3dpSPKn2hWMF41ECgjhzuuBcwe26G85B+ICssXRMCl7kYb3qdpaYatfw&#10;mZ6XkIs4wj5FBSaEKpXSZ4Ys+pGriKN3d7XFEGWdS11jE8dtKSdJMpMWC44EgxVtDWWPy7+NkNMU&#10;T8d7c93tW2zw72h4sDkr1e+1mwWIQG34hb/tg1Ywm4yn8HkTn4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z6P/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GlK8YA&#10;AADdAAAADwAAAGRycy9kb3ducmV2LnhtbESPQUvDQBSE70L/w/KE3uymoUaJ3ZZSK4jgwSqIt0f2&#10;NQlm3y67zyb+e1cQPA4z8w2z3k5uUGeKqfdsYLkoQBE33vbcGnh7fbi6BZUE2eLgmQx8U4LtZnax&#10;xtr6kV/ofJRWZQinGg10IqHWOjUdOUwLH4izd/LRoWQZW20jjhnuBl0WRaUd9pwXOgy076j5PH45&#10;A8/jITzdVNen8BFXpU73Vt73Ysz8ctrdgRKa5D/81360BqpyuY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GlK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bVEMQA&#10;AADdAAAADwAAAGRycy9kb3ducmV2LnhtbESP32rCMBTG7wd7h3CE3QxNdSijGksZqwxvRN0DHJpj&#10;U2xOSpO13dsbQfDy4/vz49tko21ET52vHSuYzxIQxKXTNVcKfs/F9BOED8gaG8ek4J88ZNvXlw2m&#10;2g18pP4UKhFH2KeowITQplL60pBFP3MtcfQurrMYouwqqTsc4rht5CJJVtJizZFgsKUvQ+X19Gcj&#10;5PCBh/1lOBe7EQf83ht+z49KvU3GfA0i0Bie4Uf7RytYLeZLuL+JT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W1RD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+ex8UA&#10;AADdAAAADwAAAGRycy9kb3ducmV2LnhtbESPQUvDQBSE74L/YXmCN7tp0FRit6W0CiJ4aCuIt0f2&#10;NQlm3y67zyb+e1cQPA4z8w2zXE9uUGeKqfdsYD4rQBE33vbcGng7Pt3cg0qCbHHwTAa+KcF6dXmx&#10;xNr6kfd0PkirMoRTjQY6kVBrnZqOHKaZD8TZO/noULKMrbYRxwx3gy6LotIOe84LHQbadtR8Hr6c&#10;gdfxMbwsqrtT+Ii3pU47K+9bMeb6ato8gBKa5D/81362BqpyXsHvm/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v57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ObIsYA&#10;AADdAAAADwAAAGRycy9kb3ducmV2LnhtbESPQWsCMRSE7wX/Q3hCL1KzWmrL1igqhAoVRFvo9bF5&#10;7i7dvCxJ6q7/3ghCj8PMfMPMl71txJl8qB0rmIwzEMSFMzWXCr6/9NMbiBCRDTaOScGFAiwXg4c5&#10;5sZ1fKDzMZYiQTjkqKCKsc2lDEVFFsPYtcTJOzlvMSbpS2k8dgluGznNspm0WHNaqLClTUXF7/HP&#10;Kljvu/LZj4p17z5PHz8vWhu900o9DvvVO4hIffwP39tbo2A2nbz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3ObI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RVFcAA&#10;AADdAAAADwAAAGRycy9kb3ducmV2LnhtbERPy4rCMBTdD8w/hCu4G1OLI9IxiowURGbj4wMuzZ2m&#10;2tyUJNb692YhuDyc93I92Fb05EPjWMF0koEgrpxuuFZwPpVfCxAhImtsHZOCBwVYrz4/llhod+cD&#10;9cdYixTCoUAFJsaukDJUhiyGieuIE/fvvMWYoK+l9nhP4baVeZbNpcWGU4PBjn4NVdfjzSoo9/lf&#10;f71pX7rNMLP0bS6LrVFqPBo2PyAiDfEtfrl3WsE8n6a56U16An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RVF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Cqy8YA&#10;AADdAAAADwAAAGRycy9kb3ducmV2LnhtbESPQWsCMRSE7wX/Q3hCL1KzWirt1igqhAoVRFvo9bF5&#10;7i7dvCxJ6q7/3ghCj8PMfMPMl71txJl8qB0rmIwzEMSFMzWXCr6/9NMriBCRDTaOScGFAiwXg4c5&#10;5sZ1fKDzMZYiQTjkqKCKsc2lDEVFFsPYtcTJOzlvMSbpS2k8dgluGznNspm0WHNaqLClTUXF7/HP&#10;Kljvu/LZj4p17z5PHz8vWhu900o9DvvVO4hIffwP39tbo2A2nbzB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Cqy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6TrsAA&#10;AADdAAAADwAAAGRycy9kb3ducmV2LnhtbERPy4rCMBTdC/5DuII7TS2OSDWKOBSGYTY+PuDSXJtq&#10;c1OSWDt/P1kMuDyc93Y/2Fb05EPjWMFinoEgrpxuuFZwvZSzNYgQkTW2jknBLwXY78ajLRbavfhE&#10;/TnWIoVwKFCBibErpAyVIYth7jrixN2ctxgT9LXUHl8p3LYyz7KVtNhwajDY0dFQ9Tg/rYLyO//p&#10;H0/tS3cYlpY+zH39aZSaTobDBkSkIb7F/+4vrWCV52l/epOegN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06Tr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csE8IA&#10;AADdAAAADwAAAGRycy9kb3ducmV2LnhtbESP3YrCMBSE7wXfIRzBO01bf5BqFFlQ1kurD3Bojm2x&#10;OalN1ta3NwuCl8PMfMNsdr2pxZNaV1lWEE8jEMS51RUXCq6Xw2QFwnlkjbVlUvAiB7vtcLDBVNuO&#10;z/TMfCEChF2KCkrvm1RKl5dk0E1tQxy8m20N+iDbQuoWuwA3tUyiaCkNVhwWSmzop6T8nv0ZBfNX&#10;d3xki3t00Ibi06w5sc8XSo1H/X4NwlPvv+FP+1crWCZJDP9vwhOQ2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RywT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ereMQA&#10;AADdAAAADwAAAGRycy9kb3ducmV2LnhtbESPT4vCMBTE7wt+h/AEb2tqDmW3GkUURTy59c/50Tzb&#10;YvNSmqj125uFhT0OM/MbZrbobSMe1PnasYbJOAFBXDhTc6nhdNx8foHwAdlg45g0vMjDYj74mGFm&#10;3JN/6JGHUkQI+ww1VCG0mZS+qMiiH7uWOHpX11kMUXalNB0+I9w2UiVJKi3WHBcqbGlVUXHL71bD&#10;Pb2oE1/35pCvX9vv9Wbp5bnUejTsl1MQgfrwH/5r74yGVCkFv2/iE5Dz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Hq3j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hx5McA&#10;AADdAAAADwAAAGRycy9kb3ducmV2LnhtbESPT2vCQBTE74LfYXmCN90YS9DoKq0gtD1U6p+Dt2f2&#10;maTNvo3Zrabf3i0UPA4z8xtmvmxNJa7UuNKygtEwAkGcWV1yrmC/Ww8mIJxH1lhZJgW/5GC56Hbm&#10;mGp740+6bn0uAoRdigoK7+tUSpcVZNANbU0cvLNtDPogm1zqBm8BbioZR1EiDZYcFgqsaVVQ9r39&#10;MQoOm0ky3by8PX29f5xwbPTlqMtEqX6vfZ6B8NT6R/i//aoVJHE8hr834QnIx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oce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krY8YA&#10;AADdAAAADwAAAGRycy9kb3ducmV2LnhtbESPzWrDMBCE74W+g9hCbrUcN5jgWglpQ53SU/6g18Xa&#10;2qbWylhKYufpo0Ihx2FmvmHy5WBacabeNZYVTKMYBHFpdcOVguPh43kOwnlkja1lUjCSg+Xi8SHH&#10;TNsL7+i895UIEHYZKqi97zIpXVmTQRfZjjh4P7Y36IPsK6l7vAS4aWUSx6k02HBYqLGj95rK3/3J&#10;KLim37h1m+Rt/aI9jbN5Yb+2hVKTp2H1CsLT4O/h//anVpAmyQz+3o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3krY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3dQMUA&#10;AADdAAAADwAAAGRycy9kb3ducmV2LnhtbESPwWrDMBBE74X8g9hAb41cY4fUjRJCSKG31k4+YLG2&#10;som1ciw1dvv1VSGQ4zAzb5j1drKduNLgW8cKnhcJCOLa6ZaNgtPx7WkFwgdkjZ1jUvBDHrab2cMa&#10;C+1GLulaBSMihH2BCpoQ+kJKXzdk0S9cTxy9LzdYDFEORuoBxwi3nUyTZCktthwXGuxp31B9rr6t&#10;gotLcz1VB/w4H14+W2Oyy2+ZKfU4n3avIAJN4R6+td+1gmWa5vD/Jj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7d1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7JX8UA&#10;AADdAAAADwAAAGRycy9kb3ducmV2LnhtbESPzW7CMBCE75X6DtZW4gZOg0ghxCCoVIkr0APHxd78&#10;tPE6jV1Iefq6ElKPo5n5RlOsB9uKC/W+cazgeZKAINbONFwpeD++jecgfEA22DomBT/kYb16fCgw&#10;N+7Ke7ocQiUihH2OCuoQulxKr2uy6CeuI45e6XqLIcq+kqbHa4TbVqZJkkmLDceFGjt6rUl/Hr6t&#10;gl1zplmmy4Wdb/X+dPsK05cPo9ToadgsQQQawn/43t4ZBVmaZvD3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Hsl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ufMMIA&#10;AADdAAAADwAAAGRycy9kb3ducmV2LnhtbERPXWvCMBR9H/gfwhX2NlP7oLMaRQVhw1mYjvl6ae6a&#10;suamNFlt//0iDPZ4vjmrTW9r0VHrK8cKppMEBHHhdMWlgo/L4ekZhA/IGmvHpGAgD5v16GGFmXY3&#10;fqfuHEoRS9hnqMCE0GRS+sKQRT9xDXHUvlxrMUTYllK3eIvltpZpksykxYrjgsGG9oaK7/OPVdBh&#10;PiRXszstXqu3Is13n0cdefU47rdLEIH68G/+S79oBbM0ncP9TXw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58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+1IsEA&#10;AADdAAAADwAAAGRycy9kb3ducmV2LnhtbERPPU/DMBDdkfofrENiow4eKpTWrRBSK0YIDIzX+Bqn&#10;je8i2zSBX48HJMan973ZzWFQV4qpF7bwsKxAEbfieu4sfLzv7x9BpYzscBAmC9+UYLdd3GywdjLx&#10;G12b3KkSwqlGCz7nsdY6tZ4CpqWMxIU7SQyYC4yddhGnEh4GbapqpQP2XBo8jvTsqb00X8HCdGiP&#10;Z3P6dP4njrJvXuVsBrH27nZ+WoPKNOd/8Z/7xVlYGVPmljflCe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/tSL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hWHsYA&#10;AADdAAAADwAAAGRycy9kb3ducmV2LnhtbESPS2vDMBCE74X+B7GF3Bo5PuThRAl5QigNIY/et9bG&#10;diutjKUk7r+vCoUch5n5hpnMWmvEjRpfOVbQ6yYgiHOnKy4UnE+b1yEIH5A1Gsek4Ic8zKbPTxPM&#10;tLvzgW7HUIgIYZ+hgjKEOpPS5yVZ9F1XE0fv4hqLIcqmkLrBe4RbI9Mk6UuLFceFEmtalpR/H69W&#10;wWa/Ml/p7jD/kGG5Hnya4dti9a5U56Wdj0EEasMj/N/eagX9NB3B35v4BOT0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hWH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yk58IA&#10;AADdAAAADwAAAGRycy9kb3ducmV2LnhtbERPy4rCMBTdD/gP4QpuRFMVRapRRBAVHPAFbq/NtS02&#10;N6WJtf69WQzM8nDe82VjClFT5XLLCgb9CARxYnXOqYLrZdObgnAeWWNhmRR8yMFy0fqZY6ztm09U&#10;n30qQgi7GBVk3pexlC7JyKDr25I4cA9bGfQBVqnUFb5DuCnkMIom0mDOoSHDktYZJc/zyyioj4d7&#10;uqtduX9Ou248um+3v/qmVKfdrGYgPDX+X/zn3mkFk+Eo7A9vwhOQi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nKTn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F9tccA&#10;AADdAAAADwAAAGRycy9kb3ducmV2LnhtbESPQWvCQBSE74X+h+UJvTUb01Y0ukotCL0I1fZQb8/s&#10;Mwlm36a7q0Z/vSsIPQ4z8w0zmXWmEUdyvrasoJ+kIIgLq2suFfx8L56HIHxA1thYJgVn8jCbPj5M&#10;MNf2xCs6rkMpIoR9jgqqENpcSl9UZNAntiWO3s46gyFKV0rt8BThppFZmg6kwZrjQoUtfVRU7NcH&#10;o2A+Gs7/vl55eVltN7T53e7fMpcq9dTr3scgAnXhP3xvf2oFg+ylD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xfbXHAAAA3QAAAA8AAAAAAAAAAAAAAAAAmAIAAGRy&#10;cy9kb3ducmV2LnhtbFBLBQYAAAAABAAEAPUAAACMAwAAAAA=&#10;" fillcolor="black" stroked="f"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gzMgA&#10;AADdAAAADwAAAGRycy9kb3ducmV2LnhtbESPT2vCQBTE7wW/w/IKvdVNUwwSXaXaFgT14J+Dx2f2&#10;NVmSfRuyW0376btCweMwM79hpvPeNuJCnTeOFbwMExDEhdOGSwXHw+fzGIQPyBobx6TghzzMZ4OH&#10;KebaXXlHl30oRYSwz1FBFUKbS+mLiiz6oWuJo/flOoshyq6UusNrhNtGpkmSSYuG40KFLS0rKur9&#10;t1VwWmdmvDOUnje/iw+9GdWL7Xut1NNj/zYBEagP9/B/e6UVZOlrCrc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iiDM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O74sUA&#10;AADdAAAADwAAAGRycy9kb3ducmV2LnhtbESPQWsCMRSE74L/ITzBW82qILI1ilRKe/FQq3h9bF43&#10;2928bJOoq7++EQSPw8x8wyxWnW3EmXyoHCsYjzIQxIXTFZcK9t/vL3MQISJrbByTgisFWC37vQXm&#10;2l34i867WIoE4ZCjAhNjm0sZCkMWw8i1xMn7cd5iTNKXUnu8JLht5CTLZtJixWnBYEtvhop6d7IK&#10;/Pq4qW98OtTZbXsNH7/d3xyNUsNBt34FEamLz/Cj/akVzCbTKdzfp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I7vi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6GJMYA&#10;AADdAAAADwAAAGRycy9kb3ducmV2LnhtbESP3WrCQBSE7wt9h+UUelPqxrRYm7qKCIWCIvjzAMfs&#10;aRK6ezZkjxr79F2h4OUwM98wk1nvnTpRF5vABoaDDBRxGWzDlYH97vN5DCoKskUXmAxcKMJsen83&#10;wcKGM2/otJVKJQjHAg3UIm2hdSxr8hgHoSVO3nfoPEqSXaVth+cE907nWTbSHhtOCzW2tKip/Nke&#10;vQGXH9z78i2u5LLXq+zXy+ZpbY15fOjnH6CEermF/9tf1sAof3mF65v0BP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Z6GJ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4s+8YA&#10;AADdAAAADwAAAGRycy9kb3ducmV2LnhtbESPQWsCMRSE70L/Q3gFbzXrlkrZGsVWhL304Nbi9bl5&#10;bhaTl2WT6tpf3wgFj8PMfMPMl4Oz4kx9aD0rmE4yEMS11y03CnZfm6dXECEia7SeScGVAiwXD6M5&#10;FtpfeEvnKjYiQTgUqMDE2BVShtqQwzDxHXHyjr53GJPsG6l7vCS4szLPspl02HJaMNjRh6H6VP04&#10;Beuqs/muNO9h//15ONjyd0P7tVLjx2H1BiLSEO/h/3apFczy5xe4vU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4s+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v9PcUA&#10;AADdAAAADwAAAGRycy9kb3ducmV2LnhtbESPwWrDMBBE74X+g9hCbo1UF5zgRDGlNBDoqYlzyG2R&#10;NrYTa2UsNXb+vioUehxm5g2zLifXiRsNofWs4WWuQBAbb1uuNVSH7fMSRIjIFjvPpOFOAcrN48Ma&#10;C+tH/qLbPtYiQTgUqKGJsS+kDKYhh2Hue+Lknf3gMCY51NIOOCa462SmVC4dtpwWGuzpvSFz3X87&#10;DZet/PRGoTlWx3FnF6ePnDql9expeluBiDTF//Bfe2c15NlrDr9v0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G/09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76iMUA&#10;AADdAAAADwAAAGRycy9kb3ducmV2LnhtbESPQWvCQBSE74X+h+UVeqsbI6ikrqKCIBUPaik9PrPP&#10;JCT7NuyuGv+9Kwgeh5n5hpnMOtOICzlfWVbQ7yUgiHOrKy4U/B5WX2MQPiBrbCyTght5mE3f3yaY&#10;aXvlHV32oRARwj5DBWUIbSalz0sy6Hu2JY7eyTqDIUpXSO3wGuGmkWmSDKXBiuNCiS0tS8rr/dko&#10;+D9v+LQd/MzdIvzZ7uDr9Diulfr86ObfIAJ14RV+ttdawTAdjODxJj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vqI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vUKMUA&#10;AADdAAAADwAAAGRycy9kb3ducmV2LnhtbERPu27CMBTdK/EP1kViKw6hIJrGIKiE1KUSr6FsN/Ft&#10;EhFfp7aBtF9fD5U6Hp13vupNK27kfGNZwWScgCAurW64UnA6bh8XIHxA1thaJgXf5GG1HDzkmGl7&#10;5z3dDqESMYR9hgrqELpMSl/WZNCPbUccuU/rDIYIXSW1w3sMN61Mk2QuDTYcG2rs6LWm8nK4GgWb&#10;58Xma/fE7z/74kznj+IyS12i1GjYr19ABOrDv/jP/aYVzNNpnBvf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9QoxQAAAN0AAAAPAAAAAAAAAAAAAAAAAJgCAABkcnMv&#10;ZG93bnJldi54bWxQSwUGAAAAAAQABAD1AAAAigMAAAAA&#10;" fillcolor="black" stroked="f"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uLssUA&#10;AADdAAAADwAAAGRycy9kb3ducmV2LnhtbESPzWrDMBCE74W+g9hCb43cBELjRAkmEFJ6cn5Krxtr&#10;Y5laKyOpivv2VaHQ4zAz3zCrzWh7kciHzrGC50kBgrhxuuNWwfm0e3oBESKyxt4xKfimAJv1/d0K&#10;S+1ufKB0jK3IEA4lKjAxDqWUoTFkMUzcQJy9q/MWY5a+ldrjLcNtL6dFMZcWO84LBgfaGmo+j19W&#10;Qbps62qWPpI5vPmq9a7ev19qpR4fxmoJItIY/8N/7VetYD6dLeD3TX4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e4uy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xoMMA&#10;AADdAAAADwAAAGRycy9kb3ducmV2LnhtbERPz2vCMBS+D/wfwhO8aaqM4jqjiOjYdtF1g3l8NM+m&#10;2LyUJtbqX78chB0/vt+LVW9r0VHrK8cKppMEBHHhdMWlgp/v3XgOwgdkjbVjUnAjD6vl4GmBmXZX&#10;/qIuD6WIIewzVGBCaDIpfWHIop+4hjhyJ9daDBG2pdQtXmO4reUsSVJpseLYYLChjaHinF+sAj/d&#10;bH8/7f2lO74Z3ucfJj2URqnRsF+/ggjUh3/xw/2uFaSz57g/volP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CxoM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63FC8" w:rsidRDefault="00B63FC8" w:rsidP="00B63F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63FC8" w:rsidRDefault="00B63FC8" w:rsidP="00B63FC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B63FC8" w:rsidRDefault="00B63FC8" w:rsidP="00B63F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3FC8" w:rsidRDefault="00B63FC8" w:rsidP="00B63F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3FC8" w:rsidRDefault="00B63FC8" w:rsidP="00B63F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63FC8" w:rsidRDefault="00B63FC8" w:rsidP="00B63FC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63FC8" w:rsidRDefault="00B63FC8" w:rsidP="00B63F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63FC8" w:rsidRDefault="00B63FC8" w:rsidP="00B63F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63FC8" w:rsidRDefault="00B63FC8" w:rsidP="00B63F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3FC8" w:rsidRDefault="00B63FC8" w:rsidP="00B63F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63FC8" w:rsidRDefault="00B63FC8" w:rsidP="00B63F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3FC8" w:rsidRDefault="00B63FC8" w:rsidP="00B63F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63FC8" w:rsidRDefault="00B63FC8" w:rsidP="00B63FC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63FC8" w:rsidRDefault="00B63FC8" w:rsidP="00B63FC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№40</w:t>
      </w:r>
    </w:p>
    <w:p w:rsidR="00B63FC8" w:rsidRDefault="00B63FC8" w:rsidP="00B63FC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B63FC8" w:rsidRPr="009B40A3" w:rsidRDefault="00B63FC8" w:rsidP="00B63FC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наданнядозволу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B63FC8" w:rsidRPr="009B40A3" w:rsidRDefault="00B63FC8" w:rsidP="00B63F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9B40A3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землеустроющодо</w:t>
      </w:r>
      <w:proofErr w:type="spellEnd"/>
    </w:p>
    <w:p w:rsidR="00B63FC8" w:rsidRPr="009B40A3" w:rsidRDefault="00B63FC8" w:rsidP="00B63F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B63FC8" w:rsidRPr="009B40A3" w:rsidRDefault="00B63FC8" w:rsidP="00B63F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Вуєк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М.Р.</w:t>
      </w:r>
    </w:p>
    <w:p w:rsidR="00B63FC8" w:rsidRPr="009B40A3" w:rsidRDefault="00B63FC8" w:rsidP="00B63F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63FC8" w:rsidRPr="009B40A3" w:rsidRDefault="00B63FC8" w:rsidP="00B63F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 xml:space="preserve">116, 118, 121,122,186 </w:t>
      </w:r>
      <w:r w:rsidRPr="009B40A3">
        <w:rPr>
          <w:rFonts w:ascii="Times New Roman" w:eastAsia="Calibri" w:hAnsi="Times New Roman" w:cs="Times New Roman"/>
          <w:sz w:val="24"/>
        </w:rPr>
        <w:t xml:space="preserve">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Вуєк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М.Р.</w:t>
      </w:r>
      <w:r w:rsidRPr="009B40A3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рада </w:t>
      </w:r>
      <w:proofErr w:type="gramEnd"/>
    </w:p>
    <w:p w:rsidR="00B63FC8" w:rsidRPr="007F3827" w:rsidRDefault="00B63FC8" w:rsidP="00B63F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>ВИРІШИЛА:</w:t>
      </w:r>
    </w:p>
    <w:p w:rsidR="00B63FC8" w:rsidRPr="009B40A3" w:rsidRDefault="00B63FC8" w:rsidP="00B63F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Вуєк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Миколі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Романовичу,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C60656">
        <w:rPr>
          <w:rFonts w:ascii="Times New Roman" w:eastAsia="Calibri" w:hAnsi="Times New Roman" w:cs="Times New Roman"/>
          <w:sz w:val="24"/>
          <w:lang w:val="uk-UA"/>
        </w:rPr>
        <w:t>________________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</w:t>
      </w:r>
      <w:r>
        <w:rPr>
          <w:rFonts w:ascii="Times New Roman" w:eastAsia="Calibri" w:hAnsi="Times New Roman" w:cs="Times New Roman"/>
          <w:sz w:val="24"/>
        </w:rPr>
        <w:t>асність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0,12</w:t>
      </w:r>
      <w:r w:rsidRPr="009B40A3">
        <w:rPr>
          <w:rFonts w:ascii="Times New Roman" w:eastAsia="Calibri" w:hAnsi="Times New Roman" w:cs="Times New Roman"/>
          <w:sz w:val="24"/>
        </w:rPr>
        <w:t xml:space="preserve">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садівництва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Хмельницька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область,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Шепетівський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район, </w:t>
      </w:r>
      <w:r>
        <w:rPr>
          <w:rFonts w:ascii="Times New Roman" w:eastAsia="Calibri" w:hAnsi="Times New Roman" w:cs="Times New Roman"/>
          <w:sz w:val="24"/>
        </w:rPr>
        <w:t xml:space="preserve">за межами </w:t>
      </w:r>
      <w:proofErr w:type="spellStart"/>
      <w:r>
        <w:rPr>
          <w:rFonts w:ascii="Times New Roman" w:eastAsia="Calibri" w:hAnsi="Times New Roman" w:cs="Times New Roman"/>
          <w:sz w:val="24"/>
        </w:rPr>
        <w:t>с</w:t>
      </w:r>
      <w:proofErr w:type="gramStart"/>
      <w:r>
        <w:rPr>
          <w:rFonts w:ascii="Times New Roman" w:eastAsia="Calibri" w:hAnsi="Times New Roman" w:cs="Times New Roman"/>
          <w:sz w:val="24"/>
        </w:rPr>
        <w:t>.К</w:t>
      </w:r>
      <w:proofErr w:type="gramEnd"/>
      <w:r>
        <w:rPr>
          <w:rFonts w:ascii="Times New Roman" w:eastAsia="Calibri" w:hAnsi="Times New Roman" w:cs="Times New Roman"/>
          <w:sz w:val="24"/>
        </w:rPr>
        <w:t>рупець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B63FC8" w:rsidRPr="009B40A3" w:rsidRDefault="00B63FC8" w:rsidP="00B63F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Вуєк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М.Р.</w:t>
      </w:r>
      <w:r w:rsidRPr="009B40A3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B63FC8" w:rsidRPr="009B40A3" w:rsidRDefault="00B63FC8" w:rsidP="00B63FC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63FC8" w:rsidRPr="009B40A3" w:rsidRDefault="00B63FC8" w:rsidP="00B63FC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B63FC8" w:rsidRPr="009B40A3" w:rsidRDefault="00B63FC8" w:rsidP="00B63F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63FC8" w:rsidRPr="009B40A3" w:rsidRDefault="00B63FC8" w:rsidP="00B63F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63FC8" w:rsidRPr="009B40A3" w:rsidRDefault="00B63FC8" w:rsidP="00B63FC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63FC8" w:rsidRPr="009B40A3" w:rsidRDefault="00B63FC8" w:rsidP="00B63FC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63FC8" w:rsidRPr="009B40A3" w:rsidRDefault="00B63FC8" w:rsidP="00B63FC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F54A59" w:rsidRDefault="00F54A59"/>
    <w:sectPr w:rsidR="00F54A5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FC8"/>
    <w:rsid w:val="00B63FC8"/>
    <w:rsid w:val="00C60656"/>
    <w:rsid w:val="00F5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FC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63FC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63FC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63FC8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FC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63FC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63FC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63FC8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235</Words>
  <Characters>1344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2021-09-13T08:05:00Z</dcterms:created>
  <dcterms:modified xsi:type="dcterms:W3CDTF">2021-09-13T13:16:00Z</dcterms:modified>
</cp:coreProperties>
</file>