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6D" w:rsidRPr="00B623A8" w:rsidRDefault="001C766D" w:rsidP="001C766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66D" w:rsidRDefault="001C766D" w:rsidP="001C76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766D" w:rsidRDefault="001C766D" w:rsidP="001C76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C766D" w:rsidRDefault="001C766D" w:rsidP="001C76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66D" w:rsidRDefault="001C766D" w:rsidP="001C76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C766D" w:rsidRDefault="001C766D" w:rsidP="001C76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766D" w:rsidRPr="00E9192E" w:rsidRDefault="001C766D" w:rsidP="001C76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№16</w:t>
      </w:r>
    </w:p>
    <w:p w:rsidR="001C766D" w:rsidRPr="00A31AA4" w:rsidRDefault="001C766D" w:rsidP="001C766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C766D" w:rsidRPr="00A31AA4" w:rsidRDefault="001C766D" w:rsidP="001C766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1C766D" w:rsidRPr="00A31AA4" w:rsidRDefault="001C766D" w:rsidP="001C766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1C766D" w:rsidRPr="00243225" w:rsidRDefault="001C766D" w:rsidP="001C766D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Красномовець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Н.В.</w:t>
      </w:r>
    </w:p>
    <w:p w:rsidR="001C766D" w:rsidRPr="00A31AA4" w:rsidRDefault="001C766D" w:rsidP="001C766D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766D" w:rsidRPr="00A31AA4" w:rsidRDefault="001C766D" w:rsidP="001C76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Красномовець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1C766D" w:rsidRPr="00A31AA4" w:rsidRDefault="001C766D" w:rsidP="001C76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C766D" w:rsidRPr="00A31AA4" w:rsidRDefault="001C766D" w:rsidP="001C76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Красномовець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Володимирівні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1C766D" w:rsidRDefault="001C766D" w:rsidP="001C766D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Красномовець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Володимирівні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>,  я</w:t>
      </w:r>
      <w:r>
        <w:rPr>
          <w:rFonts w:ascii="Times New Roman" w:eastAsia="Arial Unicode MS" w:hAnsi="Times New Roman"/>
          <w:sz w:val="24"/>
          <w:szCs w:val="24"/>
        </w:rPr>
        <w:t xml:space="preserve">ка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F31510">
        <w:rPr>
          <w:rFonts w:ascii="Times New Roman" w:eastAsia="Arial Unicode MS" w:hAnsi="Times New Roman"/>
          <w:sz w:val="24"/>
          <w:szCs w:val="24"/>
        </w:rPr>
        <w:t>________________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F31510">
        <w:rPr>
          <w:rFonts w:ascii="Times New Roman" w:eastAsia="Arial Unicode MS" w:hAnsi="Times New Roman"/>
          <w:sz w:val="24"/>
          <w:szCs w:val="24"/>
        </w:rPr>
        <w:t>_______________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2,0000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</w:t>
      </w:r>
      <w:r>
        <w:rPr>
          <w:rFonts w:ascii="Times New Roman" w:eastAsia="Arial Unicode MS" w:hAnsi="Times New Roman"/>
          <w:sz w:val="24"/>
          <w:szCs w:val="24"/>
        </w:rPr>
        <w:t>3:012:0207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1C766D" w:rsidRPr="00A31AA4" w:rsidRDefault="001C766D" w:rsidP="001C766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Красномовець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1C766D" w:rsidRPr="00A31AA4" w:rsidRDefault="001C766D" w:rsidP="001C766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1C766D" w:rsidRPr="00A31AA4" w:rsidRDefault="001C766D" w:rsidP="001C76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766D" w:rsidRPr="006E3F23" w:rsidRDefault="001C766D" w:rsidP="001C766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8F6621" w:rsidRDefault="008F6621"/>
    <w:sectPr w:rsidR="008F66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6D"/>
    <w:rsid w:val="00171A2E"/>
    <w:rsid w:val="001C766D"/>
    <w:rsid w:val="00304C90"/>
    <w:rsid w:val="00505B6D"/>
    <w:rsid w:val="006D3977"/>
    <w:rsid w:val="007D6C18"/>
    <w:rsid w:val="008F6621"/>
    <w:rsid w:val="00D1641A"/>
    <w:rsid w:val="00F3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C766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C766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C766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C766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C766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C766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8</TotalTime>
  <Pages>1</Pages>
  <Words>337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2020-11-30T15:25:00Z</dcterms:created>
  <dcterms:modified xsi:type="dcterms:W3CDTF">2020-12-01T06:55:00Z</dcterms:modified>
</cp:coreProperties>
</file>