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43" w:rsidRPr="00FB0BF1" w:rsidRDefault="00B76A43" w:rsidP="00B76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 w:rsidRPr="00FB0BF1">
        <w:rPr>
          <w:rFonts w:ascii="Times New Roman" w:eastAsia="SimSun" w:hAnsi="Times New Roman"/>
          <w:sz w:val="24"/>
          <w:szCs w:val="24"/>
          <w:lang w:val="ru-RU" w:eastAsia="zh-CN"/>
        </w:rPr>
        <w:tab/>
      </w:r>
      <w:r w:rsidRPr="00FB0BF1">
        <w:rPr>
          <w:rFonts w:ascii="Times New Roman" w:eastAsia="SimSun" w:hAnsi="Times New Roman"/>
          <w:sz w:val="24"/>
          <w:szCs w:val="24"/>
          <w:lang w:val="ru-RU" w:eastAsia="zh-CN"/>
        </w:rPr>
        <w:tab/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6A43" w:rsidRDefault="00B76A43" w:rsidP="00B76A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548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76A43" w:rsidRDefault="00B76A43" w:rsidP="00B76A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6A43" w:rsidRPr="00FB0BF1" w:rsidRDefault="00B76A43" w:rsidP="00B76A4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B76A43" w:rsidRPr="00FB0BF1" w:rsidRDefault="00B76A43" w:rsidP="00B76A4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   ХХХ____ 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76A43" w:rsidRPr="00FB0BF1" w:rsidRDefault="00B76A43" w:rsidP="00B76A4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76A43" w:rsidRPr="00FB0BF1" w:rsidRDefault="00B76A43" w:rsidP="00B76A4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76A43" w:rsidRPr="00FB0BF1" w:rsidRDefault="00B76A43" w:rsidP="00B76A4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  __.11.2020 року                                            Крупець                                                 №__</w:t>
      </w:r>
    </w:p>
    <w:p w:rsidR="00B76A43" w:rsidRPr="00FB0BF1" w:rsidRDefault="00B76A43" w:rsidP="00B76A43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B76A43" w:rsidRPr="00FB0BF1" w:rsidRDefault="00B76A43" w:rsidP="00B76A43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B76A43" w:rsidRPr="00FB0BF1" w:rsidRDefault="00B76A43" w:rsidP="00B76A43">
      <w:pPr>
        <w:tabs>
          <w:tab w:val="left" w:pos="4424"/>
        </w:tabs>
        <w:spacing w:after="0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>Про затвердження технічної документації</w:t>
      </w:r>
    </w:p>
    <w:p w:rsidR="00B76A43" w:rsidRPr="00FB0BF1" w:rsidRDefault="00B76A43" w:rsidP="00B76A43">
      <w:pPr>
        <w:tabs>
          <w:tab w:val="left" w:pos="4424"/>
        </w:tabs>
        <w:spacing w:after="0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 xml:space="preserve">із землеустрою щодо встановлення </w:t>
      </w:r>
    </w:p>
    <w:p w:rsidR="00B76A43" w:rsidRPr="00FB0BF1" w:rsidRDefault="00B76A43" w:rsidP="00B76A43">
      <w:pPr>
        <w:tabs>
          <w:tab w:val="left" w:pos="4424"/>
        </w:tabs>
        <w:spacing w:after="0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>(відновлення)  меж земельної ділянки</w:t>
      </w:r>
    </w:p>
    <w:p w:rsidR="00B76A43" w:rsidRPr="00FB0BF1" w:rsidRDefault="00B76A43" w:rsidP="00B76A43">
      <w:pPr>
        <w:tabs>
          <w:tab w:val="left" w:pos="4424"/>
        </w:tabs>
        <w:spacing w:after="0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 xml:space="preserve">в натурі (на місцевості)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Тіщенко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Р.О.</w:t>
      </w:r>
    </w:p>
    <w:p w:rsidR="00B76A43" w:rsidRPr="00FB0BF1" w:rsidRDefault="00B76A43" w:rsidP="00B76A43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B76A43" w:rsidRPr="00FB0BF1" w:rsidRDefault="00B76A43" w:rsidP="00B76A4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eastAsia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FB0BF1"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 w:rsidRPr="00FB0BF1">
        <w:rPr>
          <w:rFonts w:ascii="Times New Roman" w:hAnsi="Times New Roman"/>
          <w:sz w:val="24"/>
          <w:szCs w:val="24"/>
        </w:rPr>
        <w:t>Тіщенко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Р.О., сільська  рада </w:t>
      </w:r>
    </w:p>
    <w:p w:rsidR="00B76A43" w:rsidRPr="00FB0BF1" w:rsidRDefault="00B76A43" w:rsidP="00B76A4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>ВИРІШИЛА:</w:t>
      </w:r>
    </w:p>
    <w:p w:rsidR="00B76A43" w:rsidRPr="00FB0BF1" w:rsidRDefault="00B76A43" w:rsidP="00B76A4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1. Затвердити </w:t>
      </w:r>
      <w:proofErr w:type="spellStart"/>
      <w:r w:rsidRPr="00FB0BF1">
        <w:rPr>
          <w:rFonts w:ascii="Times New Roman" w:hAnsi="Times New Roman"/>
          <w:sz w:val="24"/>
          <w:szCs w:val="24"/>
        </w:rPr>
        <w:t>Тіщенку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Роману Олександровичу,  який зареєстрований за адресою: </w:t>
      </w:r>
      <w:r w:rsidR="007D0897">
        <w:rPr>
          <w:rFonts w:ascii="Times New Roman" w:hAnsi="Times New Roman"/>
          <w:sz w:val="24"/>
          <w:szCs w:val="24"/>
          <w:lang w:val="en-US"/>
        </w:rPr>
        <w:t>_____________</w:t>
      </w:r>
      <w:r w:rsidRPr="00FB0BF1">
        <w:rPr>
          <w:rFonts w:ascii="Times New Roman" w:hAnsi="Times New Roman"/>
          <w:sz w:val="24"/>
          <w:szCs w:val="24"/>
        </w:rPr>
        <w:t xml:space="preserve">,  ідентифікаційний номер </w:t>
      </w:r>
      <w:r w:rsidR="007D0897">
        <w:rPr>
          <w:rFonts w:ascii="Times New Roman" w:hAnsi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FB0BF1">
        <w:rPr>
          <w:rFonts w:ascii="Times New Roman" w:hAnsi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0,1000 га, (кадастровий номер: 6823986800:01:003:0010),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с. </w:t>
      </w:r>
      <w:proofErr w:type="spellStart"/>
      <w:r w:rsidRPr="00FB0BF1">
        <w:rPr>
          <w:rFonts w:ascii="Times New Roman" w:hAnsi="Times New Roman"/>
          <w:sz w:val="24"/>
          <w:szCs w:val="24"/>
        </w:rPr>
        <w:t>Полянь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вул.Набережна</w:t>
      </w:r>
      <w:proofErr w:type="spellEnd"/>
      <w:r w:rsidRPr="00FB0BF1">
        <w:rPr>
          <w:rFonts w:ascii="Times New Roman" w:hAnsi="Times New Roman"/>
          <w:sz w:val="24"/>
          <w:szCs w:val="24"/>
        </w:rPr>
        <w:t>, 3.</w:t>
      </w:r>
    </w:p>
    <w:p w:rsidR="00B76A43" w:rsidRPr="00FB0BF1" w:rsidRDefault="00B76A43" w:rsidP="00B76A4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2. </w:t>
      </w:r>
      <w:proofErr w:type="spellStart"/>
      <w:r w:rsidRPr="00FB0BF1">
        <w:rPr>
          <w:rFonts w:ascii="Times New Roman" w:hAnsi="Times New Roman"/>
          <w:sz w:val="24"/>
          <w:szCs w:val="24"/>
        </w:rPr>
        <w:t>Тіщенку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Р.О., посвідчити своє право  в  установленому  законом  порядку.</w:t>
      </w:r>
    </w:p>
    <w:p w:rsidR="00B76A43" w:rsidRPr="00FB0BF1" w:rsidRDefault="00B76A43" w:rsidP="00B76A4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76A43" w:rsidRPr="00FB0BF1" w:rsidRDefault="00B76A43" w:rsidP="00B76A43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76A43" w:rsidRPr="00B76A43" w:rsidRDefault="00B76A43" w:rsidP="00B76A4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33EB0" w:rsidRPr="00B76A43" w:rsidRDefault="00B76A43" w:rsidP="00B76A4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FB0BF1">
        <w:rPr>
          <w:rFonts w:ascii="Times New Roman" w:hAnsi="Times New Roman"/>
          <w:sz w:val="24"/>
          <w:szCs w:val="24"/>
        </w:rPr>
        <w:t xml:space="preserve">Сільський  голова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sectPr w:rsidR="00233EB0" w:rsidRPr="00B76A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43"/>
    <w:rsid w:val="00171A2E"/>
    <w:rsid w:val="00233EB0"/>
    <w:rsid w:val="00304C90"/>
    <w:rsid w:val="00505B6D"/>
    <w:rsid w:val="006D3977"/>
    <w:rsid w:val="007D0897"/>
    <w:rsid w:val="007D6C18"/>
    <w:rsid w:val="00B76A4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4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4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252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2020-11-17T16:30:00Z</dcterms:created>
  <dcterms:modified xsi:type="dcterms:W3CDTF">2020-11-18T07:11:00Z</dcterms:modified>
</cp:coreProperties>
</file>