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36" w:rsidRPr="00CD53EA" w:rsidRDefault="00EE0F36" w:rsidP="00EE0F36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F36" w:rsidRDefault="00EE0F36" w:rsidP="00EE0F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0F36" w:rsidRDefault="00EE0F36" w:rsidP="00EE0F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0F36" w:rsidRDefault="00EE0F36" w:rsidP="00EE0F3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F36" w:rsidRDefault="00EE0F36" w:rsidP="00EE0F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E0F36" w:rsidRDefault="00EE0F36" w:rsidP="00EE0F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0F36" w:rsidRDefault="00EE0F36" w:rsidP="00EE0F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</w:t>
      </w:r>
    </w:p>
    <w:p w:rsidR="00EE0F36" w:rsidRPr="003D1C93" w:rsidRDefault="00EE0F36" w:rsidP="00EE0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0F36" w:rsidRPr="003D1C93" w:rsidRDefault="00EE0F36" w:rsidP="00EE0F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C9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0F36" w:rsidRPr="003D1C93" w:rsidRDefault="00EE0F36" w:rsidP="00EE0F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0F36" w:rsidRPr="003D1C93" w:rsidRDefault="00EE0F36" w:rsidP="00EE0F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) меж </w:t>
      </w:r>
    </w:p>
    <w:p w:rsidR="00EE0F36" w:rsidRPr="003D1C93" w:rsidRDefault="00EE0F36" w:rsidP="00EE0F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>)</w:t>
      </w:r>
    </w:p>
    <w:p w:rsidR="00EE0F36" w:rsidRPr="003D1C93" w:rsidRDefault="00EE0F36" w:rsidP="00EE0F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Носолюк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Л.Л.</w:t>
      </w:r>
    </w:p>
    <w:p w:rsidR="00EE0F36" w:rsidRPr="003D1C93" w:rsidRDefault="00EE0F36" w:rsidP="00EE0F3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0F36" w:rsidRPr="003D1C93" w:rsidRDefault="00EE0F36" w:rsidP="00EE0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Носолюк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E0F36" w:rsidRPr="003D1C93" w:rsidRDefault="00EE0F36" w:rsidP="00EE0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>ВИРІШИЛА:</w:t>
      </w:r>
    </w:p>
    <w:p w:rsidR="00EE0F36" w:rsidRPr="003D1C93" w:rsidRDefault="00EE0F36" w:rsidP="00EE0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1.Надати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Носолюк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Леонідівні</w:t>
      </w:r>
      <w:proofErr w:type="spellEnd"/>
      <w:proofErr w:type="gramStart"/>
      <w:r w:rsidRPr="003D1C9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яка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: </w:t>
      </w:r>
      <w:r w:rsidR="00E83095">
        <w:rPr>
          <w:rFonts w:ascii="Times New Roman" w:hAnsi="Times New Roman" w:cs="Times New Roman"/>
          <w:sz w:val="24"/>
          <w:szCs w:val="24"/>
          <w:lang w:val="en-US"/>
        </w:rPr>
        <w:t>______________________</w:t>
      </w:r>
      <w:bookmarkStart w:id="0" w:name="_GoBack"/>
      <w:bookmarkEnd w:id="0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0,2500 га,  для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Ганни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>, 35А.</w:t>
      </w:r>
    </w:p>
    <w:p w:rsidR="00EE0F36" w:rsidRPr="003D1C93" w:rsidRDefault="00EE0F36" w:rsidP="00EE0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2.Носолюк Л.Л.,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D1C93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 та подати на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EE0F36" w:rsidRPr="003D1C93" w:rsidRDefault="00EE0F36" w:rsidP="00EE0F3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E0F36" w:rsidRDefault="00EE0F36" w:rsidP="00EE0F3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E0F36" w:rsidRPr="00EE0F36" w:rsidRDefault="00EE0F36" w:rsidP="00EE0F3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4426" w:rsidRPr="00EE0F36" w:rsidRDefault="00EE0F36" w:rsidP="00EE0F3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E24426" w:rsidRPr="00EE0F3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36"/>
    <w:rsid w:val="00171A2E"/>
    <w:rsid w:val="00304C90"/>
    <w:rsid w:val="00505B6D"/>
    <w:rsid w:val="006D3977"/>
    <w:rsid w:val="007D6C18"/>
    <w:rsid w:val="00D1641A"/>
    <w:rsid w:val="00E24426"/>
    <w:rsid w:val="00E83095"/>
    <w:rsid w:val="00EE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E0F3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E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E0F3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E0F3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E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E0F3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2020-09-29T17:22:00Z</dcterms:created>
  <dcterms:modified xsi:type="dcterms:W3CDTF">2020-09-30T04:00:00Z</dcterms:modified>
</cp:coreProperties>
</file>