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014" w:rsidRPr="00B623A8" w:rsidRDefault="00CD5014" w:rsidP="00CD501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B9FACE" wp14:editId="4BD7B09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8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5014" w:rsidRDefault="00CD5014" w:rsidP="00CD501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sI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72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Hvg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0XuCtcmntMJR26IDlx/piq3Qxy&#10;VmmqOTbIWakph0gn5xh4Bd94oVWONx9TmEsXJKeOHVOKikHOWk3xYYOctZpqpnVyDv1V8I0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h2z8s9/Jmglnu8OfvN&#10;+cGJ5QZ5ylAt98jyTGq5xzdhYki5oLXc42MCG6nlHqssarlHhKCh81tKXqvlHmiRimN8Ekgt90AK&#10;ID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OisOwisdwAAQFkEAA4AAAAAAAAAAAAAAAAALgIAAGRycy9lMm9Eb2MueG1sUEsB&#10;Ai0AFAAGAAgAAAAhALIdTJv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3p8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4CVJ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q/e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GWMskA&#10;AADdAAAADwAAAGRycy9kb3ducmV2LnhtbESPW0sDMRSE3wX/QziCL6XN1kova9NSCqvWB6EX6Oth&#10;c9ysbk6WJLZrf70RCj4OM/MNM192thEn8qF2rGA4yEAQl07XXCk47Iv+FESIyBobx6TghwIsF7c3&#10;c8y1O/OWTrtYiQThkKMCE2ObSxlKQxbDwLXEyftw3mJM0ldSezwnuG3kQ5aNpcWa04LBltaGyq/d&#10;t1XwWbyb43pyefa92ZYuveLtpdmMlbq/61ZPICJ18T98bb9qBY+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fGWM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sOcIA&#10;AADdAAAADwAAAGRycy9kb3ducmV2LnhtbESP3YrCMBCF7xd8hzCCN4umqyJSjSKiIt6IPw8wNGNT&#10;bCalydr69kYQvDycn48zX7a2FA+qfeFYwd8gAUGcOV1wruB62fanIHxA1lg6JgVP8rBcdH7mmGrX&#10;8Ike55CLOMI+RQUmhCqV0meGLPqBq4ijd3O1xRBlnUtdYxPHbSmHSTKRFguOBIMVrQ1l9/O/jZDj&#10;CI+HW3PZ7lpscHMw/Ls6KdXrtqsZiEBt+IY/7b1WMB5Nx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Gw5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cAsYA&#10;AADdAAAADwAAAGRycy9kb3ducmV2LnhtbESPX0sDMRDE34V+h7AF32zO2n+cTYtUBRF8sC0U35bL&#10;9u7wsgnJ2ju/vREEH4eZ+Q2z3g6uUxeKqfVs4HZSgCKuvG25NnA8PN+sQCVBtth5JgPflGC7GV2t&#10;sbS+53e67KVWGcKpRAONSCi1TlVDDtPEB+LsnX10KFnGWtuIfYa7Tk+LYqEdtpwXGgy0a6j63H85&#10;A2/9U3hdLubn8BFnU50erZx2Ysz1eHi4ByU0yH/4r/1iDczuVn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ccA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X1cMA&#10;AADdAAAADwAAAGRycy9kb3ducmV2LnhtbESP3YrCMBCF7wXfIYywN7KmrotIbRQRXcQbUfcBhmba&#10;FJtJaaLtvr0RhL08nJ+Pk617W4sHtb5yrGA6SUAQ505XXCr4ve4/FyB8QNZYOyYFf+RhvRoOMky1&#10;6/hMj0soRRxhn6ICE0KTSulzQxb9xDXE0StcazFE2ZZSt9jFcVvLrySZS4sVR4LBhraG8tvlbiPk&#10;NMPTseiu+58eO9wdDY83Z6U+Rv1mCSJQH/7D7/ZBK/ieLeb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5X1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n7sYA&#10;AADdAAAADwAAAGRycy9kb3ducmV2LnhtbESPQUsDMRSE70L/Q3iCN5u11rasTUupCkXwYBVKb4/N&#10;6+7i5iUkz+76701B8DjMzDfMcj24Tp0pptazgbtxAYq48rbl2sDnx8vtAlQSZIudZzLwQwnWq9HV&#10;Ekvre36n815qlSGcSjTQiIRS61Q15DCNfSDO3slHh5JlrLWN2Ge46/SkKGbaYct5ocFA24aqr/23&#10;M/DWP4fX+ezhFI5xOtHpycphK8bcXA+bR1BCg/yH/9o7a2B6v5jD5U1+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kn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YT4sMA&#10;AADdAAAADwAAAGRycy9kb3ducmV2LnhtbERPXWvCMBR9F/Yfwh34Ippu6pBqlDkIDibIdLDXS3Nt&#10;i81NSaKt/355GPh4ON+rTW8bcSMfascKXiYZCOLCmZpLBT8nPV6ACBHZYOOYFNwpwGb9NFhhblzH&#10;33Q7xlKkEA45KqhibHMpQ1GRxTBxLXHizs5bjAn6UhqPXQq3jXzNsjdpsebUUGFLHxUVl+PVKtge&#10;unLqR8W2d1/n3e9ca6P3Wqnhc/++BBGpjw/xv/vTKJhNF2luepOe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YT4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sPMUA&#10;AADdAAAADwAAAGRycy9kb3ducmV2LnhtbESPUWvCMBSF3wf+h3AHe5vp1EnXGUWUwpC92O0HXJq7&#10;prO5KUms3b9fBMHHwznnO5zVZrSdGMiH1rGCl2kGgrh2uuVGwfdX+ZyDCBFZY+eYFPxRgM168rDC&#10;QrsLH2moYiMShEOBCkyMfSFlqA1ZDFPXEyfvx3mLMUnfSO3xkuC2k7MsW0qLLacFgz3tDNWn6mwV&#10;lIfZ53A6a1+67biw9Gp+871R6ulx3L6DiDTGe/jW/tAKFvP8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uw8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JOcQA&#10;AADdAAAADwAAAGRycy9kb3ducmV2LnhtbERPW2vCMBR+H+w/hDPYi2i6uYlWo8xBcOBAvICvh+bY&#10;ljUnJcls9+/Ng7DHj+++WPW2EVfyoXas4GWUgSAunKm5VHA66uEURIjIBhvHpOCPAqyWjw8LzI3r&#10;eE/XQyxFCuGQo4IqxjaXMhQVWQwj1xIn7uK8xZigL6Xx2KVw28jXLJtIizWnhgpb+qyo+Dn8WgXr&#10;XVeO/aBY92572ZzftTb6Wyv1/NR/zEFE6uO/+O7+MgrexrO0P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iT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1258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+r4Y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tdu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ytsMA&#10;AADdAAAADwAAAGRycy9kb3ducmV2LnhtbESP0WrCQBRE3wv+w3ILvtXdxFpq6iYUQamPTfsBl+w1&#10;CWbvxuzWxL93BaGPw8yZYTbFZDtxocG3jjUkCwWCuHKm5VrD78/u5R2ED8gGO8ek4Uoeinz2tMHM&#10;uJG/6VKGWsQS9hlqaELoMyl91ZBFv3A9cfSObrAYohxqaQYcY7ntZKrUm7TYclxosKdtQ9Wp/LMa&#10;Xq/j/lyuTmpnLCWHZX/gUK20nj9Pnx8gAk3hP/ygv0zklusU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ryt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ROMcUA&#10;AADdAAAADwAAAGRycy9kb3ducmV2LnhtbESPQWvCQBSE7wX/w/IEb81GLaIxq4gSKT3VaHt+ZJ9J&#10;MPs2ZDca/323UOhxmJlvmHQ7mEbcqXO1ZQXTKAZBXFhdc6ngcs5elyCcR9bYWCYFT3Kw3YxeUky0&#10;ffCJ7rkvRYCwS1BB5X2bSOmKigy6yLbEwbvazqAPsiul7vAR4KaRszheSIM1h4UKW9pXVNzy3ijo&#10;F9+zC18/9Gd+eB5Xh2zn5Fep1GQ87NYgPA3+P/zXftcK3uarO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E4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6pQscA&#10;AADdAAAADwAAAGRycy9kb3ducmV2LnhtbESPQWvCQBSE7wX/w/IEb83GGoJGV9FCQXuoaNtDb8/s&#10;M0mbfZtmV03/vVsQPA4z8w0zW3SmFmdqXWVZwTCKQRDnVldcKPh4f3kcg3AeWWNtmRT8kYPFvPcw&#10;w0zbC+/ovPeFCBB2GSoovW8yKV1ekkEX2YY4eEfbGvRBtoXULV4C3NTyKY5TabDisFBiQ88l5T/7&#10;k1HwuR2nk+1qk3y/vh1wZPTvl65SpQb9bjkF4anz9/CtvdYKktEkgf834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uqU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OKsUA&#10;AADdAAAADwAAAGRycy9kb3ducmV2LnhtbESPS4vCQBCE74L/YWjBm058rLjRUXygK55cd8Frk2mT&#10;YKYnZEaN/npnYcFjUVVfUdN5bQpxo8rllhX0uhEI4sTqnFMFvz+bzhiE88gaC8uk4EEO5rNmY4qx&#10;tnf+ptvRpyJA2MWoIPO+jKV0SUYGXdeWxME728qgD7JKpa7wHuCmkP0oGkmDOYeFDEtaZZRcjlej&#10;4Dk64cF99Zfrgfb0GI63dn/YKtVu1YsJCE+1f4f/2zutYDj4/IC/N+EJyN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s4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D5cUA&#10;AADdAAAADwAAAGRycy9kb3ducmV2LnhtbESP0WrCQBRE3wv+w3IF3+pGTUNNs4oUhb61xn7AJXu7&#10;Ccnejdmtxn59t1DwcZiZM0yxHW0nLjT4xrGCxTwBQVw53bBR8Hk6PD6D8AFZY+eYFNzIw3YzeSgw&#10;1+7KR7qUwYgIYZ+jgjqEPpfSVzVZ9HPXE0fvyw0WQ5SDkXrAa4TbTi6TJJMWG44LNfb0WlPVlt9W&#10;wdktn/RY7vG93a8/GmPS888xVWo2HXcvIAKN4R7+b79pBelqncH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AP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0sFsUA&#10;AADdAAAADwAAAGRycy9kb3ducmV2LnhtbESPzW7CMBCE70h9B2sr9UYcCuUnYFCLhMQV2gPHxV6S&#10;QLxOYxcCT18jIXEczcw3mtmitZU4U+NLxwp6SQqCWDtTcq7g53vVHYPwAdlg5ZgUXMnDYv7SmWFm&#10;3IU3dN6GXEQI+wwVFCHUmZReF2TRJ64mjt7BNRZDlE0uTYOXCLeVfE/TobRYclwosKZlQfq0/bMK&#10;1uWePob6MLHjL73Z3X5Df3Q0Sr29tp9TEIHa8Aw/2mujYNCfjOD+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vSw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LkMYA&#10;AADdAAAADwAAAGRycy9kb3ducmV2LnhtbESPQWvCQBCF7wX/wzJCb7qpLVJTV9FCwaIVakt7HbLT&#10;bDA7G7JrjP/eOQg9zsyb9943X/a+Vh21sQps4GGcgSIugq24NPD99TZ6BhUTssU6MBm4UITlYnA3&#10;x9yGM39Sd0ilEhOOORpwKTW51rFw5DGOQ0Mst7/QekwytqW2LZ7F3Nd6kmVT7bFiSXDY0Kuj4ng4&#10;eQMd7i/Zr1t/zN6rXTHZr3+2VvbmftivXkAl6tO/+Pa9sQaeHmdSV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tLk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Qa8UA&#10;AADdAAAADwAAAGRycy9kb3ducmV2LnhtbESPQUvDQBSE70L/w/IEb3ZjFGljt6UIFY+a9uDxmX3N&#10;pmbfC7trE/31riB4HGbmG2a1mXyvzhRiJ2zgZl6AIm7EdtwaOOx31wtQMSFb7IXJwBdF2KxnFyus&#10;rIz8Suc6tSpDOFZowKU0VFrHxpHHOJeBOHtHCR5TlqHVNuCY4b7XZVHca48d5wWHAz06aj7qT29g&#10;fGreT+XxzbrvMMiufpFT2YsxV5fT9gFUoin9h//az9bA3e1yC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FB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3ns8QA&#10;AADdAAAADwAAAGRycy9kb3ducmV2LnhtbERPXWvCMBR9F/Yfwh3szaYTUalNxekEkcnQufe75q7t&#10;ltyUJtP675cHwcfD+c4XvTXiTJ1vHCt4TlIQxKXTDVcKTh+b4QyED8gajWNScCUPi+JhkGOm3YUP&#10;dD6GSsQQ9hkqqENoMyl9WZNFn7iWOHLfrrMYIuwqqTu8xHBr5ChNJ9Jiw7GhxpZWNZW/xz+rYPO+&#10;Nj+j/WH5KcPqdfplZruX9ZtST4/9cg4iUB/u4pt7qxWMx2ncH9/EJy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57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PkcUA&#10;AADdAAAADwAAAGRycy9kb3ducmV2LnhtbESPQYvCMBSE78L+h/AWvIimrrpI1ygiLCoouCp4fTZv&#10;22LzUppY6783guBxmJlvmMmsMYWoqXK5ZQX9XgSCOLE651TB8fDbHYNwHlljYZkU3MnBbPrRmmCs&#10;7Y3/qN77VAQIuxgVZN6XsZQuycig69mSOHj/tjLog6xSqSu8Bbgp5FcUfUuDOYeFDEtaZJRc9lej&#10;oN5tzumqduX6Mu640eC8XG71San2ZzP/AeGp8e/wq73SCobDqA/PN+EJ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o+R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tL8gA&#10;AADdAAAADwAAAGRycy9kb3ducmV2LnhtbESPQUsDMRSE7wX/Q3iCt27iskrdNi1WEHoRbPVgb6+b&#10;192lm5c1SdvVX2+EQo/DzHzDzBaD7cSJfGgda7jPFAjiypmWaw2fH6/jCYgQkQ12jknDDwVYzG9G&#10;MyyNO/OaTptYiwThUKKGJsa+lDJUDVkMmeuJk7d33mJM0tfSeDwnuO1krtSjtNhyWmiwp5eGqsPm&#10;aDUsnybL7/eC337Xuy1tv3aHh9wrre9uh+cpiEhDvIYv7ZXRUBQqh/836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NW0vyAAAAN0AAAAPAAAAAAAAAAAAAAAAAJgCAABk&#10;cnMvZG93bnJldi54bWxQSwUGAAAAAAQABAD1AAAAjQMAAAAA&#10;" fillcolor="black" stroked="f"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LusgA&#10;AADdAAAADwAAAGRycy9kb3ducmV2LnhtbESPzWsCMRTE74X+D+EVvNWsHxXZGqXWFoTqwY+Dx9fN&#10;czfs5mXZRF39641Q6HGYmd8wk1lrK3GmxhvHCnrdBARx5rThXMF+9/06BuEDssbKMSm4kofZ9Plp&#10;gql2F97QeRtyESHsU1RQhFCnUvqsIIu+62ri6B1dYzFE2eRSN3iJcFvJfpKMpEXDcaHAmj4Lysrt&#10;ySo4/IzMeGOo/7u6zb/06q2crxelUp2X9uMdRKA2/If/2kutYDhMBvB4E5+An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UAu6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te8UA&#10;AADdAAAADwAAAGRycy9kb3ducmV2LnhtbESPQWsCMRSE74X+h/CE3jSxLCJbo0hLaS89VC29Pjav&#10;m+1uXrZJ1NVfbwShx2FmvmEWq8F14kAhNp41TCcKBHHlTcO1ht32dTwHEROywc4zaThRhNXy/m6B&#10;pfFH/qTDJtUiQziWqMGm1JdSxsqSwzjxPXH2fnxwmLIMtTQBjxnuOvmo1Ew6bDgvWOzp2VLVbvZO&#10;Q1h/v7Rn3n+16vxxim+/w98crdYPo2H9BCLRkP7Dt/a70VAUqoDrm/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K17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StUsYA&#10;AADdAAAADwAAAGRycy9kb3ducmV2LnhtbESPUWsCMRCE3wv9D2ELfRFNKra2p1FKoVBQBK0/YHvZ&#10;3h0mm+Oy1bO/3hSEPg4z8w0zX/bBqyN1qYls4WFkQBGX0TVcWdh/vg+fQSVBdugjk4UzJVgubm/m&#10;WLh44i0dd1KpDOFUoIVapC20TmVNAdMotsTZ+45dQMmyq7Tr8JThweuxMU86YMN5ocaW3moqD7uf&#10;YMGPv/zLaprWct7rtfkNsh1snLX3d/3rDJRQL//ha/vDWZhMzCP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StU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o8YcUA&#10;AADdAAAADwAAAGRycy9kb3ducmV2LnhtbESPQWsCMRSE7wX/Q3iCt5pVRGRrlFYR9tKDq8Xrc/O6&#10;WZq8LJuo2/76RhA8DjPzDbNc986KK3Wh8axgMs5AEFdeN1wrOB52rwsQISJrtJ5JwS8FWK8GL0vM&#10;tb/xnq5lrEWCcMhRgYmxzaUMlSGHYexb4uR9+85hTLKrpe7wluDOymmWzaXDhtOCwZY2hqqf8uIU&#10;bMvWTo+F+Qinr8/z2RZ/OzptlRoN+/c3EJH6+Aw/2oVWMJtlc7i/S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jxh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HWS8UA&#10;AADdAAAADwAAAGRycy9kb3ducmV2LnhtbESPwWrDMBBE74X8g9hAb7WUEpzgWAklNBDIqW5yyG2R&#10;trZba2UsNXb+vioUehxm5g1T7ibXiRsNofWsYZEpEMTG25ZrDef3w9MaRIjIFjvPpOFOAXbb2UOJ&#10;hfUjv9GtirVIEA4Famhi7Aspg2nIYch8T5y8Dz84jEkOtbQDjgnuOvmsVC4dtpwWGuxp35D5qr6d&#10;hs+DPHmj0FzOl/FoV9fXnDql9eN8etmAiDTF//Bf+2g1LJdqB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dZ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gF8MA&#10;AADdAAAADwAAAGRycy9kb3ducmV2LnhtbERPz2vCMBS+D/wfwhN2W1OdDKmNooPBmOwwFfH4bJ5t&#10;afNSktjW/345DHb8+H7nm9G0oifna8sKZkkKgriwuuZSwen48bIE4QOyxtYyKXiQh8168pRjpu3A&#10;P9QfQiliCPsMFVQhdJmUvqjIoE9sRxy5m3UGQ4SulNrhEMNNK+dp+iYN1hwbKuzovaKiOdyNgst9&#10;z7fv16+t24WzHY++mV+XjVLP03G7AhFoDP/iP/enVrBYpHFufBOf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fgF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H/XscA&#10;AADdAAAADwAAAGRycy9kb3ducmV2LnhtbESPQWsCMRSE70L/Q3hCb5oo26KrUWqh4KVQrQe9PTfP&#10;3cXNyzaJuu2vbwpCj8PMfMPMl51txJV8qB1rGA0VCOLCmZpLDbvPt8EERIjIBhvHpOGbAiwXD705&#10;5sbdeEPXbSxFgnDIUUMVY5tLGYqKLIaha4mTd3LeYkzSl9J4vCW4beRYqWdpsea0UGFLrxUV5+3F&#10;alhNJ6uvj4zffzbHAx32x/PT2CutH/vdywxEpC7+h+/ttdGQZWoK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R/17HAAAA3QAAAA8AAAAAAAAAAAAAAAAAmAIAAGRy&#10;cy9kb3ducmV2LnhtbFBLBQYAAAAABAAEAPUAAACMAwAAAAA=&#10;" fillcolor="black" stroked="f"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6H8IA&#10;AADdAAAADwAAAGRycy9kb3ducmV2LnhtbERPyWrDMBC9F/IPYgq9NXLaUIIbJZhAaOjJ2ch1Yk0t&#10;U2tkJEVx/746FHp8vH25Hm0vEvnQOVYwmxYgiBunO24VnI7b5wWIEJE19o5JwQ8FWK8mD0sstbvz&#10;ntIhtiKHcChRgYlxKKUMjSGLYeoG4sx9OW8xZuhbqT3ec7jt5UtRvEmLHecGgwNtDDXfh5tVkK6b&#10;unpNl2T2n75qvas/ztdaqafHsXoHEWmM/+I/904rmM9neX9+k5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jof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V/dsYA&#10;AADdAAAADwAAAGRycy9kb3ducmV2LnhtbESPQWvCQBSE7wX/w/IEb3WTIqKpq4hYsV7axkJ7fGSf&#10;2WD2bciuMfXXd4VCj8PMfMMsVr2tRUetrxwrSMcJCOLC6YpLBZ/Hl8cZCB+QNdaOScEPeVgtBw8L&#10;zLS78gd1eShFhLDPUIEJocmk9IUhi37sGuLonVxrMUTZllK3eI1wW8unJJlKixXHBYMNbQwV5/xi&#10;Ffh0s/062Nu8+94ZfstfzfS9NEqNhv36GUSgPvyH/9p7rWAySVO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V/d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5014" w:rsidRDefault="00CD5014" w:rsidP="00CD501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D5014" w:rsidRDefault="00CD5014" w:rsidP="00CD501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5014" w:rsidRDefault="00CD5014" w:rsidP="00CD50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D5014" w:rsidRPr="004A7D10" w:rsidRDefault="00CD5014" w:rsidP="00CD50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D5014" w:rsidRDefault="00CD5014" w:rsidP="00CD50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D5014" w:rsidRDefault="00CD5014" w:rsidP="00CD501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№41</w:t>
      </w:r>
    </w:p>
    <w:p w:rsidR="00CD5014" w:rsidRPr="0060655C" w:rsidRDefault="00CD5014" w:rsidP="00CD501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D5014" w:rsidRPr="0060655C" w:rsidRDefault="00CD5014" w:rsidP="00CD501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CD5014" w:rsidRPr="0060655C" w:rsidRDefault="00CD5014" w:rsidP="00CD501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60655C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CD5014" w:rsidRPr="0060655C" w:rsidRDefault="00CD5014" w:rsidP="00CD501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CD5014" w:rsidRPr="0060655C" w:rsidRDefault="00CD5014" w:rsidP="00CD501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CD5014" w:rsidRPr="0060655C" w:rsidRDefault="00CD5014" w:rsidP="00CD501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>Гомон О.Г.</w:t>
      </w:r>
    </w:p>
    <w:p w:rsidR="00CD5014" w:rsidRPr="0060655C" w:rsidRDefault="00CD5014" w:rsidP="00CD501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5014" w:rsidRPr="0060655C" w:rsidRDefault="00CD5014" w:rsidP="00CD50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>Гомон О.Г.,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CD5014" w:rsidRPr="0060655C" w:rsidRDefault="00CD5014" w:rsidP="00CD50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D5014" w:rsidRPr="0060655C" w:rsidRDefault="00CD5014" w:rsidP="00CD50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1.Надати Гомон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Герасимівні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54E05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Шевченка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, 70.</w:t>
      </w:r>
    </w:p>
    <w:p w:rsidR="00CD5014" w:rsidRPr="0060655C" w:rsidRDefault="00CD5014" w:rsidP="00CD50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2.Гомон О.Г.,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CD5014" w:rsidRPr="0060655C" w:rsidRDefault="00CD5014" w:rsidP="00CD501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D5014" w:rsidRPr="00CD5014" w:rsidRDefault="00CD5014" w:rsidP="00CD50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C2DE3" w:rsidRPr="00CD5014" w:rsidRDefault="00CD5014" w:rsidP="00CD501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C2DE3" w:rsidRPr="00CD501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5CA" w:rsidRDefault="001B05CA">
      <w:pPr>
        <w:spacing w:after="0" w:line="240" w:lineRule="auto"/>
      </w:pPr>
      <w:r>
        <w:separator/>
      </w:r>
    </w:p>
  </w:endnote>
  <w:endnote w:type="continuationSeparator" w:id="0">
    <w:p w:rsidR="001B05CA" w:rsidRDefault="001B0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5CA" w:rsidRDefault="001B05CA">
      <w:pPr>
        <w:spacing w:after="0" w:line="240" w:lineRule="auto"/>
      </w:pPr>
      <w:r>
        <w:separator/>
      </w:r>
    </w:p>
  </w:footnote>
  <w:footnote w:type="continuationSeparator" w:id="0">
    <w:p w:rsidR="001B05CA" w:rsidRDefault="001B0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014"/>
    <w:rsid w:val="001B05CA"/>
    <w:rsid w:val="003C2DE3"/>
    <w:rsid w:val="00A54E05"/>
    <w:rsid w:val="00CD5014"/>
    <w:rsid w:val="00DE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1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D501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D501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D5014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01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D501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D501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D5014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2020-12-24T17:34:00Z</dcterms:created>
  <dcterms:modified xsi:type="dcterms:W3CDTF">2020-12-24T18:50:00Z</dcterms:modified>
</cp:coreProperties>
</file>