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03" w:rsidRDefault="00355D03" w:rsidP="00355D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55D03" w:rsidRDefault="00355D03" w:rsidP="00355D03"/>
    <w:p w:rsidR="00355D03" w:rsidRDefault="00355D03" w:rsidP="00355D03"/>
    <w:p w:rsidR="00355D03" w:rsidRDefault="00355D03" w:rsidP="00355D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55D03" w:rsidRDefault="00355D03" w:rsidP="00355D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55D03" w:rsidRDefault="00355D03" w:rsidP="00355D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55D03" w:rsidRDefault="00355D03" w:rsidP="00355D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55D03" w:rsidRDefault="00355D03" w:rsidP="00355D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5D03" w:rsidRDefault="00355D03" w:rsidP="00355D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355D03" w:rsidRDefault="00355D03" w:rsidP="00355D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5D03" w:rsidRDefault="00355D03" w:rsidP="00355D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55D03" w:rsidRDefault="00355D03" w:rsidP="00355D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5D03" w:rsidRDefault="00355D03" w:rsidP="00355D0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№64</w:t>
      </w: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технічної документації із землеустрою </w:t>
      </w: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встановлення (відновлення) меж </w:t>
      </w: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 ділянки в натурі (на місцевості)</w:t>
      </w:r>
    </w:p>
    <w:p w:rsidR="00355D03" w:rsidRPr="009204CF" w:rsidRDefault="00355D03" w:rsidP="00355D0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ТОВ «Акріс-Агро»</w:t>
      </w:r>
    </w:p>
    <w:p w:rsidR="00355D03" w:rsidRPr="009204CF" w:rsidRDefault="00355D03" w:rsidP="00355D03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ТОВ «Акріс-Агро», сільська рада</w:t>
      </w:r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ТОВ «Акріс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Агро»,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 4,1 га,  під проектними (польовими) дорогами, яка  розташована на теритторії Крупецької сільської ради за межами населеного пункту села Лисиче.</w:t>
      </w:r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2.ТОВ «Акріс-Агро»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55D03" w:rsidRPr="009204CF" w:rsidRDefault="00355D03" w:rsidP="00355D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5D03" w:rsidRPr="009204CF" w:rsidRDefault="00355D03" w:rsidP="00355D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55D03" w:rsidRPr="00355D03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5D03" w:rsidRPr="009204CF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41C45" w:rsidRPr="00355D03" w:rsidRDefault="00355D03" w:rsidP="00355D0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В.А.Михалюк </w:t>
      </w:r>
    </w:p>
    <w:sectPr w:rsidR="00741C45" w:rsidRPr="00355D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D03"/>
    <w:rsid w:val="00171A2E"/>
    <w:rsid w:val="00304C90"/>
    <w:rsid w:val="00355D03"/>
    <w:rsid w:val="00505B6D"/>
    <w:rsid w:val="006D3977"/>
    <w:rsid w:val="00741C4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>Microsoft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2020-07-02T11:53:00Z</dcterms:created>
  <dcterms:modified xsi:type="dcterms:W3CDTF">2020-07-02T11:53:00Z</dcterms:modified>
</cp:coreProperties>
</file>