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90B" w:rsidRDefault="0086490B" w:rsidP="008649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6490B" w:rsidRDefault="0086490B" w:rsidP="0086490B"/>
    <w:p w:rsidR="0086490B" w:rsidRDefault="0086490B" w:rsidP="0086490B"/>
    <w:p w:rsidR="0086490B" w:rsidRDefault="0086490B" w:rsidP="008649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6490B" w:rsidRDefault="0086490B" w:rsidP="008649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6490B" w:rsidRDefault="0086490B" w:rsidP="008649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6490B" w:rsidRDefault="0086490B" w:rsidP="008649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6490B" w:rsidRDefault="0086490B" w:rsidP="0086490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490B" w:rsidRDefault="0086490B" w:rsidP="0086490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86490B" w:rsidRDefault="0086490B" w:rsidP="0086490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6490B" w:rsidRDefault="0086490B" w:rsidP="0086490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6490B" w:rsidRDefault="0086490B" w:rsidP="0086490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24.04.2020  року                                    Крупець                                                   №7</w:t>
      </w:r>
    </w:p>
    <w:p w:rsidR="0086490B" w:rsidRDefault="0086490B" w:rsidP="0086490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6490B" w:rsidRDefault="0086490B" w:rsidP="0086490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86490B" w:rsidRDefault="0086490B" w:rsidP="0086490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490B" w:rsidRDefault="0086490B" w:rsidP="008649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Відповідно до ст.25, ст.42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3 від 24.12.2019 року «Про сільський  бюджет  Крупецької сільської ради на 2020 рік», та рішення сесії сільської ради № 7 від 12.01.2018 року «Про затвердження Програми та Положення про надання матеріальної допомоги громадянам»</w:t>
      </w:r>
    </w:p>
    <w:p w:rsidR="0086490B" w:rsidRDefault="0086490B" w:rsidP="008649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86490B" w:rsidRDefault="0086490B" w:rsidP="008649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86490B" w:rsidRDefault="0086490B" w:rsidP="008649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Крупецької сільської ради :</w:t>
      </w:r>
    </w:p>
    <w:p w:rsidR="0086490B" w:rsidRDefault="0086490B" w:rsidP="008649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Мисан Олегу Петровичу в розмірі 1000.00 ( одна тисяча) грн;</w:t>
      </w:r>
    </w:p>
    <w:p w:rsidR="0086490B" w:rsidRDefault="0086490B" w:rsidP="008649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Гаврилюк Надії Миколаївні в розмірі 1000.00 ( одна тисяча) грн;</w:t>
      </w:r>
    </w:p>
    <w:p w:rsidR="0086490B" w:rsidRDefault="0086490B" w:rsidP="008649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 Рожчук Світлані Володимирівні  в розмірі 1000.00 ( одна тисяча) грн;</w:t>
      </w:r>
    </w:p>
    <w:p w:rsidR="0086490B" w:rsidRDefault="0086490B" w:rsidP="008649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 Качаровській Тетяні Іванівні  в розмірі 1000.00 ( одна тисяча) грн;</w:t>
      </w:r>
    </w:p>
    <w:p w:rsidR="0086490B" w:rsidRDefault="0086490B" w:rsidP="008649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 Рощук Ользі Григорівні в розмірі 2900.00 ( дві тисячі дев’ятсот) грн  на лікування чоловіка Рощука Петра Тихоновича;</w:t>
      </w:r>
    </w:p>
    <w:p w:rsidR="0086490B" w:rsidRDefault="0086490B" w:rsidP="008649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 Алексюк Галині Іллівні в розмірі 500.00 ( п’ятсот ) грн;</w:t>
      </w:r>
      <w:bookmarkStart w:id="0" w:name="_GoBack"/>
      <w:bookmarkEnd w:id="0"/>
    </w:p>
    <w:p w:rsidR="0086490B" w:rsidRDefault="0086490B" w:rsidP="008649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 Семенчук Ганні Василівні  1000.00 ( одна тисяча) грн;</w:t>
      </w:r>
    </w:p>
    <w:p w:rsidR="0086490B" w:rsidRDefault="0086490B" w:rsidP="008649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 Шпак Василю Івановичу  в розмірі 500.00 ( п’ятсот ) грн;</w:t>
      </w:r>
    </w:p>
    <w:p w:rsidR="0086490B" w:rsidRDefault="0086490B" w:rsidP="008649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 Смичок Петру Степановичу  в розмірі 2900.00 ( дві тисячі дев’ятсот) грн  на лікування Гуменюка Костянтина Ілліча;</w:t>
      </w:r>
    </w:p>
    <w:p w:rsidR="0086490B" w:rsidRDefault="0086490B" w:rsidP="008649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 Денисюк Олександру Андрійовичу  в розмірі 1000.00 ( одна тисяча) грн на лікування діда Денисюка Валентина Федоровича;</w:t>
      </w:r>
    </w:p>
    <w:p w:rsidR="0086490B" w:rsidRDefault="0086490B" w:rsidP="008649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 Кондратюк Галині Іванівні  в розмірі 500.00 ( п’ятсот ) грн.</w:t>
      </w:r>
    </w:p>
    <w:p w:rsidR="0086490B" w:rsidRDefault="0086490B" w:rsidP="008649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2. Надати матеріальну допомогу багатодітній  матері Рибачук Наталії Миколаївні  в розмірі  2900.00 ( дві тисячі дев’ятсот) грн  .</w:t>
      </w:r>
    </w:p>
    <w:p w:rsidR="0086490B" w:rsidRDefault="0086490B" w:rsidP="008649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3.Відділу бухгалтерського обліку Крупецької сільської ради здійснити виплату матеріальної допомоги вищеназваним громадянам .</w:t>
      </w:r>
    </w:p>
    <w:p w:rsidR="0086490B" w:rsidRDefault="0086490B" w:rsidP="0086490B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(О.В.Качаровська).</w:t>
      </w:r>
    </w:p>
    <w:p w:rsidR="0086490B" w:rsidRDefault="0086490B" w:rsidP="0086490B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86490B" w:rsidRDefault="0086490B" w:rsidP="0086490B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86490B" w:rsidRDefault="0086490B" w:rsidP="0086490B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86490B" w:rsidRDefault="0086490B" w:rsidP="0086490B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86490B" w:rsidRDefault="0086490B" w:rsidP="008649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В.А.Михалюк</w:t>
      </w:r>
    </w:p>
    <w:p w:rsidR="000C3E8D" w:rsidRDefault="000C3E8D"/>
    <w:sectPr w:rsidR="000C3E8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90B"/>
    <w:rsid w:val="000C3E8D"/>
    <w:rsid w:val="00171A2E"/>
    <w:rsid w:val="00304C90"/>
    <w:rsid w:val="00505B6D"/>
    <w:rsid w:val="006D3977"/>
    <w:rsid w:val="007D6C18"/>
    <w:rsid w:val="0086490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376</Words>
  <Characters>2146</Characters>
  <Application>Microsoft Office Word</Application>
  <DocSecurity>0</DocSecurity>
  <Lines>17</Lines>
  <Paragraphs>5</Paragraphs>
  <ScaleCrop>false</ScaleCrop>
  <Company>Microsoft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2020-04-27T15:32:00Z</dcterms:created>
  <dcterms:modified xsi:type="dcterms:W3CDTF">2020-04-27T15:32:00Z</dcterms:modified>
</cp:coreProperties>
</file>