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97" w:rsidRPr="00154EFF" w:rsidRDefault="00835197" w:rsidP="0083519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197" w:rsidRDefault="00835197" w:rsidP="008351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5197" w:rsidRDefault="00835197" w:rsidP="008351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5197" w:rsidRDefault="00835197" w:rsidP="0083519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5197" w:rsidRDefault="00835197" w:rsidP="008351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35197" w:rsidRDefault="00835197" w:rsidP="0083519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5197" w:rsidRDefault="00835197" w:rsidP="0083519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№14</w:t>
      </w:r>
    </w:p>
    <w:p w:rsidR="00835197" w:rsidRPr="008D6F85" w:rsidRDefault="00835197" w:rsidP="0083519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35197" w:rsidRPr="008D6F85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35197" w:rsidRPr="008D6F85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35197" w:rsidRPr="008D6F85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835197" w:rsidRPr="008D6F85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835197" w:rsidRPr="008D6F85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 Г.О.</w:t>
      </w:r>
    </w:p>
    <w:p w:rsidR="00835197" w:rsidRPr="008D6F85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5197" w:rsidRPr="008D6F85" w:rsidRDefault="00835197" w:rsidP="008351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Гаврилюк Г.О.,  сільська  рада </w:t>
      </w:r>
    </w:p>
    <w:p w:rsidR="00835197" w:rsidRPr="008D6F85" w:rsidRDefault="00835197" w:rsidP="008351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35197" w:rsidRPr="008D6F85" w:rsidRDefault="00835197" w:rsidP="008351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Гаврилюк Галині Олександрівні,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A7974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A797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6823986800:02:016:0024,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Миру, 78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35197" w:rsidRPr="008D6F85" w:rsidRDefault="00835197" w:rsidP="008351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2. Гаврилюк Г.О., посвідчити своє право  в  установленому  законом  порядку.</w:t>
      </w:r>
    </w:p>
    <w:p w:rsidR="00835197" w:rsidRPr="008D6F85" w:rsidRDefault="00835197" w:rsidP="008351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35197" w:rsidRPr="008D6F85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07B37" w:rsidRPr="00835197" w:rsidRDefault="00835197" w:rsidP="0083519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007B37" w:rsidRPr="008351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97"/>
    <w:rsid w:val="00007B37"/>
    <w:rsid w:val="00835197"/>
    <w:rsid w:val="00FA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9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351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35197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9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351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35197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2022-02-08T06:30:00Z</dcterms:created>
  <dcterms:modified xsi:type="dcterms:W3CDTF">2022-02-08T11:02:00Z</dcterms:modified>
</cp:coreProperties>
</file>