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78" w:rsidRPr="00B623A8" w:rsidRDefault="00881178" w:rsidP="0088117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78" w:rsidRDefault="00881178" w:rsidP="008811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1178" w:rsidRDefault="00881178" w:rsidP="008811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81178" w:rsidRDefault="00881178" w:rsidP="008811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1178" w:rsidRDefault="00881178" w:rsidP="008811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81178" w:rsidRDefault="00881178" w:rsidP="008811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1178" w:rsidRPr="00FC4B24" w:rsidRDefault="00881178" w:rsidP="008811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Олексик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Т.С.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1178" w:rsidRPr="00E12288" w:rsidRDefault="00881178" w:rsidP="008811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Олексик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Т.С.,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Олексик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Тетяни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Сергіївни</w:t>
      </w:r>
      <w:proofErr w:type="spellEnd"/>
      <w:r>
        <w:rPr>
          <w:rFonts w:ascii="Times New Roman" w:hAnsi="Times New Roman"/>
          <w:sz w:val="24"/>
        </w:rPr>
        <w:t>, яка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D0BD6">
        <w:rPr>
          <w:rFonts w:ascii="Times New Roman" w:hAnsi="Times New Roman"/>
          <w:sz w:val="24"/>
          <w:lang w:val="uk-UA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BD0BD6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984000:01:017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019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124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2.Олексик Т.С.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81178" w:rsidRPr="00E12288" w:rsidRDefault="00881178" w:rsidP="008811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81178" w:rsidRPr="00E12288" w:rsidRDefault="00881178" w:rsidP="0088117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881178" w:rsidRPr="00E12288" w:rsidRDefault="00881178" w:rsidP="0088117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881178" w:rsidRPr="00E12288" w:rsidRDefault="00881178" w:rsidP="0088117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881178" w:rsidRDefault="00881178" w:rsidP="0088117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82F9A" w:rsidRDefault="00182F9A"/>
    <w:sectPr w:rsidR="00182F9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78"/>
    <w:rsid w:val="00171A2E"/>
    <w:rsid w:val="00182F9A"/>
    <w:rsid w:val="00304C90"/>
    <w:rsid w:val="00505B6D"/>
    <w:rsid w:val="006D3977"/>
    <w:rsid w:val="007D6C18"/>
    <w:rsid w:val="00881178"/>
    <w:rsid w:val="00BD0BD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8117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81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8117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8117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81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8117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2020-10-10T16:10:00Z</dcterms:created>
  <dcterms:modified xsi:type="dcterms:W3CDTF">2020-10-10T16:38:00Z</dcterms:modified>
</cp:coreProperties>
</file>