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BAB" w:rsidRPr="003B50D1" w:rsidRDefault="00BF0BAB" w:rsidP="00BF0B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B50D1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BF0BAB" w:rsidRPr="003B50D1" w:rsidRDefault="00BF0BAB" w:rsidP="00BF0B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BF0BAB" w:rsidRPr="003B50D1" w:rsidRDefault="00BF0BAB" w:rsidP="00BF0B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B50D1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3C845EB" wp14:editId="152F432E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2600" name="Группа 126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260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0BAB" w:rsidRDefault="00BF0BAB" w:rsidP="00BF0BA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0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F0BAB" w:rsidRDefault="00BF0BAB" w:rsidP="00BF0BA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0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0BAB" w:rsidRDefault="00BF0BAB" w:rsidP="00BF0BA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0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F0BAB" w:rsidRDefault="00BF0BAB" w:rsidP="00BF0BA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0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0BAB" w:rsidRDefault="00BF0BAB" w:rsidP="00BF0BA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0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F0BAB" w:rsidRDefault="00BF0BAB" w:rsidP="00BF0BA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0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0BAB" w:rsidRDefault="00BF0BAB" w:rsidP="00BF0BA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0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F0BAB" w:rsidRDefault="00BF0BAB" w:rsidP="00BF0BA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0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0BAB" w:rsidRDefault="00BF0BAB" w:rsidP="00BF0BA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1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F0BAB" w:rsidRDefault="00BF0BAB" w:rsidP="00BF0BA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1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0BAB" w:rsidRDefault="00BF0BAB" w:rsidP="00BF0BA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1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F0BAB" w:rsidRDefault="00BF0BAB" w:rsidP="00BF0BA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1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0BAB" w:rsidRDefault="00BF0BAB" w:rsidP="00BF0BA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1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F0BAB" w:rsidRDefault="00BF0BAB" w:rsidP="00BF0BA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1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0BAB" w:rsidRDefault="00BF0BAB" w:rsidP="00BF0BA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1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F0BAB" w:rsidRDefault="00BF0BAB" w:rsidP="00BF0BA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1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0BAB" w:rsidRDefault="00BF0BAB" w:rsidP="00BF0BA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1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F0BAB" w:rsidRDefault="00BF0BAB" w:rsidP="00BF0BA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1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0BAB" w:rsidRDefault="00BF0BAB" w:rsidP="00BF0BA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2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F0BAB" w:rsidRDefault="00BF0BAB" w:rsidP="00BF0BA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2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0BAB" w:rsidRDefault="00BF0BAB" w:rsidP="00BF0BA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2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0BAB" w:rsidRDefault="00BF0BAB" w:rsidP="00BF0BA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2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0BAB" w:rsidRDefault="00BF0BAB" w:rsidP="00BF0BA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2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0BAB" w:rsidRDefault="00BF0BAB" w:rsidP="00BF0BA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2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0BAB" w:rsidRDefault="00BF0BAB" w:rsidP="00BF0BA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2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0BAB" w:rsidRDefault="00BF0BAB" w:rsidP="00BF0BA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2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0BAB" w:rsidRDefault="00BF0BAB" w:rsidP="00BF0BA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2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0BAB" w:rsidRDefault="00BF0BAB" w:rsidP="00BF0BA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2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0BAB" w:rsidRDefault="00BF0BAB" w:rsidP="00BF0BA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3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0BAB" w:rsidRDefault="00BF0BAB" w:rsidP="00BF0BA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600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+N378A&#10;AADeAAAADwAAAGRycy9kb3ducmV2LnhtbERPSwrCMBDdC94hjOBOUyuoVKOIqLgQxN9+aMa22ExK&#10;E7Xe3giCu3m878wWjSnFk2pXWFYw6EcgiFOrC84UXM6b3gSE88gaS8uk4E0OFvN2a4aJti8+0vPk&#10;MxFC2CWoIPe+SqR0aU4GXd9WxIG72dqgD7DOpK7xFcJNKeMoGkmDBYeGHCta5ZTeTw+jwA63u/01&#10;i4/DNY89Lw+T27XZK9XtNMspCE+N/4t/7p0O8+NRNIDvO+EGOf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r43fvwAAAN4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F0BAB" w:rsidRDefault="00BF0BAB" w:rsidP="00BF0BAB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mhC8YA&#10;AADeAAAADwAAAGRycy9kb3ducmV2LnhtbERPS0sDMRC+C/6HMIKXYrPdw6pr0yKF7etQaBW8Dptx&#10;s7qZLElst/31Rih4m4/vOdP5YDtxJB9axwom4wwEce10y42C97fq4QlEiMgaO8ek4EwB5rPbmymW&#10;2p14T8dDbEQK4VCiAhNjX0oZakMWw9j1xIn7dN5iTNA3Uns8pXDbyTzLCmmx5dRgsKeFofr78GMV&#10;fFU787F4vCz96HlPl1G1XXWbQqn7u+H1BUSkIf6Lr+61TvPzIsvh7510g5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rmhC8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F0BAB" w:rsidRDefault="00BF0BAB" w:rsidP="00BF0BAB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agkcMA&#10;AADeAAAADwAAAGRycy9kb3ducmV2LnhtbESP0YrCMBBF3wX/IYzgi2iqgkg1ioiK+CJWP2BoxqbY&#10;TEoTbffvN8LCvs1w79xzZ73tbCU+1PjSsYLpJAFBnDtdcqHgcT+OlyB8QNZYOSYFP+Rhu+n31phq&#10;1/KNPlkoRAxhn6ICE0KdSulzQxb9xNXEUXu6xmKIa1NI3WAbw20lZ0mykBZLjgSDNe0N5a/sbSPk&#10;Osfr5dnej6cOWzxcDI92N6WGg263AhGoC//mv+uzjvVni2QO33fiDH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+agkcMAAADe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F0BAB" w:rsidRDefault="00BF0BAB" w:rsidP="00BF0BAB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st38QA&#10;AADeAAAADwAAAGRycy9kb3ducmV2LnhtbERPTUvDQBC9C/0Pywje7MZQU4ndllIVRPDQVhBvQ3aa&#10;BLOzy+7YxH/vCoK3ebzPWW0mN6gzxdR7NnAzL0ARN9723Bp4Oz5d34FKgmxx8EwGvinBZj27WGFt&#10;/ch7Oh+kVTmEU40GOpFQa52ajhymuQ/EmTv56FAyjK22Eccc7gZdFkWlHfacGzoMtOuo+Tx8OQOv&#10;42N4WVa3p/ARF6VOD1bed2LM1eW0vQclNMm/+M/9bPP8sioW8PtOvkGv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LLd/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F0BAB" w:rsidRDefault="00BF0BAB" w:rsidP="00BF0BAB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OdfsYA&#10;AADeAAAADwAAAGRycy9kb3ducmV2LnhtbESPwWrDMBBE74H+g9hCL6GR69BQXMshlCaEXIKdfMBi&#10;bSxTa2Us1Xb/PioUettlZufN5tvZdmKkwbeOFbysEhDEtdMtNwqul/3zGwgfkDV2jknBD3nYFg+L&#10;HDPtJi5prEIjYgj7DBWYEPpMSl8bsuhXrieO2s0NFkNch0bqAacYbjuZJslGWmw5Egz29GGo/qq+&#10;bYSc13g+3abL/jDjhJ8nw8tdqdTT47x7BxFoDv/mv+ujjvXTTfIKv+/EGWR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0Odfs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F0BAB" w:rsidRDefault="00BF0BAB" w:rsidP="00BF0BAB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UWM8QA&#10;AADeAAAADwAAAGRycy9kb3ducmV2LnhtbERPTUvDQBC9C/6HZQRvdmPQWGK3pbQVRPBgFYq3ITtN&#10;gtnZZXfaxH/vCoK3ebzPWawmN6gzxdR7NnA7K0ARN9723Br4eH+6mYNKgmxx8EwGvinBanl5scDa&#10;+pHf6LyXVuUQTjUa6ERCrXVqOnKYZj4QZ+7oo0PJMLbaRhxzuBt0WRSVdthzbugw0Kaj5mt/cgZe&#10;x114eajuj+Ez3pU6ba0cNmLM9dW0fgQlNMm/+M/9bPP8sioq+H0n36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4VFjP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F0BAB" w:rsidRDefault="00BF0BAB" w:rsidP="00BF0BAB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yuQcUA&#10;AADeAAAADwAAAGRycy9kb3ducmV2LnhtbERP32vCMBB+H+x/CDfwZWg6RR3VKHMQFBwMdeDr0Zxt&#10;WXMpSbTdf78Ig73dx/fzluveNuJGPtSOFbyMMhDEhTM1lwq+Tnr4CiJEZIONY1LwQwHWq8eHJebG&#10;dXyg2zGWIoVwyFFBFWObSxmKiiyGkWuJE3dx3mJM0JfSeOxSuG3kOMtm0mLNqaHClt4rKr6PV6tg&#10;89mVE/9cbHq3v2zPU62N/tBKDZ76twWISH38F/+5dybNH8+yOdzfSTf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XK5B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F0BAB" w:rsidRDefault="00BF0BAB" w:rsidP="00BF0BAB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NwzMUA&#10;AADeAAAADwAAAGRycy9kb3ducmV2LnhtbESPQWvDMAyF74P9B6NBb6uz0JWS1i1lIzDGLmv7A0Ss&#10;xmljOdhumv376TDYTeI9vfdps5t8r0aKqQts4GVegCJugu24NXA61s8rUCkjW+wDk4EfSrDbPj5s&#10;sLLhzt80HnKrJIRThQZczkOldWoceUzzMBCLdg7RY5Y1ttpGvEu473VZFEvtsWNpcDjQm6Pmerh5&#10;A/Vn+TVebzbWYT8tPL26y+rdGTN7mvZrUJmm/G/+u/6wgl8uC+GVd2QGv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83DM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F0BAB" w:rsidRDefault="00BF0BAB" w:rsidP="00BF0BAB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+fqMUA&#10;AADeAAAADwAAAGRycy9kb3ducmV2LnhtbERP32vCMBB+H+x/CDfwZWg6RXHVKHMQFBwMdeDr0Zxt&#10;WXMpSbTdf78Ig73dx/fzluveNuJGPtSOFbyMMhDEhTM1lwq+Tno4BxEissHGMSn4oQDr1ePDEnPj&#10;Oj7Q7RhLkUI45KigirHNpQxFRRbDyLXEibs4bzEm6EtpPHYp3DZynGUzabHm1FBhS+8VFd/Hq1Ww&#10;+ezKiX8uNr3bX7bnqdZGf2ilBk/92wJEpD7+i//cO5Pmj2fZK9zfSTf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j5+o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F0BAB" w:rsidRDefault="00BF0BAB" w:rsidP="00BF0BAB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zqF8UA&#10;AADeAAAADwAAAGRycy9kb3ducmV2LnhtbESPQWvDMAyF74P9B6NCb6vT0JWS1S1lIzDGLuv2A0Ss&#10;xWljOdhumv776jDYTUJP771vu598r0aKqQtsYLkoQBE3wXbcGvj5rp82oFJGttgHJgM3SrDfPT5s&#10;sbLhyl80HnOrxIRThQZczkOldWoceUyLMBDL7TdEj1nW2Gob8SrmvtdlUay1x44lweFAr46a8/Hi&#10;DdQf5ed4vthYh8O08vTsTps3Z8x8Nh1eQGWa8r/47/vdSv1yvRQAwZEZ9O4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XOoX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F0BAB" w:rsidRDefault="00BF0BAB" w:rsidP="00BF0BAB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7RZMAA&#10;AADeAAAADwAAAGRycy9kb3ducmV2LnhtbERPy6rCMBDdC/cfwly4O03ro0g1igiKLq1+wNCMbbGZ&#10;1Cba+vc3guBuDuc5y3VvavGk1lWWFcSjCARxbnXFhYLLeTecg3AeWWNtmRS8yMF69TNYYqptxyd6&#10;Zr4QIYRdigpK75tUSpeXZNCNbEMcuKttDfoA20LqFrsQbmo5jqJEGqw4NJTY0Lak/JY9jILpq9vf&#10;s9kt2mlD8XHSHNnnM6X+fvvNAoSn3n/FH/dBh/njJI7h/U64Qa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97RZM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F0BAB" w:rsidRDefault="00BF0BAB" w:rsidP="00BF0BAB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5ZvMMA&#10;AADeAAAADwAAAGRycy9kb3ducmV2LnhtbERPTWuDQBC9B/oflin0lqx6kMZmFUlIKT21Nu15cCcq&#10;cWfFXY35991CIbd5vM/ZFYvpxUyj6ywriDcRCOLa6o4bBaev4/oZhPPIGnvLpOBGDor8YbXDTNsr&#10;f9Jc+UaEEHYZKmi9HzIpXd2SQbexA3HgznY06AMcG6lHvIZw08skilJpsOPQ0OJA+5bqSzUZBVP6&#10;k5z4/K4/qsPtdXs4lk5+N0o9PS7lCwhPi7+L/91vOsxP0jiBv3fCDTL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5ZvM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F0BAB" w:rsidRDefault="00BF0BAB" w:rsidP="00BF0BAB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1MOsYA&#10;AADeAAAADwAAAGRycy9kb3ducmV2LnhtbERPTWvCQBC9C/6HZYTedGOUYFPX0AqF6kGpbQ+9jdkx&#10;SZudjdmtxn/vCkJv83ifM886U4sTta6yrGA8ikAQ51ZXXCj4/HgdzkA4j6yxtkwKLuQgW/R7c0y1&#10;PfM7nXa+ECGEXYoKSu+bVEqXl2TQjWxDHLiDbQ36ANtC6hbPIdzUMo6iRBqsODSU2NCypPx392cU&#10;fG1nyeP2ZTX9WW/2ODH6+K2rRKmHQff8BMJT5//Fd/ebDvPjZDyB2zvhBrm4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S1MO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F0BAB" w:rsidRDefault="00BF0BAB" w:rsidP="00BF0BAB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1D2sQA&#10;AADeAAAADwAAAGRycy9kb3ducmV2LnhtbERPTWvCQBC9F/wPywi91Y0xhBBdpVq0pSeNhV6H7JiE&#10;ZmdDdqtJf323UPA2j/c5q81gWnGl3jWWFcxnEQji0uqGKwUf5/1TBsJ5ZI2tZVIwkoPNevKwwlzb&#10;G5/oWvhKhBB2OSqove9yKV1Zk0E3sx1x4C62N+gD7Cupe7yFcNPKOIpSabDh0FBjR7uayq/i2yj4&#10;ST/x6F7j7ctCexqT7GDfjwelHqfD8xKEp8Hfxf/uNx3mx+k8gb93wg1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Q9r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F0BAB" w:rsidRDefault="00BF0BAB" w:rsidP="00BF0BAB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iP78QA&#10;AADeAAAADwAAAGRycy9kb3ducmV2LnhtbERPzWrCQBC+C32HZQq96caQBBtdpRSF3trEPsCQHTfB&#10;7GzMrpr26buFQm/z8f3OZjfZXtxo9J1jBctFAoK4cbpjo+DzeJivQPiArLF3TAq+yMNu+zDbYKnd&#10;nSu61cGIGMK+RAVtCEMppW9asugXbiCO3MmNFkOEo5F6xHsMt71Mk6SQFjuODS0O9NpSc66vVsHF&#10;pbme6j2+n/fPH50x2eW7ypR6epxe1iACTeFf/Od+03F+Wixz+H0n3i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Ij+/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F0BAB" w:rsidRDefault="00BF0BAB" w:rsidP="00BF0BAB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Z3c8QA&#10;AADeAAAADwAAAGRycy9kb3ducmV2LnhtbERPyW7CMBC9V+o/WFOJGzgBkaYBB0GlSlxZDj1O7SEJ&#10;jcdp7ELK19eVkHqbp7fOcjXYVlyo941jBekkAUGsnWm4UnA8vI1zED4gG2wdk4If8rAqHx+WWBh3&#10;5R1d9qESMYR9gQrqELpCSq9rsugnriOO3Mn1FkOEfSVNj9cYbls5TZJMWmw4NtTY0WtN+nP/bRVs&#10;mw+aZ/r0YvON3r3fvsLs+WyUGj0N6wWIQEP4F9/dWxPnT7M0g7934g2y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md3P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F0BAB" w:rsidRDefault="00BF0BAB" w:rsidP="00BF0BAB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srP8YA&#10;AADeAAAADwAAAGRycy9kb3ducmV2LnhtbERP0WrCQBB8L/gPxwp9q5fkQdvUM6ggtFiF2lJfl9ya&#10;C+b2Qu4a49/3hIJvszs7MzvzYrCN6KnztWMF6SQBQVw6XXOl4Ptr8/QMwgdkjY1jUnAlD8Vi9DDH&#10;XLsLf1J/CJWIJuxzVGBCaHMpfWnIop+4ljhyJ9dZDHHsKqk7vERz28gsSabSYs0xwWBLa0Pl+fBr&#10;FfS4vyZHs9q9vNcfZbZf/Wx13KvH8bB8BRFoCPfjf/Wbju9n03QGtzoRg1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srP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F0BAB" w:rsidRDefault="00BF0BAB" w:rsidP="00BF0BAB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lg18QA&#10;AADeAAAADwAAAGRycy9kb3ducmV2LnhtbESPQU/DMAyF70j8h8hI3Fi6HiZUlk0IaYgjFA4cTeM1&#10;HY1dJWEt/Hp8QOJm6z2/93m7X+JozpTyIOxgvarAEHfiB+4dvL0ebm7B5ILscRQmB9+UYb+7vNhi&#10;42XmFzq3pTcawrlBB6GUqbE2d4Ei5pVMxKodJUUsuqbe+oSzhsfR1lW1sREH1oaAEz0E6j7br+hg&#10;fuw+TvXx3YefNMmhfZZTPYpz11fL/R2YQkv5N/9dP3nFrzdr5dV3dAa7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3ZYNf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F0BAB" w:rsidRDefault="00BF0BAB" w:rsidP="00BF0BAB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3VW8UA&#10;AADeAAAADwAAAGRycy9kb3ducmV2LnhtbERPS2sCMRC+F/ofwhR6q1n34GM1itUKIi3i6z5uxt1t&#10;k8mySXX990Yo9DYf33PG09YacaHGV44VdDsJCOLc6YoLBYf98m0AwgdkjcYxKbiRh+nk+WmMmXZX&#10;3tJlFwoRQ9hnqKAMoc6k9HlJFn3H1cSRO7vGYoiwKaRu8BrDrZFpkvSkxYpjQ4k1zUvKf3a/VsFy&#10;szDf6dd2dpRh/tE/mcH6ffGp1OtLOxuBCNSGf/Gfe6Xj/LTXHcLjnXiDn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bdVb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F0BAB" w:rsidRDefault="00BF0BAB" w:rsidP="00BF0BAB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1r78gA&#10;AADeAAAADwAAAGRycy9kb3ducmV2LnhtbESPT2vCQBDF7wW/wzKFXopujFQkuooIRQst+A+8jtlp&#10;EszOhuw2xm/fORR6m2HevPd+i1XvatVRGyrPBsajBBRx7m3FhYHz6X04AxUissXaMxl4UIDVcvC0&#10;wMz6Ox+oO8ZCiQmHDA2UMTaZ1iEvyWEY+YZYbt++dRhlbQttW7yLuat1miRT7bBiSSixoU1J+e34&#10;4wx0+89rsetC83GbvYa3yXW7/bIXY16e+/UcVKQ+/ov/vndW6qfTVAAER2bQy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mzWvv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F0BAB" w:rsidRDefault="00BF0BAB" w:rsidP="00BF0BAB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2wacUA&#10;AADeAAAADwAAAGRycy9kb3ducmV2LnhtbERPTWsCMRC9C/6HMEJvmnVpRVejaKHgRajaQ72Nm3F3&#10;cTPZJqlu/fWNIHibx/uc2aI1tbiQ85VlBcNBAoI4t7riQsHX/qM/BuEDssbaMin4Iw+Lebczw0zb&#10;K2/psguFiCHsM1RQhtBkUvq8JIN+YBviyJ2sMxgidIXUDq8x3NQyTZKRNFhxbCixofeS8vPu1yhY&#10;Tcarn89X3ty2xwMdvo/nt9QlSr302uUURKA2PMUP91rH+ekoHcL9nXiDnP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7bBpxQAAAN4AAAAPAAAAAAAAAAAAAAAAAJgCAABkcnMv&#10;ZG93bnJldi54bWxQSwUGAAAAAAQABAD1AAAAigMAAAAA&#10;" fillcolor="black" stroked="f">
                  <v:textbox>
                    <w:txbxContent>
                      <w:p w:rsidR="00BF0BAB" w:rsidRDefault="00BF0BAB" w:rsidP="00BF0BAB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wgHsYA&#10;AADeAAAADwAAAGRycy9kb3ducmV2LnhtbERPTWsCMRC9F/ofwhS81awBF1mNom0Fofag7cHjuBl3&#10;w24myybVbX99Uyj0No/3OYvV4FpxpT5Yzxom4wwEcemN5UrDx/v2cQYiRGSDrWfS8EUBVsv7uwUW&#10;xt/4QNdjrEQK4VCghjrGrpAylDU5DGPfESfu4nuHMcG+kqbHWwp3rVRZlkuHllNDjR091VQ2x0+n&#10;4fSa29nBkjrvvzcvZj9tNm/Pjdajh2E9BxFpiP/iP/fOpPkqVwp+30k3yO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fwgH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F0BAB" w:rsidRDefault="00BF0BAB" w:rsidP="00BF0BAB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Lot8QA&#10;AADeAAAADwAAAGRycy9kb3ducmV2LnhtbERPTWsCMRC9C/6HMIK3mu0WRLZGkUppLx5qlV6HzbhZ&#10;dzNZk6irv74pFLzN433OfNnbVlzIh9qxgudJBoK4dLrmSsHu+/1pBiJEZI2tY1JwowDLxXAwx0K7&#10;K3/RZRsrkUI4FKjAxNgVUobSkMUwcR1x4g7OW4wJ+kpqj9cUbluZZ9lUWqw5NRjs6M1Q2WzPVoFf&#10;/aybO5/3TXbf3MLHsT/N0Cg1HvWrVxCR+vgQ/7s/dZqfT/MX+Hsn3S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i6Lf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F0BAB" w:rsidRDefault="00BF0BAB" w:rsidP="00BF0BAB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rGiMQA&#10;AADeAAAADwAAAGRycy9kb3ducmV2LnhtbERP22rCQBB9L/gPywh9KXXTINqmrlKEQkERtH7ANDtN&#10;QndnQ3bU2K93BcG3OZzrzBa9d+pIXWwCG3gZZaCIy2Abrgzsvz+fX0FFQbboApOBM0VYzAcPMyxs&#10;OPGWjjupVArhWKCBWqQttI5lTR7jKLTEifsNnUdJsKu07fCUwr3TeZZNtMeGU0ONLS1rKv92B2/A&#10;5T/ubTWNaznv9Tr797J92lhjHof9xzsooV7u4pv7y6b5+SQfw/WddIOe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6xoj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F0BAB" w:rsidRDefault="00BF0BAB" w:rsidP="00BF0BAB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YiScQA&#10;AADeAAAADwAAAGRycy9kb3ducmV2LnhtbERPTWsCMRC9F/ofwhS81awLSlmNohVhLx66VbyOm3Gz&#10;mEyWTaprf31TKPQ2j/c5i9XgrLhRH1rPCibjDARx7XXLjYLD5+71DUSIyBqtZ1LwoACr5fPTAgvt&#10;7/xBtyo2IoVwKFCBibErpAy1IYdh7DvixF187zAm2DdS93hP4c7KPMtm0mHLqcFgR++G6mv15RRs&#10;q87mh9Jswum4P59t+b2j01ap0cuwnoOINMR/8Z+71Gl+Psun8PtOukE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mIkn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F0BAB" w:rsidRDefault="00BF0BAB" w:rsidP="00BF0BAB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EOCMIA&#10;AADeAAAADwAAAGRycy9kb3ducmV2LnhtbERPTYvCMBC9L/gfwgje1sQeuks1ioiCsKd19eBtSMa2&#10;2kxKk7X1328WBG/zeJ+zWA2uEXfqQu1Zw2yqQBAbb2suNRx/du+fIEJEtth4Jg0PCrBajt4WWFjf&#10;8zfdD7EUKYRDgRqqGNtCymAqchimviVO3MV3DmOCXSlth30Kd43MlMqlw5pTQ4UtbSoyt8Ov03Dd&#10;yS9vFJrT8dTv7cd5m1OjtJ6Mh/UcRKQhvsRP996m+Vme5fD/TrpB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MQ4I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F0BAB" w:rsidRDefault="00BF0BAB" w:rsidP="00BF0BAB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VY9MQA&#10;AADeAAAADwAAAGRycy9kb3ducmV2LnhtbERPTWvCQBC9F/oflhG81Y0pWIlugi0UitJDVUqPY3ZM&#10;QrKzYXfV+O+7guBtHu9zlsVgOnEm5xvLCqaTBARxaXXDlYL97vNlDsIHZI2dZVJwJQ9F/vy0xEzb&#10;C//QeRsqEUPYZ6igDqHPpPRlTQb9xPbEkTtaZzBE6CqpHV5iuOlkmiQzabDh2FBjTx81le32ZBT8&#10;nTZ8/H5dr9x7+LXDzrfpYd4qNR4NqwWIQEN4iO/uLx3np7P0DW7vxBtk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VWPT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F0BAB" w:rsidRDefault="00BF0BAB" w:rsidP="00BF0BAB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cZ9MgA&#10;AADeAAAADwAAAGRycy9kb3ducmV2LnhtbESPQW/CMAyF75P2HyJP4jbSVQyxjoDGJCQuSMB2GDfT&#10;eG1F43RJgI5fPx8mcbP1nt/7PJ33rlVnCrHxbOBpmIEiLr1tuDLw+bF8nICKCdli65kM/FKE+ez+&#10;boqF9Rfe0nmXKiUhHAs0UKfUFVrHsiaHceg7YtG+fXCYZA2VtgEvEu5anWfZWDtsWBpq7Oi9pvK4&#10;OzkDi5fJ4mcz4vV1e9jT/utwfM5DZszgoX97BZWoTzfz//XKCn4+zoVX3pEZ9Ow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d1xn0yAAAAN4AAAAPAAAAAAAAAAAAAAAAAJgCAABk&#10;cnMvZG93bnJldi54bWxQSwUGAAAAAAQABAD1AAAAjQMAAAAA&#10;" fillcolor="black" stroked="f">
                  <v:textbox>
                    <w:txbxContent>
                      <w:p w:rsidR="00BF0BAB" w:rsidRDefault="00BF0BAB" w:rsidP="00BF0BAB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23xcMA&#10;AADeAAAADwAAAGRycy9kb3ducmV2LnhtbERP30vDMBB+H+x/CCf4tqVWGFqXjTIYik/dVHy9Nbem&#10;rLmUJGb1vzeC4Nt9fD9vvZ3sIBL50DtWcLcsQBC3TvfcKXh/2y8eQISIrHFwTAq+KcB2M5+tsdLu&#10;ygdKx9iJHMKhQgUmxrGSMrSGLIalG4kzd3beYszQd1J7vOZwO8iyKFbSYs+5weBIO0Pt5fhlFaTT&#10;rqnv02cyh1dfd941zx+nRqnbm6l+AhFpiv/iP/eLzvPLVfkIv+/kG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23xc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F0BAB" w:rsidRDefault="00BF0BAB" w:rsidP="00BF0BAB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LMjMcA&#10;AADeAAAADwAAAGRycy9kb3ducmV2LnhtbESPQUvDQBCF70L/wzIFb3bTCkFjt6WUVtSLNQr2OGSn&#10;2dDsbMiuafTXOwfB2wzz5r33Ldejb9VAfWwCG5jPMlDEVbAN1wY+3vc3d6BiQrbYBiYD3xRhvZpc&#10;LbGw4cJvNJSpVmLCsUADLqWu0DpWjjzGWeiI5XYKvccka19r2+NFzH2rF1mWa48NS4LDjraOqnP5&#10;5Q3E+Xb3+eJ/7ofjo+PX8tnlh9oZcz0dNw+gEo3pX/z3/WSl/iK/FQDBkRn06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lizIz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F0BAB" w:rsidRDefault="00BF0BAB" w:rsidP="00BF0BAB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F0BAB" w:rsidRPr="003B50D1" w:rsidRDefault="00BF0BAB" w:rsidP="00BF0B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BF0BAB" w:rsidRPr="003B50D1" w:rsidRDefault="00BF0BAB" w:rsidP="00BF0BA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BF0BAB" w:rsidRPr="003B50D1" w:rsidRDefault="00BF0BAB" w:rsidP="00BF0BA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BF0BAB" w:rsidRPr="003B50D1" w:rsidRDefault="00BF0BAB" w:rsidP="00BF0BA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 РАЙОНУ</w:t>
      </w:r>
    </w:p>
    <w:p w:rsidR="00BF0BAB" w:rsidRPr="003B50D1" w:rsidRDefault="00BF0BAB" w:rsidP="00BF0BA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BF0BAB" w:rsidRPr="003B50D1" w:rsidRDefault="00BF0BAB" w:rsidP="00BF0BA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F0BAB" w:rsidRPr="003B50D1" w:rsidRDefault="00BF0BAB" w:rsidP="00BF0BA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BF0BAB" w:rsidRPr="003B50D1" w:rsidRDefault="00BF0BAB" w:rsidP="00BF0BA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F0BAB" w:rsidRPr="003B50D1" w:rsidRDefault="00BF0BAB" w:rsidP="00BF0BA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BF0BAB" w:rsidRPr="003B50D1" w:rsidRDefault="00BF0BAB" w:rsidP="00BF0BAB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BF0BAB" w:rsidRPr="003B50D1" w:rsidRDefault="00BF0BAB" w:rsidP="00BF0BAB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BF0BAB" w:rsidRPr="003B50D1" w:rsidRDefault="00BF0BAB" w:rsidP="00BF0BA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.02</w:t>
      </w:r>
      <w:r w:rsidRPr="003B50D1">
        <w:rPr>
          <w:rFonts w:ascii="Times New Roman" w:eastAsia="Calibri" w:hAnsi="Times New Roman" w:cs="Times New Roman"/>
          <w:sz w:val="24"/>
        </w:rPr>
        <w:t>.2022р.                         Крупець                                        №_____</w:t>
      </w:r>
    </w:p>
    <w:p w:rsidR="00BF0BAB" w:rsidRPr="003B50D1" w:rsidRDefault="00BF0BAB" w:rsidP="00BF0BAB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BF0BAB" w:rsidRPr="003B50D1" w:rsidRDefault="00BF0BAB" w:rsidP="00BF0BA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0BAB" w:rsidRPr="003B50D1" w:rsidRDefault="00BF0BAB" w:rsidP="00BF0BA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BF0BAB" w:rsidRPr="003B50D1" w:rsidRDefault="00BF0BAB" w:rsidP="00BF0BA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BF0BAB" w:rsidRPr="003B50D1" w:rsidRDefault="00BF0BAB" w:rsidP="00BF0BAB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BF0BAB" w:rsidRPr="003B50D1" w:rsidRDefault="00BF0BAB" w:rsidP="00BF0BA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Калачу В. М.</w:t>
      </w:r>
    </w:p>
    <w:p w:rsidR="00BF0BAB" w:rsidRPr="003B50D1" w:rsidRDefault="00BF0BAB" w:rsidP="00BF0BA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F0BAB" w:rsidRPr="003B50D1" w:rsidRDefault="00BF0BAB" w:rsidP="00BF0BA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F0BAB" w:rsidRPr="003B50D1" w:rsidRDefault="00BF0BAB" w:rsidP="00BF0BA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3B50D1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Калача В. М.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3B50D1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BF0BAB" w:rsidRPr="003B50D1" w:rsidRDefault="00BF0BAB" w:rsidP="00BF0BA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BF0BAB" w:rsidRPr="003B50D1" w:rsidRDefault="00BF0BAB" w:rsidP="00BF0BA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F0BAB" w:rsidRPr="003B50D1" w:rsidRDefault="00BF0BAB" w:rsidP="00BF0BA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1. Затвердити Калачу Василю Михайловичу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</w:t>
      </w:r>
      <w:r w:rsidRPr="003B50D1">
        <w:rPr>
          <w:rFonts w:ascii="Times New Roman" w:eastAsia="Calibri" w:hAnsi="Times New Roman" w:cs="Times New Roman"/>
          <w:sz w:val="24"/>
          <w:szCs w:val="24"/>
        </w:rPr>
        <w:t>оєкт</w:t>
      </w:r>
      <w:proofErr w:type="spellEnd"/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землеустрою щод</w:t>
      </w:r>
      <w:r>
        <w:rPr>
          <w:rFonts w:ascii="Times New Roman" w:eastAsia="Calibri" w:hAnsi="Times New Roman" w:cs="Times New Roman"/>
          <w:sz w:val="24"/>
          <w:szCs w:val="24"/>
        </w:rPr>
        <w:t xml:space="preserve">о відведення земельної ділянки та передачі її у приватну власність </w:t>
      </w:r>
      <w:r w:rsidRPr="003B50D1">
        <w:rPr>
          <w:rFonts w:ascii="Times New Roman" w:eastAsia="Calibri" w:hAnsi="Times New Roman" w:cs="Times New Roman"/>
          <w:sz w:val="24"/>
          <w:szCs w:val="24"/>
        </w:rPr>
        <w:t>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</w:rPr>
        <w:t>кого господарства площею  0,1170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Хмельницька область,  Шепетівський </w:t>
      </w:r>
      <w:r>
        <w:rPr>
          <w:rFonts w:ascii="Times New Roman" w:eastAsia="Calibri" w:hAnsi="Times New Roman" w:cs="Times New Roman"/>
          <w:sz w:val="24"/>
          <w:szCs w:val="24"/>
        </w:rPr>
        <w:t>район, с. Крупець</w:t>
      </w:r>
      <w:r w:rsidRPr="003B50D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F0BAB" w:rsidRPr="003B50D1" w:rsidRDefault="00BF0BAB" w:rsidP="00BF0BA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2.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B50D1">
        <w:rPr>
          <w:rFonts w:ascii="Times New Roman" w:eastAsia="Calibri" w:hAnsi="Times New Roman" w:cs="Times New Roman"/>
          <w:sz w:val="24"/>
          <w:szCs w:val="24"/>
        </w:rPr>
        <w:t>Передати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>Калачу Василю Михайловичу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який  зареєстрований</w:t>
      </w:r>
      <w:r w:rsidRPr="003B50D1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44269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_____________________________________________________</w:t>
      </w:r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Calibri" w:hAnsi="Times New Roman" w:cs="Times New Roman"/>
          <w:sz w:val="24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дентифікаційний номер </w:t>
      </w:r>
      <w:r w:rsidR="00944269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>_____________</w:t>
      </w:r>
      <w:bookmarkStart w:id="0" w:name="_GoBack"/>
      <w:bookmarkEnd w:id="0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3B50D1">
        <w:rPr>
          <w:rFonts w:ascii="Times New Roman" w:eastAsia="Calibri" w:hAnsi="Times New Roman" w:cs="Times New Roman"/>
          <w:sz w:val="24"/>
          <w:szCs w:val="24"/>
        </w:rPr>
        <w:t>у власність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земельну ділянку, площею 0,1170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га, </w:t>
      </w:r>
      <w:r>
        <w:rPr>
          <w:rFonts w:ascii="Times New Roman" w:eastAsia="Calibri" w:hAnsi="Times New Roman" w:cs="Times New Roman"/>
          <w:sz w:val="24"/>
          <w:szCs w:val="24"/>
        </w:rPr>
        <w:t>кадастровий номер: 6823984000:01:018:0028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, для ведення особистого селянського господарства, яка розташована Хмельницька область,  Шепетівський район, </w:t>
      </w:r>
      <w:r>
        <w:rPr>
          <w:rFonts w:ascii="Times New Roman" w:eastAsia="Calibri" w:hAnsi="Times New Roman" w:cs="Times New Roman"/>
          <w:sz w:val="24"/>
          <w:szCs w:val="24"/>
        </w:rPr>
        <w:t>с. Крупець</w:t>
      </w:r>
      <w:r w:rsidRPr="003B50D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F0BAB" w:rsidRPr="003B50D1" w:rsidRDefault="00BF0BAB" w:rsidP="00BF0BA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 3.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Калачу В. М., </w:t>
      </w:r>
      <w:r>
        <w:rPr>
          <w:rFonts w:ascii="Times New Roman" w:eastAsia="Calibri" w:hAnsi="Times New Roman" w:cs="Times New Roman"/>
          <w:sz w:val="24"/>
          <w:szCs w:val="24"/>
        </w:rPr>
        <w:t>якому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BF0BAB" w:rsidRPr="003B50D1" w:rsidRDefault="00BF0BAB" w:rsidP="00BF0B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BF0BAB" w:rsidRPr="003B50D1" w:rsidRDefault="00BF0BAB" w:rsidP="00BF0BAB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193C4B" w:rsidRDefault="00193C4B"/>
    <w:sectPr w:rsidR="00193C4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CA6" w:rsidRDefault="00406CA6" w:rsidP="00BF0BAB">
      <w:pPr>
        <w:spacing w:after="0" w:line="240" w:lineRule="auto"/>
      </w:pPr>
      <w:r>
        <w:separator/>
      </w:r>
    </w:p>
  </w:endnote>
  <w:endnote w:type="continuationSeparator" w:id="0">
    <w:p w:rsidR="00406CA6" w:rsidRDefault="00406CA6" w:rsidP="00BF0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CA6" w:rsidRDefault="00406CA6" w:rsidP="00BF0BAB">
      <w:pPr>
        <w:spacing w:after="0" w:line="240" w:lineRule="auto"/>
      </w:pPr>
      <w:r>
        <w:separator/>
      </w:r>
    </w:p>
  </w:footnote>
  <w:footnote w:type="continuationSeparator" w:id="0">
    <w:p w:rsidR="00406CA6" w:rsidRDefault="00406CA6" w:rsidP="00BF0B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BAB"/>
    <w:rsid w:val="00193C4B"/>
    <w:rsid w:val="00406CA6"/>
    <w:rsid w:val="00860FA2"/>
    <w:rsid w:val="00944269"/>
    <w:rsid w:val="00BF0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BAB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af3">
    <w:name w:val="header"/>
    <w:basedOn w:val="a"/>
    <w:link w:val="af4"/>
    <w:uiPriority w:val="99"/>
    <w:unhideWhenUsed/>
    <w:rsid w:val="00BF0B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BF0BAB"/>
    <w:rPr>
      <w:rFonts w:eastAsiaTheme="minorHAnsi"/>
      <w:lang w:val="uk-UA" w:eastAsia="en-US"/>
    </w:rPr>
  </w:style>
  <w:style w:type="paragraph" w:styleId="af5">
    <w:name w:val="footer"/>
    <w:basedOn w:val="a"/>
    <w:link w:val="af6"/>
    <w:uiPriority w:val="99"/>
    <w:unhideWhenUsed/>
    <w:rsid w:val="00BF0B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BF0BAB"/>
    <w:rPr>
      <w:rFonts w:eastAsiaTheme="minorHAnsi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BAB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af3">
    <w:name w:val="header"/>
    <w:basedOn w:val="a"/>
    <w:link w:val="af4"/>
    <w:uiPriority w:val="99"/>
    <w:unhideWhenUsed/>
    <w:rsid w:val="00BF0B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BF0BAB"/>
    <w:rPr>
      <w:rFonts w:eastAsiaTheme="minorHAnsi"/>
      <w:lang w:val="uk-UA" w:eastAsia="en-US"/>
    </w:rPr>
  </w:style>
  <w:style w:type="paragraph" w:styleId="af5">
    <w:name w:val="footer"/>
    <w:basedOn w:val="a"/>
    <w:link w:val="af6"/>
    <w:uiPriority w:val="99"/>
    <w:unhideWhenUsed/>
    <w:rsid w:val="00BF0B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BF0BAB"/>
    <w:rPr>
      <w:rFonts w:eastAsiaTheme="minorHAnsi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61;&#1030;&#1061;%20&#1089;&#1077;&#1089;&#1080;&#1103;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Default.dotx</Template>
  <TotalTime>0</TotalTime>
  <Pages>1</Pages>
  <Words>267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2022-02-11T13:30:00Z</dcterms:created>
  <dcterms:modified xsi:type="dcterms:W3CDTF">2022-02-14T07:34:00Z</dcterms:modified>
</cp:coreProperties>
</file>