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94" w:rsidRPr="009517FC" w:rsidRDefault="00BC6594" w:rsidP="00BC659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C6594" w:rsidRPr="00DE6ED3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SimSun" w:hAnsi="Calibri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299BC8" wp14:editId="134A46E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26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594" w:rsidRDefault="00BC6594" w:rsidP="00BC6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hcjxT2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ezVjwKN5AABlWQQADgAAAAAAAAAAAAAAAAAuAgAAZHJzL2Uyb0RvYy54bWxQSwECLQAUAAYACAAA&#10;ACEAsh1Mm+AAAAAKAQAADwAAAAAAAAAAAAAAAAD9ewAAZHJzL2Rvd25yZXYueG1sUEsFBgAAAAAE&#10;AAQA8wAAAAp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B5CMMA&#10;AADeAAAADwAAAGRycy9kb3ducmV2LnhtbERPS2vCQBC+F/oflin0VjcmohKzShBbPAji6z5kJw/M&#10;zobsNqb/visUepuP7znZZjStGKh3jWUF00kEgriwuuFKwfXy+bEE4TyyxtYyKfghB5v160uGqbYP&#10;PtFw9pUIIexSVFB736VSuqImg25iO+LAlbY36APsK6l7fIRw08o4iubSYMOhocaOtjUV9/O3UWCT&#10;r/3hVsWnZMcLz/lxWd7Gg1Lvb2O+AuFp9P/iP/deh/nJLF7A851w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B5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tf2ckA&#10;AADeAAAADwAAAGRycy9kb3ducmV2LnhtbESPQUsDMRCF74L/IYzgpdisVaquTYsUVmsPhVbB67AZ&#10;N6ubyZLEdu2vdw4FbzO8N+99M1sMvlN7iqkNbOB6XIAiroNtuTHw/lZd3YNKGdliF5gM/FKCxfz8&#10;bIalDQfe0n6XGyUhnEo04HLuS61T7chjGoeeWLTPED1mWWOjbcSDhPtOT4piqj22LA0Oe1o6qr93&#10;P97AV7VxH8u743McPWzpOKrWL93r1JjLi+HpEVSmIf+bT9crK/g3txPhlXd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ftf2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ReQ8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mg8nM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F5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0OccA&#10;AADeAAAADwAAAGRycy9kb3ducmV2LnhtbESPQUsDQQyF74L/YYjgzc7a1iprp0WqgggerIJ4Czvp&#10;7uJOZpiJ3fXfm4PgLSEv771vvZ3CYI6USx/ZweWsAkPcRN9z6+D97fHiBkwRZI9DZHLwQwW2m9OT&#10;NdY+jvxKx720Rk241OigE0m1taXpKGCZxUSst0PMAUXX3FqfcVTzMNh5Va1swJ41ocNEu46ar/13&#10;cPAyPqTn69XVIX3m5dyWey8fO3Hu/Gy6uwUjNMm/+O/7yWv9xXKh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DdD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vEmMYA&#10;AADeAAAADwAAAGRycy9kb3ducmV2LnhtbESPwWrDMBBE74H+g9hCL6GRU5dQ3CjGlLgEX4KTfsBi&#10;bSxTa2UsJXb/PioUettlZufNbvPZ9uJGo+8cK1ivEhDEjdMdtwq+zuXzGwgfkDX2jknBD3nIdw+L&#10;LWbaTVzT7RRaEUPYZ6jAhDBkUvrGkEW/cgNx1C5utBjiOrZSjzjFcNvLlyTZSIsdR4LBgT4MNd+n&#10;q42QY4rH6jKdy88ZJ9xXhpdFrdTT41y8gwg0h3/z3/VBx/rpa7qG33fiDHJ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vEm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P1cUA&#10;AADeAAAADwAAAGRycy9kb3ducmV2LnhtbERPTUsDMRC9C/0PYQrebNZtrbI2LVIVROihrSDehs10&#10;d3EzCcnYXf+9EQRv83ifs9qMrldniqnzbOB6VoAirr3tuDHwdny+ugOVBNli75kMfFOCzXpyscLK&#10;+oH3dD5Io3IIpwoNtCKh0jrVLTlMMx+IM3fy0aFkGBttIw453PW6LIqldthxbmgx0Lal+vPw5Qzs&#10;hqfweru8OYWPuCh1erTyvhVjLqfjwz0ooVH+xX/uF5vnzxf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XU/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3p8UA&#10;AADeAAAADwAAAGRycy9kb3ducmV2LnhtbERP32vCMBB+H/g/hBv4MjSd3YZUo+ggOJgwpoKvR3O2&#10;Zc2lJNF2//0yGOztPr6ft1wPthU38qFxrOBxmoEgLp1puFJwOurJHESIyAZbx6TgmwKsV6O7JRbG&#10;9fxJt0OsRArhUKCCOsaukDKUNVkMU9cRJ+7ivMWYoK+k8dincNvKWZa9SIsNp4YaO3qtqfw6XK2C&#10;7Udf5f6h3A7u/bI7P2tt9F4rNb4fNgsQkYb4L/5zv5k0P3/Kc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e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0lLMIA&#10;AADeAAAADwAAAGRycy9kb3ducmV2LnhtbERP3WrCMBS+H/gO4QjezVTthlSjiFKQsZs5H+DQHJtq&#10;c1KSWOvbL4PB7s7H93vW28G2oicfGscKZtMMBHHldMO1gvN3+boEESKyxtYxKXhSgO1m9LLGQrsH&#10;f1F/irVIIRwKVGBi7AopQ2XIYpi6jjhxF+ctxgR9LbXHRwq3rZxn2bu02HBqMNjR3lB1O92tgvJj&#10;/tnf7tqXbjfklt7MdXkwSk3Gw24FItIQ/8V/7qNO8xf5Io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zSUs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HKSMUA&#10;AADeAAAADwAAAGRycy9kb3ducmV2LnhtbERPW2vCMBR+H/gfwhnsRTTdOkU6o+ggbLDB8AJ7PTTH&#10;tqw5KUlm6783A2Fv5+O7nuV6sK04kw+NYwWP0wwEcelMw5WC40FPFiBCRDbYOiYFFwqwXo3ullgY&#10;1/OOzvtYiRTCoUAFdYxdIWUoa7IYpq4jTtzJeYsxQV9J47FP4baVT1k2lxYbTg01dvRaU/mz/7UK&#10;tl99lftxuR3cx+nte6a10Z9aqYf7YfMCItIQ/8U397tJ8/PnfAZ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cp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ewMMA&#10;AADeAAAADwAAAGRycy9kb3ducmV2LnhtbERP3WrCMBS+H/gO4QjezdSfiVSjiFIYYzerPsChOTbV&#10;5qQksXZvvwwGuzsf3+/Z7gfbip58aBwrmE0zEMSV0w3XCi7n4nUNIkRkja1jUvBNAfa70csWc+2e&#10;/EV9GWuRQjjkqMDE2OVShsqQxTB1HXHirs5bjAn6WmqPzxRuWznPspW02HBqMNjR0VB1Lx9WQfEx&#10;/+zvD+0LdxiWlt7MbX0ySk3Gw2EDItIQ/8V/7ned5i+WixX8vpNu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Mew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ls8AA&#10;AADeAAAADwAAAGRycy9kb3ducmV2LnhtbERPy6rCMBDdX/Afwgjurqm3vqhGuQiKLq1+wNCMbbGZ&#10;1Cba+vdGENzN4Txnue5MJR7UuNKygtEwAkGcWV1yruB82v7OQTiPrLGyTAqe5GC96v0sMdG25SM9&#10;Up+LEMIuQQWF93UipcsKMuiGtiYO3MU2Bn2ATS51g20IN5X8i6KpNFhyaCiwpk1B2TW9GwXjZ7u7&#10;pZNrtNWGRoe4PrDPJkoN+t3/AoSnzn/FH/deh/nxOJ7B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Els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ynbsUA&#10;AADeAAAADwAAAGRycy9kb3ducmV2LnhtbESPQWvCQBCF74L/YRmhN91Ui9ToKlKxFE+aquchOyah&#10;2dmQXTX++85B8DbDe/PeN4tV52p1ozZUng28jxJQxLm3FRcGjr/b4SeoEJEt1p7JwIMCrJb93gJT&#10;6+98oFsWCyUhHFI0UMbYpFqHvCSHYeQbYtEuvnUYZW0LbVu8S7ir9ThJptphxdJQYkNfJeV/2dUZ&#10;uE7P4yNfdnafbR7fs812HfSpMOZt0K3noCJ18WV+Xv9YwZ98TIRX3pEZ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Kdu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+y6MYA&#10;AADeAAAADwAAAGRycy9kb3ducmV2LnhtbERPTWvCQBC9F/wPywjemo2NBI2u0hYK2kOlth68jdkx&#10;iWZn0+yq6b93C0Jv83ifM1t0phYXal1lWcEwikEQ51ZXXCj4/np7HINwHlljbZkU/JKDxbz3MMNM&#10;2yt/0mXjCxFC2GWooPS+yaR0eUkGXWQb4sAdbGvQB9gWUrd4DeGmlk9xnEqDFYeGEht6LSk/bc5G&#10;wXY9Tifrl9Xo+P6xx8Ton52uUqUG/e55CsJT5//Fd/dSh/nJKJnA3zvhBj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+y6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r/nMYA&#10;AADeAAAADwAAAGRycy9kb3ducmV2LnhtbESPQWvCQBCF7wX/wzKCt7pRg0h0FbVoS09WBa9DdkyC&#10;2dmQ3Wrsr+8cCr3NMG/ee99i1bla3akNlWcDo2ECijj3tuLCwPm0e52BChHZYu2ZDDwpwGrZe1lg&#10;Zv2Dv+h+jIUSEw4ZGihjbDKtQ16SwzD0DbHcrr51GGVtC21bfIi5q/U4SabaYcWSUGJD25Ly2/Hb&#10;GfiZXvAQ3sebt4mN9Exne/952Bsz6HfrOahIXfwX/31/WKk/SVMBEBy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r/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8zqcQA&#10;AADeAAAADwAAAGRycy9kb3ducmV2LnhtbERPzWrCQBC+C32HZQq9mY02ljbNKqUoeFPTPsCQnW5C&#10;srMxu9Xo07uFgrf5+H6nWI22EycafONYwSxJQRBXTjdsFHx/baavIHxA1tg5JgUX8rBaPkwKzLU7&#10;84FOZTAihrDPUUEdQp9L6auaLPrE9cSR+3GDxRDhYKQe8BzDbSfnafoiLTYcG2rs6bOmqi1/rYKj&#10;my/0WK5x167f9o0x2fF6yJR6ehw/3kEEGsNd/O/e6jj/Octm8PdOvE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fM6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HLNcQA&#10;AADeAAAADwAAAGRycy9kb3ducmV2LnhtbERPyW7CMBC9V+IfrEHiVpyyFdI4qFSqxJXl0ONgD0na&#10;eJzGLqR8PUZC4jZPb51s2dlanKj1lWMFL8MEBLF2puJCwX73+TwH4QOywdoxKfgnD8u895RhatyZ&#10;N3TahkLEEPYpKihDaFIpvS7Joh+6hjhyR9daDBG2hTQtnmO4reUoSWbSYsWxocSGPkrSP9s/q2Bd&#10;HWg608eFna/05uvyG8av30apQb97fwMRqAsP8d29NnH+eDIZwe2de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yz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yXeccA&#10;AADeAAAADwAAAGRycy9kb3ducmV2LnhtbERPXWvCQBB8F/ofji30TS9VkTbNRaogtPgBtWJfl9w2&#10;F5rbC7lrjP/eEwTfZnd2ZnayeW9r0VHrK8cKnkcJCOLC6YpLBYfv1fAFhA/IGmvHpOBMHub5wyDD&#10;VLsTf1G3D6WIJuxTVGBCaFIpfWHIoh+5hjhyv661GOLYllK3eIrmtpbjJJlJixXHBIMNLQ0Vf/t/&#10;q6DD3Tn5MYvt62e1Kca7xXGt4149PfbvbyAC9eF+fFN/6Pj+ZDqdwLVOxC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cl3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Ql8MA&#10;AADeAAAADwAAAGRycy9kb3ducmV2LnhtbERPTUvDQBC9C/6HZQRvdmMMIrHbIoWKxxo9eByz02xq&#10;dibsbpvUX+8Kgrd5vM9Zrmc/qBOF2AsbuF0UoIhbsT13Bt7ftjcPoGJCtjgIk4EzRVivLi+WWFuZ&#10;+JVOTepUDuFYowGX0lhrHVtHHuNCRuLM7SV4TBmGTtuAUw73gy6L4l577Dk3OBxp46j9ao7ewPTc&#10;fh7K/Yd132GUbbOTQzmIMddX89MjqERz+hf/uV9snn9XVRX8vpN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jQl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lG8YA&#10;AADeAAAADwAAAGRycy9kb3ducmV2LnhtbERP22oCMRB9L/gPYQTfarZeqqxG8VKhSEtR2/dxM91d&#10;TSbLJtX17xuh0Lc5nOtM54014kK1Lx0reOomIIgzp0vOFXweNo9jED4gazSOScGNPMxnrYcpptpd&#10;eUeXfchFDGGfooIihCqV0mcFWfRdVxFH7tvVFkOEdS51jdcYbo3sJcmztFhybCiwolVB2Xn/YxVs&#10;Ptbm1HvfLb5kWL2Mjma8Xa7flOq0m8UERKAm/Iv/3K86zu8PBkO4vxNv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xlG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gm+MQA&#10;AADeAAAADwAAAGRycy9kb3ducmV2LnhtbERP24rCMBB9F/yHMIIvi6ZeVqRrFBFEBRd2VfB1bGbb&#10;YjMpTaz1742w4NscznVmi8YUoqbK5ZYVDPoRCOLE6pxTBafjujcF4TyyxsIyKXiQg8W83ZphrO2d&#10;f6k++FSEEHYxKsi8L2MpXZKRQde3JXHg/mxl0AdYpVJXeA/hppDDKJpIgzmHhgxLWmWUXA83o6D+&#10;2V/Sbe3K3XX64T5Hl83mW5+V6naa5RcIT41/i//dWx3mj8bjCbzeCT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oJv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9fsYA&#10;AADeAAAADwAAAGRycy9kb3ducmV2LnhtbERPTWsCMRC9F/wPYYTeala7tXZrFBUKvRSq9aC3cTPu&#10;Lm4maxJ1669vhIK3ebzPGU9bU4szOV9ZVtDvJSCIc6srLhSsfz6eRiB8QNZYWyYFv+RhOuk8jDHT&#10;9sJLOq9CIWII+wwVlCE0mZQ+L8mg79mGOHJ76wyGCF0htcNLDDe1HCTJUBqsODaU2NCipPywOhkF&#10;87fR/Pid8td1udvSdrM7vAxcotRjt529gwjUhrv43/2p4/znNH2F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j9fsYAAADeAAAADwAAAAAAAAAAAAAAAACYAgAAZHJz&#10;L2Rvd25yZXYueG1sUEsFBgAAAAAEAAQA9QAAAIsDAAAAAA==&#10;" fillcolor="black" stroked="f"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RnDMkA&#10;AADeAAAADwAAAGRycy9kb3ducmV2LnhtbESPT0/CQBDF7yZ+h82YeJOtgIRUFiICiYlw4M+B49gd&#10;2027s013heqndw4m3mby3rz3m9mi9426UBddYAOPgwwUcRGs49LA6bh5mIKKCdliE5gMfFOExfz2&#10;Zoa5DVfe0+WQSiUhHHM0UKXU5lrHoiKPcRBaYtE+Q+cxydqV2nZ4lXDf6GGWTbRHx9JQYUuvFRX1&#10;4csbOL9P3HTvaPix/Vmu7fapXu5WtTH3d/3LM6hEffo3/12/WcEfjcfCK+/IDHr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NRnD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vpcQA&#10;AADeAAAADwAAAGRycy9kb3ducmV2LnhtbERPTWsCMRC9C/6HMEJvmq0VsVujiKXUiwdtS6/DZrrZ&#10;7mayTaKu/nojCL3N433OfNnZRhzJh8qxgsdRBoK4cLriUsHnx9twBiJEZI2NY1JwpgDLRb83x1y7&#10;E+/ouI+lSCEcclRgYmxzKUNhyGIYuZY4cT/OW4wJ+lJqj6cUbhs5zrKptFhxajDY0tpQUe8PVoFf&#10;fb/WFz581dllew7vv93fDI1SD4Nu9QIiUhf/xXf3Rqf5T5PJM9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Kr6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mrscA&#10;AADeAAAADwAAAGRycy9kb3ducmV2LnhtbESP3UoDQQyF7wXfYYjgjdhZq/1bOy0iCIJFaO0DpDtx&#10;d3Ems+zEduvTmwvBu4ScnHO+5XqIwRypz21iB3ejAgxxlXzLtYP9x8vtHEwWZI8hMTk4U4b16vJi&#10;iaVPJ97ScSe1URPOJTpoRLrS2lw1FDGPUkest8/URxRd+9r6Hk9qHoMdF8XURmxZExrs6Lmh6mv3&#10;HR2E8SEs3mZ5I+e93RQ/UbY3796566vh6RGM0CD/4r/vV6/17x8mCqA4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YJq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TCb8UA&#10;AADeAAAADwAAAGRycy9kb3ducmV2LnhtbERPTWsCMRC9F/ofwhS81azalrIapSrCXjx0a/E6bsbN&#10;0mSybKKu/fWmUPA2j/c5s0XvrDhTFxrPCkbDDARx5XXDtYLd1+b5HUSIyBqtZ1JwpQCL+ePDDHPt&#10;L/xJ5zLWIoVwyFGBibHNpQyVIYdh6FvixB195zAm2NVSd3hJ4c7KcZa9SYcNpwaDLa0MVT/lySlY&#10;l60d7wqzDPvv7eFgi98N7ddKDZ76jymISH28i//dhU7zJy+vI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MJ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uLsIA&#10;AADeAAAADwAAAGRycy9kb3ducmV2LnhtbERPS2sCMRC+F/ofwhS81aS+2RqlFAWhJ18Hb0My7m67&#10;mSyb6K7/vhEEb/PxPWe+7FwlrtSE0rOGj74CQWy8LTnXcNiv32cgQkS2WHkmDTcKsFy8vswxs77l&#10;LV13MRcphEOGGooY60zKYApyGPq+Jk7c2TcOY4JNLm2DbQp3lRwoNZEOS04NBdb0XZD5212cht+1&#10;/PFGoTkeju3GTk+rCVVK695b9/UJIlIXn+KHe2PT/OFoPID7O+kG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+4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e40sQA&#10;AADeAAAADwAAAGRycy9kb3ducmV2LnhtbERPS2vCQBC+F/wPywi96UbTikRX0UKhVHrwgXgcs2MS&#10;kp0Nu6um/74rCL3Nx/ec+bIzjbiR85VlBaNhAoI4t7riQsFh/zmYgvABWWNjmRT8koflovcyx0zb&#10;O2/ptguFiCHsM1RQhtBmUvq8JIN+aFviyF2sMxgidIXUDu8x3DRynCQTabDi2FBiSx8l5fXuahSc&#10;rhu+/KTfK7cOR9vtfT0+T2ulXvvdagYiUBf+xU/3l47z07f3FB7vx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3uN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11MYA&#10;AADeAAAADwAAAGRycy9kb3ducmV2LnhtbERPTWsCMRC9F/wPYYTealZdi65GqYLgpaC2h3obN+Pu&#10;4mayTVLd+utNQehtHu9zZovW1OJCzleWFfR7CQji3OqKCwWfH+uXMQgfkDXWlknBL3lYzDtPM8y0&#10;vfKOLvtQiBjCPkMFZQhNJqXPSzLoe7YhjtzJOoMhQldI7fAaw00tB0nyKg1WHBtKbGhVUn7e/xgF&#10;y8l4+b1N+f22Ox7o8HU8jwYuUeq5275NQQRqw7/44d7oOH+YjlL4eyfe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P11MYAAADeAAAADwAAAAAAAAAAAAAAAACYAgAAZHJz&#10;L2Rvd25yZXYueG1sUEsFBgAAAAAEAAQA9QAAAIsDAAAAAA==&#10;" fillcolor="black" stroked="f"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lb5cQA&#10;AADeAAAADwAAAGRycy9kb3ducmV2LnhtbERPTUsDMRC9C/0PYQrebNbWSlmblqVQFE/bqvQ63Yyb&#10;xc1kSWK6/nsjCL3N433OejvaXiTyoXOs4H5WgCBunO64VfD+tr9bgQgRWWPvmBT8UIDtZnKzxlK7&#10;Cx8oHWMrcgiHEhWYGIdSytAYshhmbiDO3KfzFmOGvpXa4yWH217Oi+JRWuw4NxgcaGeo+Tp+WwXp&#10;vKurRTolc3j1Vetd/fxxrpW6nY7VE4hIY7yK/90vOs9fPCy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5W+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Bm8YA&#10;AADeAAAADwAAAGRycy9kb3ducmV2LnhtbERPTWvCQBC9F/oflil4qxu1DTa6ShFbrBfbWNDjkB2z&#10;odnZkN3GtL/eLQi9zeN9znzZ21p01PrKsYLRMAFBXDhdcangc/9yPwXhA7LG2jEp+CEPy8XtzRwz&#10;7c78QV0eShFD2GeowITQZFL6wpBFP3QNceROrrUYImxLqVs8x3Bby3GSpNJixbHBYEMrQ8VX/m0V&#10;+NFqfdja36fu+Gp4l7+Z9L00Sg3u+ucZiEB9+Bdf3Rsd508eHlP4eyfe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eBm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6594" w:rsidRDefault="00BC6594" w:rsidP="00BC6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6594" w:rsidRPr="00DE6ED3" w:rsidRDefault="00BC6594" w:rsidP="00BC659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6594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C6594" w:rsidRPr="00DE6ED3" w:rsidRDefault="00BC6594" w:rsidP="00BC659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6594" w:rsidRPr="00DE6ED3" w:rsidRDefault="00BC6594" w:rsidP="00BC65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C6594" w:rsidRPr="00DE6ED3" w:rsidRDefault="00BC6594" w:rsidP="00BC65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6594" w:rsidRPr="00DE6ED3" w:rsidRDefault="00BC6594" w:rsidP="00BC65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.03.2021 року                                        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BC6594" w:rsidRDefault="00BC6594" w:rsidP="00BC659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C6594" w:rsidRPr="00B60227" w:rsidRDefault="00BC6594" w:rsidP="00BC659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BC6594" w:rsidRDefault="00BC6594" w:rsidP="00BC6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договору </w:t>
      </w:r>
      <w:proofErr w:type="spell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оренди</w:t>
      </w:r>
      <w:proofErr w:type="spellEnd"/>
    </w:p>
    <w:p w:rsidR="00BC6594" w:rsidRPr="00126E65" w:rsidRDefault="00BC6594" w:rsidP="00BC6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22.08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.2012 р.</w:t>
      </w:r>
    </w:p>
    <w:p w:rsidR="00BC6594" w:rsidRDefault="00BC6594" w:rsidP="00BC65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6594" w:rsidRDefault="00BC6594" w:rsidP="00BC65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6594" w:rsidRPr="00126E65" w:rsidRDefault="00BC6594" w:rsidP="00BC65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6594" w:rsidRPr="00126E65" w:rsidRDefault="00BC6594" w:rsidP="00BC6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 пункту 34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частини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26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місцеве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самоврядування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31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оренду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реє</w:t>
      </w:r>
      <w:proofErr w:type="gram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</w:t>
      </w:r>
      <w:proofErr w:type="gram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14.11.2012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сільська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рада </w:t>
      </w:r>
    </w:p>
    <w:p w:rsidR="00BC6594" w:rsidRDefault="00BC6594" w:rsidP="00BC6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BC6594" w:rsidRPr="00126E65" w:rsidRDefault="00BC6594" w:rsidP="00BC6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6594" w:rsidRPr="00126E65" w:rsidRDefault="00BC6594" w:rsidP="00BC659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Розірвати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Догові</w:t>
      </w:r>
      <w:proofErr w:type="gramStart"/>
      <w:r w:rsidRPr="00126E65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proofErr w:type="gram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оренди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від</w:t>
      </w:r>
      <w:r>
        <w:rPr>
          <w:rFonts w:ascii="Times New Roman" w:eastAsia="Calibri" w:hAnsi="Times New Roman" w:cs="Times New Roman"/>
          <w:sz w:val="24"/>
          <w:szCs w:val="24"/>
        </w:rPr>
        <w:t xml:space="preserve">22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реєстрі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№6823900040007175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14.11.2012 р. та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укладеного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Славутською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районною державною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адміністрацією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Гамолюк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Василівною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яким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передано  в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довгострокове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35,9453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сінокосіння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випасання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худоби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 6823984700:05:003:0007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шляхом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укладення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відповідної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додаткової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угоди.</w:t>
      </w:r>
    </w:p>
    <w:p w:rsidR="00BC6594" w:rsidRPr="00126E65" w:rsidRDefault="00BC6594" w:rsidP="00BC659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Уповноважити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сільського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голову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Валерія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Михалюка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Гамолюк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Ніною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Василівною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додаткову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угоду про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Договору,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зазначеного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пункті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цього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C6594" w:rsidRPr="00126E65" w:rsidRDefault="00BC6594" w:rsidP="00BC6594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Контроль за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житлово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комунального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енергозбереження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та транспорту та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інфраструктури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Качаровський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М.Г.).</w:t>
      </w: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proofErr w:type="spellStart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Сільський</w:t>
      </w:r>
      <w:proofErr w:type="spellEnd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</w:t>
      </w:r>
      <w:proofErr w:type="spellStart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Валерій</w:t>
      </w:r>
      <w:proofErr w:type="spellEnd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МИХАЛЮК </w:t>
      </w: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BC6594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BC6594" w:rsidRPr="00126E65" w:rsidRDefault="00BC6594" w:rsidP="00BC6594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Додаток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ішенням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сесії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ради </w:t>
      </w:r>
    </w:p>
    <w:p w:rsidR="00BC6594" w:rsidRPr="00126E65" w:rsidRDefault="00BC6594" w:rsidP="00BC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25.03.2021 р. №___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22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серпня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2012 року 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«__»___________2021 року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Гамолюк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Ніна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Василівна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ідставі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паспорта ___________________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виданий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Сторона 1),  з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однієї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 та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рада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spellEnd"/>
      <w:proofErr w:type="gram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року № ___ «Про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.2012 р.»(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Сторона 2), з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окремо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«Сторона»)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ідповідно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22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.08.2012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реєстрі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14.11.2012 р. (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далі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Договір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та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31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оренду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уклали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угоду до Договору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 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іменується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"Угода") 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C6594" w:rsidRPr="00126E65" w:rsidRDefault="00BC6594" w:rsidP="00BC659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взаємною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згодою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вирішили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достроково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розірвати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Догові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передано в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довгострокове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35,9453</w:t>
      </w:r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га, для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сінокосіння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випасання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худоби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6823984700:05:003:0007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6594" w:rsidRPr="00126E65" w:rsidRDefault="00BC6594" w:rsidP="00BC659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Дострокове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звільняє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зобов’язань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виникли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них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відповідальності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порушення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яке мало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6594" w:rsidRPr="00126E65" w:rsidRDefault="00BC6594" w:rsidP="00BC659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вимагати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повернення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того,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ними за Договором,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домоменту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6594" w:rsidRPr="00126E65" w:rsidRDefault="00BC6594" w:rsidP="00BC659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повному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мовою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двох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силу – по одному для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кожної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Сторін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6594" w:rsidRPr="00126E65" w:rsidRDefault="00BC6594" w:rsidP="00BC6594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набирає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чинності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моменту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ідписання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Сторонами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скріплення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печатками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Сторін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6594" w:rsidRPr="00126E65" w:rsidRDefault="00BC6594" w:rsidP="00BC6594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7"/>
        <w:gridCol w:w="4749"/>
      </w:tblGrid>
      <w:tr w:rsidR="00BC659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СТОРОНА 1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Гамолюк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Ніна</w:t>
            </w: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Василівна</w:t>
            </w:r>
            <w:proofErr w:type="spellEnd"/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рада</w:t>
            </w:r>
          </w:p>
        </w:tc>
      </w:tr>
      <w:tr w:rsidR="00BC659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  <w:proofErr w:type="spellEnd"/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26E65">
              <w:rPr>
                <w:rFonts w:ascii="Times New Roman" w:hAnsi="Times New Roman"/>
                <w:sz w:val="24"/>
                <w:szCs w:val="24"/>
              </w:rPr>
              <w:t>Шепетівський</w:t>
            </w:r>
            <w:proofErr w:type="spellEnd"/>
            <w:r w:rsidRPr="00126E65">
              <w:rPr>
                <w:rFonts w:ascii="Times New Roman" w:hAnsi="Times New Roman"/>
                <w:sz w:val="24"/>
                <w:szCs w:val="24"/>
              </w:rPr>
              <w:t>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</w:t>
            </w:r>
            <w:proofErr w:type="spell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Хмельницька</w:t>
            </w:r>
            <w:proofErr w:type="spell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область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</w:t>
            </w:r>
            <w:proofErr w:type="spell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_________________________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gram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__________________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вул. Б. Хмельницького, 106,</w:t>
            </w:r>
          </w:p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с. Крупець, 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Славутський</w:t>
            </w:r>
            <w:proofErr w:type="spellEnd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</w:p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Шепетівський</w:t>
            </w:r>
            <w:proofErr w:type="spellEnd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) р-н,</w:t>
            </w:r>
          </w:p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BC659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594" w:rsidRPr="00126E65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__________Г. Шуст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Сільський голова _________В. 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Михалюк</w:t>
            </w:r>
            <w:proofErr w:type="spellEnd"/>
          </w:p>
        </w:tc>
      </w:tr>
      <w:tr w:rsidR="00BC6594" w:rsidRPr="00126E65" w:rsidTr="00E30BD2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594" w:rsidRPr="00DB0CD0" w:rsidRDefault="00BC6594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6594" w:rsidRPr="00126E65" w:rsidRDefault="00BC6594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</w:p>
        </w:tc>
      </w:tr>
    </w:tbl>
    <w:p w:rsidR="00BC6594" w:rsidRDefault="00BC6594" w:rsidP="00BC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594" w:rsidRDefault="00BC6594" w:rsidP="00BC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20F" w:rsidRDefault="0093420F">
      <w:bookmarkStart w:id="0" w:name="_GoBack"/>
      <w:bookmarkEnd w:id="0"/>
    </w:p>
    <w:sectPr w:rsidR="0093420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0C" w:rsidRDefault="0017070C">
      <w:pPr>
        <w:spacing w:after="0" w:line="240" w:lineRule="auto"/>
      </w:pPr>
      <w:r>
        <w:separator/>
      </w:r>
    </w:p>
  </w:endnote>
  <w:endnote w:type="continuationSeparator" w:id="0">
    <w:p w:rsidR="0017070C" w:rsidRDefault="0017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0C" w:rsidRDefault="0017070C">
      <w:pPr>
        <w:spacing w:after="0" w:line="240" w:lineRule="auto"/>
      </w:pPr>
      <w:r>
        <w:separator/>
      </w:r>
    </w:p>
  </w:footnote>
  <w:footnote w:type="continuationSeparator" w:id="0">
    <w:p w:rsidR="0017070C" w:rsidRDefault="0017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94"/>
    <w:rsid w:val="0017070C"/>
    <w:rsid w:val="0093420F"/>
    <w:rsid w:val="00B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9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BC659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9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BC659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2021-03-20T05:04:00Z</dcterms:created>
  <dcterms:modified xsi:type="dcterms:W3CDTF">2021-03-20T05:04:00Z</dcterms:modified>
</cp:coreProperties>
</file>