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1C3" w:rsidRDefault="005D31C3" w:rsidP="005D31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31C3" w:rsidRDefault="00446E62" w:rsidP="005D31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6E62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D31C3" w:rsidRDefault="005D31C3" w:rsidP="005D31C3"/>
    <w:p w:rsidR="005D31C3" w:rsidRDefault="005D31C3" w:rsidP="005D31C3"/>
    <w:p w:rsidR="005D31C3" w:rsidRDefault="005D31C3" w:rsidP="005D31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D31C3" w:rsidRDefault="005D31C3" w:rsidP="005D31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D31C3" w:rsidRDefault="005D31C3" w:rsidP="005D31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D31C3" w:rsidRDefault="005D31C3" w:rsidP="005D31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D31C3" w:rsidRDefault="005D31C3" w:rsidP="005D31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1C3" w:rsidRDefault="005D31C3" w:rsidP="005D31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D31C3" w:rsidRDefault="005D31C3" w:rsidP="005D31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31C3" w:rsidRDefault="005D31C3" w:rsidP="005D31C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D31C3" w:rsidRDefault="005D31C3" w:rsidP="005D31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31C3" w:rsidRDefault="005D31C3" w:rsidP="005D31C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21.02.2020  року                                    Крупець                                                   №</w:t>
      </w: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D31C3" w:rsidRPr="00E15B70" w:rsidRDefault="005D31C3" w:rsidP="005D31C3">
      <w:pPr>
        <w:pStyle w:val="5"/>
        <w:spacing w:before="0"/>
        <w:rPr>
          <w:rFonts w:ascii="Times New Roman" w:hAnsi="Times New Roman"/>
          <w:b/>
          <w:color w:val="auto"/>
          <w:sz w:val="24"/>
          <w:szCs w:val="24"/>
        </w:rPr>
      </w:pPr>
      <w:r w:rsidRPr="00E15B70">
        <w:rPr>
          <w:b/>
          <w:color w:val="auto"/>
          <w:sz w:val="24"/>
          <w:szCs w:val="24"/>
          <w:lang w:val="ru-RU"/>
        </w:rPr>
        <w:t xml:space="preserve">Про </w:t>
      </w:r>
      <w:r w:rsidRPr="00E15B70">
        <w:rPr>
          <w:b/>
          <w:color w:val="auto"/>
          <w:sz w:val="24"/>
          <w:szCs w:val="24"/>
        </w:rPr>
        <w:t>затвердження Програми ліквідації наслідків</w:t>
      </w:r>
    </w:p>
    <w:p w:rsidR="005D31C3" w:rsidRPr="00E15B70" w:rsidRDefault="005D31C3" w:rsidP="005D31C3">
      <w:pPr>
        <w:pStyle w:val="5"/>
        <w:spacing w:before="0"/>
        <w:rPr>
          <w:b/>
          <w:color w:val="auto"/>
          <w:sz w:val="24"/>
          <w:szCs w:val="24"/>
        </w:rPr>
      </w:pPr>
      <w:r w:rsidRPr="00E15B70">
        <w:rPr>
          <w:b/>
          <w:color w:val="auto"/>
          <w:sz w:val="24"/>
          <w:szCs w:val="24"/>
        </w:rPr>
        <w:t>надзвичайних ситуацій, пов’язаних з нещасними</w:t>
      </w:r>
    </w:p>
    <w:p w:rsidR="005D31C3" w:rsidRPr="00E15B70" w:rsidRDefault="005D31C3" w:rsidP="005D31C3">
      <w:pPr>
        <w:pStyle w:val="5"/>
        <w:spacing w:before="0"/>
        <w:rPr>
          <w:b/>
          <w:color w:val="auto"/>
          <w:sz w:val="24"/>
          <w:szCs w:val="24"/>
        </w:rPr>
      </w:pPr>
      <w:r w:rsidRPr="00E15B70">
        <w:rPr>
          <w:b/>
          <w:color w:val="auto"/>
          <w:sz w:val="24"/>
          <w:szCs w:val="24"/>
        </w:rPr>
        <w:t>випадками з людьми на воді на 2020 рік</w:t>
      </w:r>
    </w:p>
    <w:p w:rsidR="005D31C3" w:rsidRDefault="005D31C3" w:rsidP="005D31C3">
      <w:pPr>
        <w:pStyle w:val="af4"/>
        <w:spacing w:line="276" w:lineRule="auto"/>
        <w:rPr>
          <w:rFonts w:ascii="Times New Roman" w:hAnsi="Times New Roman"/>
          <w:sz w:val="24"/>
          <w:szCs w:val="24"/>
        </w:rPr>
      </w:pPr>
    </w:p>
    <w:p w:rsidR="005D31C3" w:rsidRPr="005D31C3" w:rsidRDefault="005D31C3" w:rsidP="005D31C3">
      <w:pPr>
        <w:pStyle w:val="af4"/>
        <w:spacing w:line="276" w:lineRule="auto"/>
        <w:ind w:firstLineChars="285" w:firstLine="687"/>
        <w:jc w:val="both"/>
        <w:rPr>
          <w:rFonts w:ascii="Times New Roman" w:hAnsi="Times New Roman"/>
          <w:color w:val="auto"/>
          <w:sz w:val="24"/>
          <w:szCs w:val="24"/>
        </w:rPr>
      </w:pPr>
      <w:r w:rsidRPr="005D31C3">
        <w:rPr>
          <w:rFonts w:ascii="Times New Roman" w:hAnsi="Times New Roman"/>
          <w:color w:val="auto"/>
          <w:sz w:val="24"/>
          <w:szCs w:val="24"/>
        </w:rPr>
        <w:t xml:space="preserve">Відповідно до пункту 22 частини 1 статті 26 Закону України «Про місцеве самоврядування в Україні»,  сільська рада </w:t>
      </w:r>
    </w:p>
    <w:p w:rsidR="005D31C3" w:rsidRPr="005D31C3" w:rsidRDefault="005D31C3" w:rsidP="005D31C3">
      <w:pPr>
        <w:pStyle w:val="af4"/>
        <w:spacing w:line="276" w:lineRule="auto"/>
        <w:ind w:firstLineChars="285" w:firstLine="68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5D31C3">
        <w:rPr>
          <w:rFonts w:ascii="Times New Roman" w:hAnsi="Times New Roman"/>
          <w:color w:val="auto"/>
          <w:sz w:val="24"/>
          <w:szCs w:val="24"/>
        </w:rPr>
        <w:t xml:space="preserve"> ВИРІШИЛА:</w:t>
      </w:r>
    </w:p>
    <w:p w:rsidR="005D31C3" w:rsidRDefault="005D31C3" w:rsidP="005D31C3">
      <w:pPr>
        <w:pStyle w:val="HTML"/>
        <w:spacing w:line="276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1.Затвердити Програму ліквідації наслідків надзвичайних ситуацій, пов’язаних з нещасними випадками з людьми на воді на 2020 рік (далі - Програма) згідно з додатком.</w:t>
      </w:r>
    </w:p>
    <w:p w:rsidR="005D31C3" w:rsidRDefault="005D31C3" w:rsidP="005D31C3">
      <w:pPr>
        <w:pStyle w:val="HTML"/>
        <w:spacing w:line="276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2.Контроль за виконанням цього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/>
          <w:lang w:val="uk-UA"/>
        </w:rPr>
        <w:t>Качаровська</w:t>
      </w:r>
      <w:proofErr w:type="spellEnd"/>
      <w:r>
        <w:rPr>
          <w:rFonts w:ascii="Times New Roman" w:hAnsi="Times New Roman"/>
          <w:lang w:val="uk-UA"/>
        </w:rPr>
        <w:t xml:space="preserve"> О.В.).</w:t>
      </w:r>
    </w:p>
    <w:p w:rsidR="005D31C3" w:rsidRDefault="005D31C3" w:rsidP="005D31C3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5D31C3" w:rsidRDefault="005D31C3" w:rsidP="005D31C3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5D31C3" w:rsidRDefault="005D31C3" w:rsidP="005D31C3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5D31C3" w:rsidRDefault="005D31C3" w:rsidP="005D31C3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5D31C3" w:rsidRDefault="005D31C3" w:rsidP="005D31C3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5D31C3" w:rsidRDefault="005D31C3" w:rsidP="005D31C3">
      <w:pPr>
        <w:pStyle w:val="HTML"/>
        <w:spacing w:line="276" w:lineRule="auto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Сільський</w:t>
      </w:r>
      <w:proofErr w:type="spellEnd"/>
      <w:r>
        <w:rPr>
          <w:rFonts w:ascii="Times New Roman" w:hAnsi="Times New Roman"/>
          <w:lang w:val="ru-RU"/>
        </w:rPr>
        <w:t xml:space="preserve"> голова 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                       </w:t>
      </w:r>
      <w:proofErr w:type="spellStart"/>
      <w:r>
        <w:rPr>
          <w:rFonts w:ascii="Times New Roman" w:hAnsi="Times New Roman"/>
          <w:lang w:val="ru-RU"/>
        </w:rPr>
        <w:t>В.А.Михалюк</w:t>
      </w:r>
      <w:proofErr w:type="spellEnd"/>
      <w:r>
        <w:rPr>
          <w:rFonts w:ascii="Times New Roman" w:hAnsi="Times New Roman"/>
          <w:lang w:val="ru-RU"/>
        </w:rPr>
        <w:t xml:space="preserve"> </w:t>
      </w:r>
    </w:p>
    <w:p w:rsidR="005D31C3" w:rsidRDefault="005D31C3" w:rsidP="005D31C3">
      <w:pPr>
        <w:pStyle w:val="HTML"/>
        <w:spacing w:line="276" w:lineRule="auto"/>
        <w:ind w:leftChars="2698" w:left="5936" w:firstLine="2"/>
        <w:rPr>
          <w:rFonts w:ascii="Times New Roman" w:hAnsi="Times New Roman"/>
          <w:lang w:val="ru-RU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5D31C3" w:rsidRPr="00E15B70" w:rsidRDefault="005D31C3" w:rsidP="00E15B70">
      <w:pPr>
        <w:pStyle w:val="HTML"/>
        <w:spacing w:line="276" w:lineRule="auto"/>
        <w:rPr>
          <w:rFonts w:ascii="Times New Roman" w:hAnsi="Times New Roman"/>
        </w:rPr>
      </w:pPr>
    </w:p>
    <w:p w:rsidR="005D31C3" w:rsidRDefault="005D31C3" w:rsidP="005D31C3">
      <w:pPr>
        <w:pStyle w:val="HTML"/>
        <w:spacing w:line="276" w:lineRule="auto"/>
        <w:ind w:leftChars="2531" w:left="5568" w:firstLine="2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Додаток</w:t>
      </w:r>
      <w:proofErr w:type="spellEnd"/>
      <w:r>
        <w:rPr>
          <w:rFonts w:ascii="Times New Roman" w:hAnsi="Times New Roman"/>
          <w:lang w:val="ru-RU"/>
        </w:rPr>
        <w:t xml:space="preserve"> </w:t>
      </w:r>
    </w:p>
    <w:p w:rsidR="005D31C3" w:rsidRDefault="005D31C3" w:rsidP="005D31C3">
      <w:pPr>
        <w:pStyle w:val="HTML"/>
        <w:spacing w:line="276" w:lineRule="auto"/>
        <w:ind w:leftChars="2531" w:left="5568" w:firstLine="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до </w:t>
      </w:r>
      <w:proofErr w:type="spellStart"/>
      <w:proofErr w:type="gramStart"/>
      <w:r>
        <w:rPr>
          <w:rFonts w:ascii="Times New Roman" w:hAnsi="Times New Roman"/>
          <w:lang w:val="ru-RU"/>
        </w:rPr>
        <w:t>р</w:t>
      </w:r>
      <w:proofErr w:type="gramEnd"/>
      <w:r>
        <w:rPr>
          <w:rFonts w:ascii="Times New Roman" w:hAnsi="Times New Roman"/>
          <w:lang w:val="ru-RU"/>
        </w:rPr>
        <w:t>ішення</w:t>
      </w:r>
      <w:proofErr w:type="spellEnd"/>
      <w:r>
        <w:rPr>
          <w:rFonts w:ascii="Times New Roman" w:hAnsi="Times New Roman"/>
          <w:lang w:val="ru-RU"/>
        </w:rPr>
        <w:t xml:space="preserve"> ХХХІІІ </w:t>
      </w:r>
      <w:proofErr w:type="spellStart"/>
      <w:r>
        <w:rPr>
          <w:rFonts w:ascii="Times New Roman" w:hAnsi="Times New Roman"/>
          <w:lang w:val="ru-RU"/>
        </w:rPr>
        <w:t>сесії</w:t>
      </w:r>
      <w:proofErr w:type="spellEnd"/>
      <w:r>
        <w:rPr>
          <w:rFonts w:ascii="Times New Roman" w:hAnsi="Times New Roman"/>
          <w:lang w:val="ru-RU"/>
        </w:rPr>
        <w:t xml:space="preserve"> Крупецької </w:t>
      </w:r>
      <w:proofErr w:type="spellStart"/>
      <w:r>
        <w:rPr>
          <w:rFonts w:ascii="Times New Roman" w:hAnsi="Times New Roman"/>
          <w:lang w:val="ru-RU"/>
        </w:rPr>
        <w:t>сільської</w:t>
      </w:r>
      <w:proofErr w:type="spellEnd"/>
      <w:r>
        <w:rPr>
          <w:rFonts w:ascii="Times New Roman" w:hAnsi="Times New Roman"/>
          <w:lang w:val="ru-RU"/>
        </w:rPr>
        <w:t xml:space="preserve"> ради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lang w:val="ru-RU"/>
        </w:rPr>
        <w:t xml:space="preserve">ІІ </w:t>
      </w:r>
      <w:proofErr w:type="spellStart"/>
      <w:r>
        <w:rPr>
          <w:rFonts w:ascii="Times New Roman" w:hAnsi="Times New Roman"/>
          <w:lang w:val="ru-RU"/>
        </w:rPr>
        <w:t>скликання</w:t>
      </w:r>
      <w:proofErr w:type="spellEnd"/>
    </w:p>
    <w:p w:rsidR="005D31C3" w:rsidRDefault="005D31C3" w:rsidP="005D31C3">
      <w:pPr>
        <w:pStyle w:val="HTML"/>
        <w:spacing w:line="276" w:lineRule="auto"/>
        <w:ind w:leftChars="2531" w:left="5568" w:firstLine="2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від</w:t>
      </w:r>
      <w:proofErr w:type="spellEnd"/>
      <w:r>
        <w:rPr>
          <w:rFonts w:ascii="Times New Roman" w:hAnsi="Times New Roman"/>
          <w:lang w:val="ru-RU"/>
        </w:rPr>
        <w:t xml:space="preserve">  21 лютого 2020 №__ </w:t>
      </w: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Програма </w:t>
      </w: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ліквідації наслідків надзвичайних ситуацій, пов’язаних з нещасними випадками з людьми на воді на 2020 рік</w:t>
      </w: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1.Загальна характеристика</w:t>
      </w:r>
    </w:p>
    <w:p w:rsidR="005D31C3" w:rsidRDefault="005D31C3" w:rsidP="005D31C3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6"/>
        <w:gridCol w:w="4790"/>
      </w:tblGrid>
      <w:tr w:rsidR="005D31C3" w:rsidTr="00FC4920">
        <w:tc>
          <w:tcPr>
            <w:tcW w:w="4927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928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Крупецька</w:t>
            </w:r>
            <w:proofErr w:type="spellEnd"/>
            <w:r>
              <w:rPr>
                <w:sz w:val="24"/>
                <w:szCs w:val="24"/>
              </w:rPr>
              <w:t xml:space="preserve"> сільська рада Славутського району Хмельницької області</w:t>
            </w:r>
          </w:p>
        </w:tc>
      </w:tr>
      <w:tr w:rsidR="005D31C3" w:rsidTr="00FC4920">
        <w:tc>
          <w:tcPr>
            <w:tcW w:w="4927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Розробники Програми</w:t>
            </w:r>
          </w:p>
        </w:tc>
        <w:tc>
          <w:tcPr>
            <w:tcW w:w="4928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Крупецька</w:t>
            </w:r>
            <w:proofErr w:type="spellEnd"/>
            <w:r>
              <w:rPr>
                <w:sz w:val="24"/>
                <w:szCs w:val="24"/>
              </w:rPr>
              <w:t xml:space="preserve"> сільська рада Славутського району Хмельницької області</w:t>
            </w:r>
          </w:p>
        </w:tc>
      </w:tr>
      <w:tr w:rsidR="005D31C3" w:rsidTr="00FC4920">
        <w:tc>
          <w:tcPr>
            <w:tcW w:w="4927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Учасники Програми</w:t>
            </w:r>
          </w:p>
        </w:tc>
        <w:tc>
          <w:tcPr>
            <w:tcW w:w="4928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Крупецька</w:t>
            </w:r>
            <w:proofErr w:type="spellEnd"/>
            <w:r>
              <w:rPr>
                <w:sz w:val="24"/>
                <w:szCs w:val="24"/>
              </w:rPr>
              <w:t xml:space="preserve"> сільська рада Славутського району Хмельницької області;</w:t>
            </w:r>
          </w:p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Комунальна установа «</w:t>
            </w:r>
            <w:proofErr w:type="spellStart"/>
            <w:r>
              <w:rPr>
                <w:sz w:val="24"/>
                <w:szCs w:val="24"/>
              </w:rPr>
              <w:t>Славутська</w:t>
            </w:r>
            <w:proofErr w:type="spellEnd"/>
            <w:r>
              <w:rPr>
                <w:sz w:val="24"/>
                <w:szCs w:val="24"/>
              </w:rPr>
              <w:t xml:space="preserve"> міська рятувально-водолазна служба»  м. Славута</w:t>
            </w:r>
          </w:p>
        </w:tc>
      </w:tr>
      <w:tr w:rsidR="005D31C3" w:rsidTr="00FC4920">
        <w:tc>
          <w:tcPr>
            <w:tcW w:w="4927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Терміни реалізації Програми</w:t>
            </w:r>
          </w:p>
        </w:tc>
        <w:tc>
          <w:tcPr>
            <w:tcW w:w="4928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рік</w:t>
            </w:r>
          </w:p>
        </w:tc>
      </w:tr>
      <w:tr w:rsidR="005D31C3" w:rsidTr="00FC4920">
        <w:tc>
          <w:tcPr>
            <w:tcW w:w="4927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4928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 тис. грн.</w:t>
            </w:r>
          </w:p>
        </w:tc>
      </w:tr>
      <w:tr w:rsidR="005D31C3" w:rsidTr="00FC4920">
        <w:tc>
          <w:tcPr>
            <w:tcW w:w="4927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Основні джерела фінансування</w:t>
            </w:r>
          </w:p>
        </w:tc>
        <w:tc>
          <w:tcPr>
            <w:tcW w:w="4928" w:type="dxa"/>
            <w:hideMark/>
          </w:tcPr>
          <w:p w:rsidR="005D31C3" w:rsidRDefault="005D31C3" w:rsidP="00FC4920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Сільський бюджет</w:t>
            </w:r>
          </w:p>
        </w:tc>
      </w:tr>
    </w:tbl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2.Визначення проблеми, на розв’язання якої спрямована Програма</w:t>
      </w:r>
    </w:p>
    <w:p w:rsidR="005D31C3" w:rsidRDefault="005D31C3" w:rsidP="005D31C3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Програма ліквідації наслідків надзвичайних ситуацій, пов’язаних з ліквідацією нещасних випадків з людьми на воді (далі – Програма) спрямована на реалізацію в </w:t>
      </w:r>
      <w:proofErr w:type="spellStart"/>
      <w:r>
        <w:rPr>
          <w:sz w:val="24"/>
          <w:szCs w:val="24"/>
        </w:rPr>
        <w:t>Крупецькій</w:t>
      </w:r>
      <w:proofErr w:type="spellEnd"/>
      <w:r>
        <w:rPr>
          <w:sz w:val="24"/>
          <w:szCs w:val="24"/>
        </w:rPr>
        <w:t xml:space="preserve"> об’єднаній територіальній громаді та населених пунктах, що ввійшли до її складу, відповідно до Кодексу цивільного захисту населення від 02 жовтня 2012 року № 5403-VІ, розпорядження Президента України від 14 липня 2001 року № 190/2001 «Про невідкладні заходи щодо запобігання загибелі людей на водних об’єктах», Постанови </w:t>
      </w:r>
      <w:r>
        <w:rPr>
          <w:sz w:val="24"/>
          <w:szCs w:val="24"/>
        </w:rPr>
        <w:lastRenderedPageBreak/>
        <w:t>Кабінету Міністрів України від 09 січня 2014 року №11 «Про затвердження Положення про єдину державну систему цивільного захисту», наказу МВС від 10 квітня 2017 року № 301  «Про затвердження Правил охорони життя людей на водних об’єктах України».</w:t>
      </w:r>
    </w:p>
    <w:p w:rsidR="005D31C3" w:rsidRDefault="005D31C3" w:rsidP="005D31C3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Основним принципом Програми є дотримання загальнодержавних інтересів, що досягаються шляхом формування системи взаємоузгодження заходів органів виконавчої влади, місцевого самоврядування на регіональному та місцевому рівнях, спрямованих на розв’язання проблеми ліквідації наслідків надзвичайних ситуацій, пов’язаних з нещасними випадками з людьми на воді.</w:t>
      </w: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3.Мета та основні завдання Програми</w:t>
      </w: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Мета Програми полягає у визначенні стратегії і тактики розв’язання проблем щодо ліквідації наслідків надзвичайних ситуацій, пов’язаних з нещасними випадками з людьми на воді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об’єднаній територіальній громаді та селах, що ввійшли до її складу, впровадження комплексу узгоджених і взаємопов’язаних економічних, організаційно-технічних та інших заходів, які детально розробляються на кожному етапі реалізації Програми.</w:t>
      </w: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4.Напрямки діяльності та заходи Програми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378"/>
        <w:gridCol w:w="1920"/>
        <w:gridCol w:w="1919"/>
        <w:gridCol w:w="1963"/>
      </w:tblGrid>
      <w:tr w:rsidR="005D31C3" w:rsidTr="00FC49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D31C3" w:rsidRDefault="005D31C3" w:rsidP="00FC492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крупецької</w:t>
            </w:r>
            <w:proofErr w:type="spellEnd"/>
            <w:r>
              <w:rPr>
                <w:sz w:val="24"/>
                <w:szCs w:val="24"/>
              </w:rPr>
              <w:t xml:space="preserve"> об</w:t>
            </w:r>
            <w:r>
              <w:rPr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sz w:val="24"/>
                <w:szCs w:val="24"/>
              </w:rPr>
              <w:t>єднаної</w:t>
            </w:r>
            <w:proofErr w:type="spellEnd"/>
            <w:r>
              <w:rPr>
                <w:sz w:val="24"/>
                <w:szCs w:val="24"/>
              </w:rPr>
              <w:t xml:space="preserve"> територіальної громади</w:t>
            </w:r>
          </w:p>
        </w:tc>
      </w:tr>
      <w:tr w:rsidR="005D31C3" w:rsidTr="00FC49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Ліквідація наслідків надзвичайних ситуацій, пов’язаних з нещасними випадками з людьми на воді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рік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Славутська</w:t>
            </w:r>
            <w:proofErr w:type="spellEnd"/>
            <w:r>
              <w:rPr>
                <w:sz w:val="24"/>
                <w:szCs w:val="24"/>
              </w:rPr>
              <w:t xml:space="preserve"> міська рятувально-водолазна служба»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 тис. грн.</w:t>
            </w:r>
          </w:p>
        </w:tc>
      </w:tr>
    </w:tbl>
    <w:p w:rsidR="005D31C3" w:rsidRDefault="005D31C3" w:rsidP="005D31C3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  <w:szCs w:val="24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5.Обґрунтування шляхів і засобів розв’язання проблеми, строки та етапи виконання Програми</w:t>
      </w:r>
    </w:p>
    <w:p w:rsidR="005D31C3" w:rsidRDefault="005D31C3" w:rsidP="005D31C3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Для досягнення основної мети Програми передбачається реалізувати заходи для можливості ліквідації наслідків надзвичайних ситуацій з нещасними випадками з людьми на воді:</w:t>
      </w:r>
    </w:p>
    <w:p w:rsidR="005D31C3" w:rsidRDefault="005D31C3" w:rsidP="005D31C3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створення запасу паливо-мастильних матеріалів для оперативного виїзду водолазного підрозділу </w:t>
      </w:r>
      <w:proofErr w:type="spellStart"/>
      <w:r>
        <w:rPr>
          <w:sz w:val="24"/>
          <w:szCs w:val="24"/>
        </w:rPr>
        <w:t>КУ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Славутська</w:t>
      </w:r>
      <w:proofErr w:type="spellEnd"/>
      <w:r>
        <w:rPr>
          <w:sz w:val="24"/>
          <w:szCs w:val="24"/>
        </w:rPr>
        <w:t xml:space="preserve"> МРВС» на території Крупецької об’єднаної </w:t>
      </w:r>
      <w:r>
        <w:rPr>
          <w:sz w:val="24"/>
          <w:szCs w:val="24"/>
        </w:rPr>
        <w:lastRenderedPageBreak/>
        <w:t>територіальної громади та населених пунктах, що ввійшли до її складу для проведення робіт і заходів з ліквідації наслідків надзвичайних ситуацій, пов’язаними з нещасними випадками з людьми на воді при їх виникненні;</w:t>
      </w:r>
    </w:p>
    <w:p w:rsidR="005D31C3" w:rsidRDefault="005D31C3" w:rsidP="005D31C3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створення системи організаційно-управлінських заходів;</w:t>
      </w:r>
    </w:p>
    <w:p w:rsidR="005D31C3" w:rsidRDefault="005D31C3" w:rsidP="005D31C3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утримання водолазного спорядження та пошукових засобів у постійній готовності до виконання завдань за призначенням – пов’язаних з ліквідацією нещасних випадків з людьми на воді при їх виникненні на території Крупецької об’єднаної територіальної громади та населених пунктах, що ввійшли до її складу;</w:t>
      </w:r>
    </w:p>
    <w:p w:rsidR="005D31C3" w:rsidRDefault="005D31C3" w:rsidP="005D31C3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відпрацювання працівниками водолазного підрозділу </w:t>
      </w:r>
      <w:proofErr w:type="spellStart"/>
      <w:r>
        <w:rPr>
          <w:sz w:val="24"/>
          <w:szCs w:val="24"/>
        </w:rPr>
        <w:t>КУ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Славутська</w:t>
      </w:r>
      <w:proofErr w:type="spellEnd"/>
      <w:r>
        <w:rPr>
          <w:sz w:val="24"/>
          <w:szCs w:val="24"/>
        </w:rPr>
        <w:t xml:space="preserve"> МРВС» прийомів та способів ліквідації наслідків надзвичайних ситуацій;</w:t>
      </w:r>
    </w:p>
    <w:p w:rsidR="005D31C3" w:rsidRDefault="005D31C3" w:rsidP="005D31C3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організація підготовки, перепідготовки водолазного підрозділу </w:t>
      </w:r>
      <w:proofErr w:type="spellStart"/>
      <w:r>
        <w:rPr>
          <w:sz w:val="24"/>
          <w:szCs w:val="24"/>
        </w:rPr>
        <w:t>КУ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Славутська</w:t>
      </w:r>
      <w:proofErr w:type="spellEnd"/>
      <w:r>
        <w:rPr>
          <w:sz w:val="24"/>
          <w:szCs w:val="24"/>
        </w:rPr>
        <w:t xml:space="preserve"> МРВС» для виконання завдань за призначенням пов’язаних з ліквідацією нещасних випадків з людьми на воді при їх виникненні на території Крупецької об’єднаної територіальної громади та населених пунктах, що ввійшли до її складу;</w:t>
      </w:r>
    </w:p>
    <w:p w:rsidR="005D31C3" w:rsidRDefault="005D31C3" w:rsidP="005D31C3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організація функціонування водолазного підрозділу </w:t>
      </w:r>
      <w:proofErr w:type="spellStart"/>
      <w:r>
        <w:rPr>
          <w:sz w:val="24"/>
          <w:szCs w:val="24"/>
        </w:rPr>
        <w:t>КУ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Славутська</w:t>
      </w:r>
      <w:proofErr w:type="spellEnd"/>
      <w:r>
        <w:rPr>
          <w:sz w:val="24"/>
          <w:szCs w:val="24"/>
        </w:rPr>
        <w:t xml:space="preserve"> МРВС» у режимі постійної готовності до виконання необхідного комплексу аварійно-рятувальних робіт в умовах надзвичайних ситуацій або загрози їх виникнення, забезпечення готовності працівників </w:t>
      </w:r>
      <w:proofErr w:type="spellStart"/>
      <w:r>
        <w:rPr>
          <w:sz w:val="24"/>
          <w:szCs w:val="24"/>
        </w:rPr>
        <w:t>КУ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Славутська</w:t>
      </w:r>
      <w:proofErr w:type="spellEnd"/>
      <w:r>
        <w:rPr>
          <w:sz w:val="24"/>
          <w:szCs w:val="24"/>
        </w:rPr>
        <w:t xml:space="preserve"> МРВС» пошуково-рятувальних та аварійно-рятувальних засобів, водолазного та спеціального спорядження; </w:t>
      </w:r>
    </w:p>
    <w:p w:rsidR="005D31C3" w:rsidRDefault="005D31C3" w:rsidP="005D31C3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4"/>
          <w:szCs w:val="24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6.Ресурси забезпечення Програми</w:t>
      </w: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2"/>
        <w:gridCol w:w="3203"/>
        <w:gridCol w:w="3171"/>
      </w:tblGrid>
      <w:tr w:rsidR="005D31C3" w:rsidTr="00FC4920">
        <w:trPr>
          <w:jc w:val="center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Джерела коштів, які пропонується залучити для виконання Програми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Період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Обсяг ресурсів </w:t>
            </w:r>
          </w:p>
        </w:tc>
      </w:tr>
      <w:tr w:rsidR="005D31C3" w:rsidTr="00FC4920">
        <w:trPr>
          <w:jc w:val="center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Сільський бюджет Крупецької ОТГ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1C3" w:rsidRDefault="005D31C3" w:rsidP="00FC4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 тис. грн.</w:t>
            </w:r>
          </w:p>
        </w:tc>
      </w:tr>
    </w:tbl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Завдання Програми</w:t>
      </w: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Основними завданнями Програми є реалізація на території Крупецької об’єднаної територіальної громади та населених пунктах, що ввійшли до її складу державної політики, спрямованої на ліквідацію наслідків надзвичайних ситуацій, пов’язаних з нещасними випадками з людьми на воді.</w:t>
      </w:r>
    </w:p>
    <w:p w:rsidR="005D31C3" w:rsidRDefault="005D31C3" w:rsidP="005D31C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Результативні показники Програми</w:t>
      </w: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Виконання цієї  Програми дозволить:</w:t>
      </w:r>
    </w:p>
    <w:p w:rsidR="005D31C3" w:rsidRDefault="005D31C3" w:rsidP="005D31C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ліквідувати надзвичайну ситуацію, пов’язану з нещасним випадком з людьми на воді;</w:t>
      </w:r>
    </w:p>
    <w:p w:rsidR="005D31C3" w:rsidRDefault="005D31C3" w:rsidP="005D31C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знизити соціальну напругу серед населення при виникненні надзвичайної ситуації та підвищеної небезпеки;</w:t>
      </w:r>
    </w:p>
    <w:p w:rsidR="005D31C3" w:rsidRDefault="005D31C3" w:rsidP="005D31C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попередити виникнення надзвичайних ситуації з нещасними випадками з людьми на воді за допомогою засобів масової інформації.</w:t>
      </w: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D31C3" w:rsidRDefault="005D31C3" w:rsidP="005D3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3F1470" w:rsidRDefault="003F1470"/>
    <w:sectPr w:rsidR="003F1470" w:rsidSect="003F14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5464E3"/>
    <w:multiLevelType w:val="hybridMultilevel"/>
    <w:tmpl w:val="4E5E066C"/>
    <w:lvl w:ilvl="0" w:tplc="C02625D8">
      <w:start w:val="2020"/>
      <w:numFmt w:val="decimal"/>
      <w:lvlText w:val="%1"/>
      <w:lvlJc w:val="left"/>
      <w:pPr>
        <w:ind w:left="840" w:hanging="4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0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D31C3"/>
    <w:rsid w:val="00171A2E"/>
    <w:rsid w:val="00304C90"/>
    <w:rsid w:val="003F1470"/>
    <w:rsid w:val="00446E62"/>
    <w:rsid w:val="00505B6D"/>
    <w:rsid w:val="005D31C3"/>
    <w:rsid w:val="006D3977"/>
    <w:rsid w:val="007D6C18"/>
    <w:rsid w:val="00D1641A"/>
    <w:rsid w:val="00E15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C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99"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5D31C3"/>
  </w:style>
  <w:style w:type="paragraph" w:styleId="HTML">
    <w:name w:val="HTML Preformatted"/>
    <w:aliases w:val="Знак2, Знак2"/>
    <w:link w:val="HTML0"/>
    <w:unhideWhenUsed/>
    <w:rsid w:val="005D31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D31C3"/>
    <w:rPr>
      <w:rFonts w:ascii="SimSun" w:eastAsia="SimSun" w:hAnsi="SimSun" w:cs="Times New Roman"/>
      <w:sz w:val="24"/>
      <w:szCs w:val="24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5</Pages>
  <Words>948</Words>
  <Characters>5410</Characters>
  <Application>Microsoft Office Word</Application>
  <DocSecurity>0</DocSecurity>
  <Lines>45</Lines>
  <Paragraphs>12</Paragraphs>
  <ScaleCrop>false</ScaleCrop>
  <Company>Microsoft</Company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2020-02-11T13:41:00Z</dcterms:created>
  <dcterms:modified xsi:type="dcterms:W3CDTF">2020-02-11T13:47:00Z</dcterms:modified>
</cp:coreProperties>
</file>