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CDE" w:rsidRDefault="00C54CDE" w:rsidP="00C54CD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33689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C54CDE" w:rsidRDefault="00C54CDE" w:rsidP="00C54CDE"/>
    <w:p w:rsidR="00C54CDE" w:rsidRDefault="00C54CDE" w:rsidP="00C54CDE"/>
    <w:p w:rsidR="00C54CDE" w:rsidRDefault="00C54CDE" w:rsidP="00C54CD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54CDE" w:rsidRDefault="00C54CDE" w:rsidP="00C54CD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54CDE" w:rsidRDefault="00C54CDE" w:rsidP="00C54CD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54CDE" w:rsidRDefault="00C54CDE" w:rsidP="00C54CD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54CDE" w:rsidRDefault="00C54CDE" w:rsidP="00C54CD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4CDE" w:rsidRDefault="00C54CDE" w:rsidP="00C54C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54CDE" w:rsidRDefault="00C54CDE" w:rsidP="00C54CD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54CDE" w:rsidRDefault="00C54CDE" w:rsidP="00C54CD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54CDE" w:rsidRDefault="00C54CDE" w:rsidP="00C54CDE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__</w:t>
      </w:r>
    </w:p>
    <w:p w:rsidR="00C54CDE" w:rsidRDefault="00C54CDE" w:rsidP="00C54CDE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54CDE" w:rsidRDefault="00C54CDE" w:rsidP="00C54CDE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C54CDE" w:rsidRDefault="00C54CDE" w:rsidP="00C54CDE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технічної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документації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C54CDE" w:rsidRDefault="00C54CDE" w:rsidP="00C54CDE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встановлення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відновлення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) меж </w:t>
      </w:r>
    </w:p>
    <w:p w:rsidR="00C54CDE" w:rsidRDefault="00C54CDE" w:rsidP="00C54CDE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в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натурі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(на </w:t>
      </w:r>
      <w:proofErr w:type="spellStart"/>
      <w:proofErr w:type="gram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</w:t>
      </w:r>
      <w:proofErr w:type="gram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ісцевості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)</w:t>
      </w:r>
    </w:p>
    <w:p w:rsidR="00C54CDE" w:rsidRDefault="00C54CDE" w:rsidP="00C54CDE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ТзОВ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«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Акріс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- Агро»</w:t>
      </w:r>
    </w:p>
    <w:p w:rsidR="00C54CDE" w:rsidRDefault="00C54CDE" w:rsidP="00C54CDE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C54CDE" w:rsidRDefault="00C54CDE" w:rsidP="00C54CDE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     </w:t>
      </w:r>
      <w:proofErr w:type="spellStart"/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до пункту 34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Земельного кодексу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клопотання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ТзОВ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Акріс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-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Агро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»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</w:t>
      </w:r>
      <w:proofErr w:type="gramEnd"/>
    </w:p>
    <w:p w:rsidR="00C54CDE" w:rsidRDefault="00C54CDE" w:rsidP="00C54CDE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C54CDE" w:rsidRDefault="00C54CDE" w:rsidP="00C54CDE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1.Відмовити 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наданні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товариству з обмеженою відповідальністю «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Акріс-Агро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  дозволу на розробку технічної документації із землеустрою щодо встановлення (відновлення) меж земельної ділянки в натурі (на місцевості), для ведення товарного сільськогосподарського виробництва з числа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невитребуваних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неуспадкованих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земельних часток (паїв), які розташовані на території Крупецької сільської ради за межами населеного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пункту села Крупець.</w:t>
      </w:r>
    </w:p>
    <w:p w:rsidR="00C54CDE" w:rsidRDefault="00C54CDE" w:rsidP="00C54CD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54CDE" w:rsidRDefault="00C54CDE" w:rsidP="00C54CD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54CDE" w:rsidRDefault="00C54CDE" w:rsidP="00C54CDE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54CDE" w:rsidRDefault="00C54CDE" w:rsidP="00C54CDE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54CDE" w:rsidRDefault="00C54CDE" w:rsidP="00C54CDE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E4C8D" w:rsidRPr="00C54CDE" w:rsidRDefault="00C54CDE" w:rsidP="00C54CDE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Сільський  голова                                                                                            В.А.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Михалюк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sectPr w:rsidR="002E4C8D" w:rsidRPr="00C54CDE" w:rsidSect="002E4C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C54CDE"/>
    <w:rsid w:val="00171A2E"/>
    <w:rsid w:val="002E4C8D"/>
    <w:rsid w:val="00304C90"/>
    <w:rsid w:val="00505B6D"/>
    <w:rsid w:val="006D3977"/>
    <w:rsid w:val="007D6C18"/>
    <w:rsid w:val="00C54CDE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CDE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225</Words>
  <Characters>1287</Characters>
  <Application>Microsoft Office Word</Application>
  <DocSecurity>0</DocSecurity>
  <Lines>10</Lines>
  <Paragraphs>3</Paragraphs>
  <ScaleCrop>false</ScaleCrop>
  <Company>Microsoft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2020-03-04T08:30:00Z</dcterms:created>
  <dcterms:modified xsi:type="dcterms:W3CDTF">2020-03-04T08:30:00Z</dcterms:modified>
</cp:coreProperties>
</file>