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9B2" w:rsidRDefault="00B549B2" w:rsidP="00B549B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B549B2" w:rsidRDefault="00B549B2" w:rsidP="00B549B2"/>
    <w:p w:rsidR="00B549B2" w:rsidRDefault="00B549B2" w:rsidP="00B549B2"/>
    <w:p w:rsidR="00B549B2" w:rsidRDefault="00B549B2" w:rsidP="00B549B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B549B2" w:rsidRDefault="00B549B2" w:rsidP="00B549B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B549B2" w:rsidRDefault="00B549B2" w:rsidP="00B549B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B549B2" w:rsidRDefault="00B549B2" w:rsidP="00B549B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B549B2" w:rsidRDefault="00B549B2" w:rsidP="00B549B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49B2" w:rsidRDefault="00B549B2" w:rsidP="00B549B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B549B2" w:rsidRDefault="00B549B2" w:rsidP="00B549B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549B2" w:rsidRDefault="00B549B2" w:rsidP="00B549B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B549B2" w:rsidRDefault="00B549B2" w:rsidP="00B549B2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№107</w:t>
      </w:r>
    </w:p>
    <w:p w:rsidR="00B549B2" w:rsidRDefault="00B549B2" w:rsidP="00B549B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549B2" w:rsidRDefault="00B549B2" w:rsidP="00B549B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затвердження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техн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ічної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документації</w:t>
      </w:r>
      <w:proofErr w:type="spellEnd"/>
    </w:p>
    <w:p w:rsidR="00B549B2" w:rsidRDefault="00B549B2" w:rsidP="00B549B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із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землеустрою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встановлення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</w:p>
    <w:p w:rsidR="00B549B2" w:rsidRDefault="00B549B2" w:rsidP="00B549B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відновлення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 меж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ділянки</w:t>
      </w:r>
      <w:proofErr w:type="spellEnd"/>
    </w:p>
    <w:p w:rsidR="00B549B2" w:rsidRDefault="00B549B2" w:rsidP="00B549B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натурі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ісцевості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) Дмитрука М.М.</w:t>
      </w:r>
    </w:p>
    <w:p w:rsidR="00B549B2" w:rsidRDefault="00B549B2" w:rsidP="00B549B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549B2" w:rsidRDefault="00B549B2" w:rsidP="00B549B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до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пункту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34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самоврядування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статей 12, 121 Земельного кодексу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Закону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Закону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«Про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державну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речових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прав  на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нерухоме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майно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їх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обтяжень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Дмитрука М.М.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рада ВИРІШИЛА:</w:t>
      </w:r>
    </w:p>
    <w:p w:rsidR="00B549B2" w:rsidRDefault="00B549B2" w:rsidP="00B549B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Затвердити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Дмитруку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Миколі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Михайловичу,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який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зареєстрований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AC4545">
        <w:rPr>
          <w:rFonts w:ascii="Times New Roman" w:eastAsia="Calibri" w:hAnsi="Times New Roman" w:cs="Times New Roman"/>
          <w:sz w:val="24"/>
          <w:szCs w:val="24"/>
          <w:lang w:val="en-US"/>
        </w:rPr>
        <w:t>_______________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AC4545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____________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технічну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документацію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із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землеустрою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щодо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встановлення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відновлення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меж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натурі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(на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місцевості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), та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передати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її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приватну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0,1061 га,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номер: 6823984700:01:011:0044, для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ведення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особистого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селянського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господарства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область,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.Л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исиче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..</w:t>
      </w:r>
    </w:p>
    <w:p w:rsidR="00B549B2" w:rsidRDefault="00B549B2" w:rsidP="00B549B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Дмитруку М.М.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своє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 в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установленому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законом  порядку.</w:t>
      </w:r>
    </w:p>
    <w:p w:rsidR="00B549B2" w:rsidRDefault="00B549B2" w:rsidP="00B549B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B549B2" w:rsidRDefault="00B549B2" w:rsidP="00B549B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B549B2" w:rsidRDefault="00B549B2" w:rsidP="00B549B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B549B2" w:rsidRDefault="00B549B2" w:rsidP="00B549B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549B2" w:rsidRDefault="00B549B2" w:rsidP="00B549B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A42ED" w:rsidRPr="00B549B2" w:rsidRDefault="00B549B2" w:rsidP="00B549B2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Секретар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ради                                                                             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В.М.Мазур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</w:p>
    <w:sectPr w:rsidR="00AA42ED" w:rsidRPr="00B549B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9B2"/>
    <w:rsid w:val="00171A2E"/>
    <w:rsid w:val="00304C90"/>
    <w:rsid w:val="00505B6D"/>
    <w:rsid w:val="006D3977"/>
    <w:rsid w:val="007D6C18"/>
    <w:rsid w:val="00AA42ED"/>
    <w:rsid w:val="00AC4545"/>
    <w:rsid w:val="00B549B2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253</Words>
  <Characters>1445</Characters>
  <Application>Microsoft Office Word</Application>
  <DocSecurity>0</DocSecurity>
  <Lines>12</Lines>
  <Paragraphs>3</Paragraphs>
  <ScaleCrop>false</ScaleCrop>
  <Company>Microsoft</Company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2020-07-29T14:31:00Z</dcterms:created>
  <dcterms:modified xsi:type="dcterms:W3CDTF">2020-07-29T18:19:00Z</dcterms:modified>
</cp:coreProperties>
</file>