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E8E" w:rsidRDefault="006B4E8E" w:rsidP="006B4E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E8E" w:rsidRDefault="006B4E8E" w:rsidP="006B4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4E8E" w:rsidRDefault="006B4E8E" w:rsidP="006B4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4E8E" w:rsidRDefault="006B4E8E" w:rsidP="006B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E8E" w:rsidRDefault="006B4E8E" w:rsidP="006B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E8E" w:rsidRDefault="006B4E8E" w:rsidP="006B4E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E8E" w:rsidRDefault="006B4E8E" w:rsidP="006B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4E8E" w:rsidRDefault="006B4E8E" w:rsidP="006B4E8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4E8E" w:rsidRDefault="006B4E8E" w:rsidP="006B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4E8E" w:rsidRDefault="006B4E8E" w:rsidP="006B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4E8E" w:rsidRDefault="006B4E8E" w:rsidP="006B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E8E" w:rsidRDefault="006B4E8E" w:rsidP="006B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4E8E" w:rsidRDefault="006B4E8E" w:rsidP="006B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E8E" w:rsidRDefault="006B4E8E" w:rsidP="006B4E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4E8E" w:rsidRDefault="006B4E8E" w:rsidP="006B4E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4E8E" w:rsidRPr="00D74EEC" w:rsidRDefault="006B4E8E" w:rsidP="006B4E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№75</w:t>
      </w:r>
    </w:p>
    <w:p w:rsidR="006B4E8E" w:rsidRDefault="006B4E8E" w:rsidP="006B4E8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B4E8E" w:rsidRPr="00DE6ED3" w:rsidRDefault="006B4E8E" w:rsidP="006B4E8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B4E8E" w:rsidRPr="00DE6ED3" w:rsidRDefault="006B4E8E" w:rsidP="006B4E8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B4E8E" w:rsidRPr="00CC7A14" w:rsidRDefault="006B4E8E" w:rsidP="006B4E8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Базану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О.В.</w:t>
      </w:r>
    </w:p>
    <w:p w:rsidR="006B4E8E" w:rsidRPr="00DE6ED3" w:rsidRDefault="006B4E8E" w:rsidP="006B4E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4E8E" w:rsidRPr="00DE6ED3" w:rsidRDefault="006B4E8E" w:rsidP="006B4E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Базана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B4E8E" w:rsidRPr="00DE6ED3" w:rsidRDefault="006B4E8E" w:rsidP="006B4E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B4E8E" w:rsidRPr="00DE6ED3" w:rsidRDefault="006B4E8E" w:rsidP="006B4E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Базану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Олександру Васильовичу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0,6798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4E8E" w:rsidRPr="00DE6ED3" w:rsidRDefault="006B4E8E" w:rsidP="006B4E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Васильовичу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E92E21" w:rsidRPr="00E92E21">
        <w:rPr>
          <w:rFonts w:ascii="Times New Roman" w:eastAsia="Calibri" w:hAnsi="Times New Roman" w:cs="Times New Roman"/>
          <w:sz w:val="24"/>
          <w:lang w:val="ru-RU"/>
        </w:rPr>
        <w:t>_____________</w:t>
      </w:r>
      <w:r>
        <w:rPr>
          <w:rFonts w:ascii="Times New Roman" w:eastAsia="Calibri" w:hAnsi="Times New Roman" w:cs="Times New Roman"/>
          <w:sz w:val="24"/>
        </w:rPr>
        <w:t>,</w:t>
      </w:r>
      <w:r w:rsidR="00E92E21" w:rsidRPr="00E92E2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92E21" w:rsidRPr="00E92E21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0,6798 га, кадастровий номер: 6823984000:03:018:0357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B4E8E" w:rsidRPr="00DE6ED3" w:rsidRDefault="006B4E8E" w:rsidP="006B4E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B4E8E" w:rsidRPr="00DE6ED3" w:rsidRDefault="006B4E8E" w:rsidP="006B4E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B4E8E" w:rsidRPr="00DE6ED3" w:rsidRDefault="006B4E8E" w:rsidP="006B4E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4E8E" w:rsidRDefault="006B4E8E" w:rsidP="006B4E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4E8E" w:rsidRPr="00DE6ED3" w:rsidRDefault="006B4E8E" w:rsidP="006B4E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4914" w:rsidRPr="006B4E8E" w:rsidRDefault="006B4E8E" w:rsidP="006B4E8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44914" w:rsidRPr="006B4E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E8E"/>
    <w:rsid w:val="00171A2E"/>
    <w:rsid w:val="00304C90"/>
    <w:rsid w:val="00505B6D"/>
    <w:rsid w:val="006B4E8E"/>
    <w:rsid w:val="006D3977"/>
    <w:rsid w:val="007D6C18"/>
    <w:rsid w:val="00D1641A"/>
    <w:rsid w:val="00E92E21"/>
    <w:rsid w:val="00F4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B4E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B4E8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B4E8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B4E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B4E8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B4E8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1172</Words>
  <Characters>669</Characters>
  <Application>Microsoft Office Word</Application>
  <DocSecurity>0</DocSecurity>
  <Lines>5</Lines>
  <Paragraphs>3</Paragraphs>
  <ScaleCrop>false</ScaleCrop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2021-03-31T05:51:00Z</dcterms:created>
  <dcterms:modified xsi:type="dcterms:W3CDTF">2021-03-31T10:17:00Z</dcterms:modified>
</cp:coreProperties>
</file>