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E8D" w:rsidRDefault="00FF7E8D" w:rsidP="00FF7E8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7E8D" w:rsidRDefault="00FF7E8D" w:rsidP="00FF7E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F7E8D" w:rsidRDefault="00FF7E8D" w:rsidP="00FF7E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F7E8D" w:rsidRDefault="00FF7E8D" w:rsidP="00FF7E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7E8D" w:rsidRDefault="00FF7E8D" w:rsidP="00FF7E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7E8D" w:rsidRDefault="00FF7E8D" w:rsidP="00FF7E8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7E8D" w:rsidRDefault="00FF7E8D" w:rsidP="00FF7E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F7E8D" w:rsidRDefault="00FF7E8D" w:rsidP="00FF7E8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F7E8D" w:rsidRDefault="00FF7E8D" w:rsidP="00FF7E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F7E8D" w:rsidRDefault="00FF7E8D" w:rsidP="00FF7E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F7E8D" w:rsidRDefault="00FF7E8D" w:rsidP="00FF7E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7E8D" w:rsidRDefault="00FF7E8D" w:rsidP="00FF7E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F7E8D" w:rsidRDefault="00FF7E8D" w:rsidP="00FF7E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7E8D" w:rsidRDefault="00FF7E8D" w:rsidP="00FF7E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F7E8D" w:rsidRDefault="00FF7E8D" w:rsidP="00FF7E8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F7E8D" w:rsidRDefault="00FF7E8D" w:rsidP="00FF7E8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№33</w:t>
      </w:r>
    </w:p>
    <w:p w:rsidR="00FF7E8D" w:rsidRDefault="00FF7E8D" w:rsidP="00FF7E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F7E8D" w:rsidRPr="00DE6ED3" w:rsidRDefault="00FF7E8D" w:rsidP="00FF7E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FF7E8D" w:rsidRPr="00DE6ED3" w:rsidRDefault="00FF7E8D" w:rsidP="00FF7E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FF7E8D" w:rsidRPr="00DE6ED3" w:rsidRDefault="00FF7E8D" w:rsidP="00FF7E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FF7E8D" w:rsidRPr="00DE6ED3" w:rsidRDefault="00FF7E8D" w:rsidP="00FF7E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FF7E8D" w:rsidRPr="00DE6ED3" w:rsidRDefault="00FF7E8D" w:rsidP="00FF7E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Ковалінської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С.П.</w:t>
      </w:r>
    </w:p>
    <w:p w:rsidR="00FF7E8D" w:rsidRPr="00DE6ED3" w:rsidRDefault="00FF7E8D" w:rsidP="00FF7E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F7E8D" w:rsidRPr="00DE6ED3" w:rsidRDefault="00FF7E8D" w:rsidP="00FF7E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С.П.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FF7E8D" w:rsidRPr="00DE6ED3" w:rsidRDefault="00FF7E8D" w:rsidP="00FF7E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F7E8D" w:rsidRPr="00DE6ED3" w:rsidRDefault="00FF7E8D" w:rsidP="00FF7E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Світлані Павлівні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DE6ED3">
        <w:rPr>
          <w:rFonts w:ascii="Times New Roman" w:eastAsia="Calibri" w:hAnsi="Times New Roman" w:cs="Times New Roman"/>
          <w:sz w:val="24"/>
        </w:rPr>
        <w:t xml:space="preserve"> яка  зареєстрована за адресою: </w:t>
      </w:r>
      <w:r w:rsidR="00BE2371" w:rsidRPr="00BE2371">
        <w:rPr>
          <w:rFonts w:ascii="Times New Roman" w:eastAsia="Calibri" w:hAnsi="Times New Roman" w:cs="Times New Roman"/>
          <w:sz w:val="24"/>
        </w:rPr>
        <w:t>_____________</w:t>
      </w:r>
      <w:r w:rsidRPr="00DE6ED3"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BE2371" w:rsidRPr="00BE237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Славутського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</w:rPr>
        <w:t>Шепетівського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 </w:t>
      </w:r>
      <w:r w:rsidRPr="00DE6ED3">
        <w:rPr>
          <w:rFonts w:ascii="Times New Roman" w:eastAsia="Calibri" w:hAnsi="Times New Roman" w:cs="Times New Roman"/>
          <w:sz w:val="24"/>
        </w:rPr>
        <w:t>району</w:t>
      </w:r>
      <w:r>
        <w:rPr>
          <w:rFonts w:ascii="Times New Roman" w:eastAsia="Calibri" w:hAnsi="Times New Roman" w:cs="Times New Roman"/>
          <w:sz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>Хмельницької області,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0,2100 га,  кадастровий номер: 6823984000:01:002:0018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DE6ED3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с. Крупець, вулиця </w:t>
      </w:r>
      <w:r>
        <w:rPr>
          <w:rFonts w:ascii="Times New Roman" w:eastAsia="Calibri" w:hAnsi="Times New Roman" w:cs="Times New Roman"/>
          <w:sz w:val="24"/>
        </w:rPr>
        <w:t xml:space="preserve"> Незалежності,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F7E8D" w:rsidRPr="00DE6ED3" w:rsidRDefault="00FF7E8D" w:rsidP="00FF7E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С.П.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FF7E8D" w:rsidRPr="00DE6ED3" w:rsidRDefault="00FF7E8D" w:rsidP="00FF7E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F7E8D" w:rsidRPr="00DE6ED3" w:rsidRDefault="00FF7E8D" w:rsidP="00FF7E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F7E8D" w:rsidRPr="00FF7E8D" w:rsidRDefault="00FF7E8D" w:rsidP="00FF7E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ED0AD2" w:rsidRPr="00FF7E8D" w:rsidRDefault="00FF7E8D" w:rsidP="00FF7E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ED0AD2" w:rsidRPr="00FF7E8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E8D"/>
    <w:rsid w:val="00171A2E"/>
    <w:rsid w:val="00304C90"/>
    <w:rsid w:val="00505B6D"/>
    <w:rsid w:val="006D3977"/>
    <w:rsid w:val="007D6C18"/>
    <w:rsid w:val="00BE2371"/>
    <w:rsid w:val="00D1641A"/>
    <w:rsid w:val="00ED0AD2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FF7E8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FF7E8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FF7E8D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FF7E8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FF7E8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FF7E8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1184</Words>
  <Characters>676</Characters>
  <Application>Microsoft Office Word</Application>
  <DocSecurity>0</DocSecurity>
  <Lines>5</Lines>
  <Paragraphs>3</Paragraphs>
  <ScaleCrop>false</ScaleCrop>
  <Company>Microsoft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2021-03-30T13:05:00Z</dcterms:created>
  <dcterms:modified xsi:type="dcterms:W3CDTF">2021-03-31T06:14:00Z</dcterms:modified>
</cp:coreProperties>
</file>