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8B" w:rsidRPr="00D815F3" w:rsidRDefault="000B038B" w:rsidP="000B038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0B038B" w:rsidRPr="001869AA" w:rsidRDefault="000B038B" w:rsidP="000B038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648" name="Группа 9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6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270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lFCMMA&#10;AADeAAAADwAAAGRycy9kb3ducmV2LnhtbERPTYvCMBC9L+x/CLPgTdOquFpNRcQVD4LU1fvQjG2x&#10;mZQmavffG0HY2zze5yyWnanFnVpXWVYQDyIQxLnVFRcKTr8//SkI55E11pZJwR85WKafHwtMtH1w&#10;RvejL0QIYZeggtL7JpHS5SUZdAPbEAfuYluDPsC2kLrFRwg3tRxG0UQarDg0lNjQuqT8erwZBXa0&#10;3e3PxTAbbfjb8+owvZy7vVK9r241B+Gp8//it3unw/x4Mp7B651wg0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dlFC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/7I68kA&#10;AADeAAAADwAAAGRycy9kb3ducmV2LnhtbESPzUvDQBDF74L/wzKCl2I3FYwauy1SiB89CP0Ar0N2&#10;zEazs2F3bWP/eucgeJth3rz3fvPl6Ht1oJi6wAZm0wIUcRNsx62B/a6+ugOVMrLFPjAZ+KEEy8X5&#10;2RwrG468ocM2t0pMOFVowOU8VFqnxpHHNA0Dsdw+QvSYZY2tthGPYu57fV0UpfbYsSQ4HGjlqPna&#10;fnsDn/Wbe1/dnp7i5H5Dp0m9fu5fS2MuL8bHB1CZxvwv/vt+sVJ/Vt4IgOD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/7I6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HJccYA&#10;AADeAAAADwAAAGRycy9kb3ducmV2LnhtbESPzWrDMBCE74W+g9hCLiWR3dIQ3MjGhCaUXEJ+HmCx&#10;NpaptTKWYjtvHxUKve0ys/PNrovJtmKg3jeOFaSLBARx5XTDtYLLeTtfgfABWWPrmBTcyUORPz+t&#10;MdNu5CMNp1CLGMI+QwUmhC6T0leGLPqF64ijdnW9xRDXvpa6xzGG21a+JclSWmw4Egx2tDFU/Zxu&#10;NkIO73jYX8fzdjfhiF97w6/lUanZy1R+ggg0hX/z3/W3jvXT5UcKv+/EGWT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HJc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dCPMQA&#10;AADeAAAADwAAAGRycy9kb3ducmV2LnhtbERPTUvDQBC9C/0Pywje7KahjRK7LaVWEMGDVRBvQ3aa&#10;BLOzy+7YxH/vCoK3ebzPWW8nN6gzxdR7NrCYF6CIG297bg28vT5c34JKgmxx8EwGvinBdjO7WGNt&#10;/cgvdD5Kq3IIpxoNdCKh1jo1HTlMcx+IM3fy0aFkGFttI4453A26LIpKO+w5N3QYaN9R83n8cgae&#10;x0N4uqlWp/ARl6VO91be92LM1eW0uwMlNMm/+M/9aPP8RbU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3Qj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/yncYA&#10;AADeAAAADwAAAGRycy9kb3ducmV2LnhtbESP3WrCQBCF74W+wzJCb6RuUqlI6ipStEhugj8PMGTH&#10;bDA7G7Jrkr69Wyj0boZz5nxn1tvRNqKnzteOFaTzBARx6XTNlYLr5fC2AuEDssbGMSn4IQ/bzctk&#10;jZl2A5+oP4dKxBD2GSowIbSZlL40ZNHPXUsctZvrLIa4dpXUHQ4x3DbyPUmW0mLNkWCwpS9D5f38&#10;sBFSLLDIb8Pl8D3igPvc8Gx3Uup1Ou4+QQQaw7/57/qoY/10+bGA33fiDHLz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T/yn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J/08QA&#10;AADeAAAADwAAAGRycy9kb3ducmV2LnhtbERPTUsDMRC9C/6HMII3m21pt7I2LVIViuChrSDehs10&#10;d3EzCcnY3f57Iwje5vE+Z7UZXa/OFFPn2cB0UoAirr3tuDHwfny5uweVBNli75kMXCjBZn19tcLK&#10;+oH3dD5Io3IIpwoNtCKh0jrVLTlMEx+IM3fy0aFkGBttIw453PV6VhSldthxbmgx0Lal+uvw7Qy8&#10;Dc/hdVkuTuEzzmc6PVn52Ioxtzfj4wMooVH+xX/unc3zp+ViDr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Sf9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vHocQA&#10;AADeAAAADwAAAGRycy9kb3ducmV2LnhtbERP32vCMBB+F/wfwg18GZrqqIxqFBXCBhuMOcHXoznb&#10;suZSkmi7/34ZDHy7j+/nrbeDbcWNfGgcK5jPMhDEpTMNVwpOX3r6DCJEZIOtY1LwQwG2m/FojYVx&#10;PX/S7RgrkUI4FKigjrErpAxlTRbDzHXEibs4bzEm6CtpPPYp3LZykWVLabHh1FBjR4eayu/j1SrY&#10;f/TVk38s94N7u7ycc62NftdKTR6G3QpEpCHexf/uV5Pmz5d5Dn/vpBvk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bx6H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kTKcIA&#10;AADeAAAADwAAAGRycy9kb3ducmV2LnhtbERPzYrCMBC+L/gOYQRva6pokWoUcSksy1509wGGZmyq&#10;zaQksda3NwsL3ubj+53NbrCt6MmHxrGC2TQDQVw53XCt4PenfF+BCBFZY+uYFDwowG47ettgod2d&#10;j9SfYi1SCIcCFZgYu0LKUBmyGKauI07c2XmLMUFfS+3xnsJtK+dZlkuLDacGgx0dDFXX080qKL/m&#10;3/31pn3p9sPC0tJcVh9Gqcl42K9BRBriS/zv/tRp/ixf5vD3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+RMp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X8TcUA&#10;AADeAAAADwAAAGRycy9kb3ducmV2LnhtbERP32vCMBB+H/g/hBP2MjR1Qx3VKCoEBxNEN9jr0Zxt&#10;sbmUJNruv18Gg73dx/fzluveNuJOPtSOFUzGGQjiwpmaSwWfH3r0CiJEZIONY1LwTQHWq8HDEnPj&#10;Oj7R/RxLkUI45KigirHNpQxFRRbD2LXEibs4bzEm6EtpPHYp3DbyOctm0mLNqaHClnYVFdfzzSrY&#10;HrvyxT8V2969X/ZfU62NPmilHof9ZgEiUh//xX/uN5PmT2bTOfy+k2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hfx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oiwMUA&#10;AADeAAAADwAAAGRycy9kb3ducmV2LnhtbESPQWsCMRCF74X+hzAFbzWrVJHVKNKyUEovVX/AsBk3&#10;q5vJksR1/fedQ6G3Gd6b977Z7EbfqYFiagMbmE0LUMR1sC03Bk7H6nUFKmVki11gMvCgBLvt89MG&#10;Sxvu/EPDITdKQjiVaMDl3Jdap9qRxzQNPbFo5xA9Zlljo23Eu4T7Ts+LYqk9tiwNDnt6d1RfDzdv&#10;oPqafw/Xm41V2I9vnhbusvpwxkxexv0aVKYx/5v/rj+t4M+WC+GVd2QGvf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iL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gZs8IA&#10;AADeAAAADwAAAGRycy9kb3ducmV2LnhtbERP22rCQBB9L/gPywh9q5u0jWh0DUVIqY+NfsCQHZNg&#10;djZm11z+vlso9G0O5zr7bDKtGKh3jWUF8SoCQVxa3XCl4HLOXzYgnEfW2FomBTM5yA6Lpz2m2o78&#10;TUPhKxFC2KWooPa+S6V0ZU0G3cp2xIG72t6gD7CvpO5xDOGmla9RtJYGGw4NNXZ0rKm8FQ+j4H0e&#10;P+9FcotybSg+vXUn9mWi1PNy+tiB8DT5f/Gf+0uH+fE62cLvO+EG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qBmz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xsPMUA&#10;AADeAAAADwAAAGRycy9kb3ducmV2LnhtbESPT4vCQAzF7wt+hyELe1uneijadRRZURZPWv+cQye2&#10;ZTuZ0hm1fntzELwl5OW995steteoG3Wh9mxgNExAERfe1lwaOB7W3xNQISJbbDyTgQcFWMwHHzPM&#10;rL/znm55LJWYcMjQQBVjm2kdioochqFvieV28Z3DKGtXatvhXcxdo8dJkmqHNUtChS39VlT851dn&#10;4Jqex0e+bO0uXz0209V6GfSpNObrs1/+gIrUx7f49f1npf4oTQVAcGQGP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/Gw8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l1vMYA&#10;AADeAAAADwAAAGRycy9kb3ducmV2LnhtbERPTWsCMRC9C/6HMEJvmrUtQVejtAWh9aBU24O3cTPu&#10;bruZrJtU139vhIK3ebzPmc5bW4kTNb50rGE4SEAQZ86UnGv42i76IxA+IBusHJOGC3mYz7qdKabG&#10;nfmTTpuQixjCPkUNRQh1KqXPCrLoB64mjtzBNRZDhE0uTYPnGG4r+ZgkSlosOTYUWNNbQdnv5s9q&#10;+F6P1Hj9+vH8s1zt8cma486USuuHXvsyARGoDXfxv/vdxPlDpcZweyfeI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al1v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PdaMYA&#10;AADeAAAADwAAAGRycy9kb3ducmV2LnhtbESPQWvCQBCF74X+h2UK3nSjliipq1SlVjxZK3gdstMk&#10;NDsbsqvG/nrnIPQ2w7x5732zRedqdaE2VJ4NDAcJKOLc24oLA8fvj/4UVIjIFmvPZOBGARbz56cZ&#10;ZtZf+Ysuh1goMeGQoYEyxibTOuQlOQwD3xDL7ce3DqOsbaFti1cxd7UeJUmqHVYsCSU2tCop/z2c&#10;nYG/9IT78Dlarsc20u11uvG7/caY3kv3/gYqUhf/xY/vrZX6w3QiAIIjM+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Pda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YRXcMA&#10;AADeAAAADwAAAGRycy9kb3ducmV2LnhtbERPzYrCMBC+C75DGGFvmlbU3a1GEVHYm2v1AYZmTIvN&#10;pDZZrfv0RljY23x8v7NYdbYWN2p95VhBOkpAEBdOV2wUnI674QcIH5A11o5JwYM8rJb93gIz7e58&#10;oFsejIgh7DNUUIbQZFL6oiSLfuQa4sidXWsxRNgaqVu8x3Bby3GSzKTFimNDiQ1tSiou+Y9VcHXj&#10;qe7yLe4v28/vypjJ9fcwUept0K3nIAJ14V/85/7ScX46e0/h9U68QS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YRX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jpwcMA&#10;AADeAAAADwAAAGRycy9kb3ducmV2LnhtbERPPW/CMBDdkfgP1iF1Kw5UTSBgEFSqxAp06HjYRxKI&#10;zyF2Ie2vx0iV2O7pfd582dlaXKn1lWMFo2ECglg7U3Gh4Gv/+ToB4QOywdoxKfglD8tFvzfH3Lgb&#10;b+m6C4WIIexzVFCG0ORSel2SRT90DXHkjq61GCJsC2lavMVwW8txkqTSYsWxocSGPkrS592PVbCp&#10;DvSe6uPUTtZ6+/13CW/ZySj1MuhWMxCBuvAU/7s3Js4fpdkYHu/EG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jpw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sW1jccA&#10;AADeAAAADwAAAGRycy9kb3ducmV2LnhtbERPXWvCQBB8L/gfjhX6Vi+xYDV6hlootNgKfqCvS27N&#10;BXN7IXeN8d97hULfZnd2ZnYWeW9r0VHrK8cK0lECgrhwuuJSwWH//jQF4QOyxtoxKbiRh3w5eFhg&#10;pt2Vt9TtQimiCfsMFZgQmkxKXxiy6EeuIY7c2bUWQxzbUuoWr9Hc1nKcJBNpseKYYLChN0PFZfdj&#10;FXS4uSUns/qefVZfxXizOq513KvHYf86BxGoD//Hf+oPHd9PJy/P8FsnYpD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rFtY3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HyY8MA&#10;AADeAAAADwAAAGRycy9kb3ducmV2LnhtbERPTUvDQBC9C/0PyxS82U2DVIndFilUPGrsweOYnWZT&#10;szNhd9tEf70rCN7m8T5nvZ18ry4UYidsYLkoQBE3YjtuDRze9jf3oGJCttgLk4EvirDdzK7WWFkZ&#10;+ZUudWpVDuFYoQGX0lBpHRtHHuNCBuLMHSV4TBmGVtuAYw73vS6LYqU9dpwbHA60c9R81mdvYHxq&#10;Pk7l8d267zDIvn6RU9mLMdfz6fEBVKIp/Yv/3M82z1+u7m7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CHyY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VH78UA&#10;AADeAAAADwAAAGRycy9kb3ducmV2LnhtbERP22oCMRB9L/Qfwgi+1ayCF1ajWC9QSkW8vY+bcXfb&#10;ZLJsoq5/3wiFvs3hXGcya6wRN6p96VhBt5OAIM6cLjlXcDys30YgfEDWaByTggd5mE1fXyaYanfn&#10;Hd32IRcxhH2KCooQqlRKnxVk0XdcRRy5i6sthgjrXOoa7zHcGtlLkoG0WHJsKLCiRUHZz/5qFay3&#10;S/Pd2+zmJxkWq+HZjD7fl19KtVvNfAwiUBP+xX/uDx3ndwfDPjzfiTfI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lUf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EEDMUA&#10;AADeAAAADwAAAGRycy9kb3ducmV2LnhtbERP22rCQBB9F/oPyxT6IrrR0igxq5SCaKGCN/B1kh2T&#10;YHY2ZLcx/ftuoeDbHM510lVvatFR6yrLCibjCARxbnXFhYLzaT2ag3AeWWNtmRT8kIPV8mmQYqLt&#10;nQ/UHX0hQgi7BBWU3jeJlC4vyaAb24Y4cFfbGvQBtoXULd5DuKnlNIpiabDi0FBiQx8l5bfjt1HQ&#10;7b+yYtu55vM2H7q312yz2emLUi/P/fsChKfeP8T/7q0O8yfxLIa/d8IN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sQQM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HfisYA&#10;AADeAAAADwAAAGRycy9kb3ducmV2LnhtbERPS2sCMRC+C/6HMII3zSqtj9UotVDopVAfB72Nm3F3&#10;cTPZJlG3/fWNIHibj+8582VjKnEl50vLCgb9BARxZnXJuYLd9qM3AeEDssbKMin4JQ/LRbs1x1Tb&#10;G6/pugm5iCHsU1RQhFCnUvqsIIO+b2viyJ2sMxgidLnUDm8x3FRymCQjabDk2FBgTe8FZefNxShY&#10;TSern+8X/vpbHw902B/Pr0OXKNXtNG8zEIGa8BQ/3J86zh+MxmO4vxNvk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HfisYAAADeAAAADwAAAAAAAAAAAAAAAACYAgAAZHJz&#10;L2Rvd25yZXYueG1sUEsFBgAAAAAEAAQA9QAAAIsDAAAAAA==&#10;" fillcolor="black" stroked="f"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1F+MkA&#10;AADeAAAADwAAAGRycy9kb3ducmV2LnhtbESPT2/CMAzF75P4DpGRdhspSOtQISDYH2nS2AG2w46m&#10;MW3UxqmaDLp9+vkwiZut9/zez8v14Ft1pj66wAamkwwUcRms48rA58fL3RxUTMgW28Bk4IcirFej&#10;myUWNlx4T+dDqpSEcCzQQJ1SV2gdy5o8xknoiEU7hd5jkrWvtO3xIuG+1bMsy7VHx9JQY0ePNZXN&#10;4dsb+HrL3XzvaHbc/W6f7e6+2b4/NcbcjofNAlSiIV3N/9evVvCn+YPwyjsyg179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s1F+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9ONUcQA&#10;AADeAAAADwAAAGRycy9kb3ducmV2LnhtbERPO2/CMBDekfofrKvUDRw6UEgxCBVVZWHgUXU9xdc4&#10;TXwOtoHAr6+RkNju0/e86byzjTiRD5VjBcNBBoK4cLriUsF+99kfgwgRWWPjmBRcKMB89tSbYq7d&#10;mTd02sZSpBAOOSowMba5lKEwZDEMXEucuF/nLcYEfSm1x3MKt418zbKRtFhxajDY0oehot4erQK/&#10;+FnWVz5+19l1fQlff91hjEapl+du8Q4iUhcf4rt7pdP84ehtArd30g1y9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TjVH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A+8MUA&#10;AADcAAAADwAAAGRycy9kb3ducmV2LnhtbESP3WrCQBSE74W+w3IK3kjdmIu0ja5ShIJQEfx5gNPs&#10;MQndPRuypxr79N2C0MthZr5hFqvBO3WhPraBDcymGSjiKtiWawOn4/vTC6goyBZdYDJwowir5cNo&#10;gaUNV97T5SC1ShCOJRpoRLpS61g15DFOQ0ecvHPoPUqSfa1tj9cE907nWVZojy2nhQY7WjdUfR2+&#10;vQGXf7rXj+e4ldtJb7MfL/vJzhozfhze5qCEBvkP39sbayAvCvg7k46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0D7w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E6YMUA&#10;AADcAAAADwAAAGRycy9kb3ducmV2LnhtbESPQWsCMRSE70L/Q3iF3jTbPWjZGsVWhL304Fbx+ty8&#10;bhaTl2WT6ra/3giCx2FmvmHmy8FZcaY+tJ4VvE4yEMS11y03Cnbfm/EbiBCRNVrPpOCPAiwXT6M5&#10;FtpfeEvnKjYiQTgUqMDE2BVShtqQwzDxHXHyfnzvMCbZN1L3eElwZ2WeZVPpsOW0YLCjT0P1qfp1&#10;CtZVZ/NdaT7CYf91PNryf0OHtVIvz8PqHUSkIT7C93apFeTTGdzOpCM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ETpg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DQVsAA&#10;AADcAAAADwAAAGRycy9kb3ducmV2LnhtbERPy4rCMBTdC/MP4Q7MTpNxUaUaRYYRhFn56MLdJbm2&#10;1eamNBlb/94sBJeH816uB9eIO3Wh9qzhe6JAEBtvay41nI7b8RxEiMgWG8+k4UEB1quP0RJz63ve&#10;0/0QS5FCOOSooYqxzaUMpiKHYeJb4sRdfOcwJtiV0nbYp3DXyKlSmXRYc2qosKWfiszt8O80XLfy&#10;zxuFpjgV/c7Ozr8ZNUrrr89hswARaYhv8cu9sxqmWVqbzqQjIFd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wDQVsAAAADc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Zh28UA&#10;AADcAAAADwAAAGRycy9kb3ducmV2LnhtbESPT2sCMRTE70K/Q3iF3jTbLYhuzYotCKL0oJbS4+vm&#10;7R9287IkUddvbwqCx2FmfsMsloPpxJmcbywreJ0kIIgLqxuuFHwf1+MZCB+QNXaWScGVPCzzp9EC&#10;M20vvKfzIVQiQthnqKAOoc+k9EVNBv3E9sTRK60zGKJ0ldQOLxFuOpkmyVQabDgu1NjTZ01FezgZ&#10;Bb+nHZdfb9uV+wg/djj6Nv2btUq9PA+rdxCBhvAI39sbrSCdzuH/TD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VmHb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5BLM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aQfsb5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5BLMMAAADcAAAADwAAAAAAAAAAAAAAAACYAgAAZHJzL2Rv&#10;d25yZXYueG1sUEsFBgAAAAAEAAQA9QAAAIgDAAAAAA==&#10;" fillcolor="black" stroked="f"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rplsQA&#10;AADcAAAADwAAAGRycy9kb3ducmV2LnhtbESPQWsCMRSE7wX/Q3hCbzWrhVa2RlkEUXpabaXX5+Z1&#10;s3TzsiQxbv99Uyj0OMzMN8xqM9peJPKhc6xgPitAEDdOd9wqeH/bPSxBhIissXdMCr4pwGY9uVth&#10;qd2Nj5ROsRUZwqFEBSbGoZQyNIYshpkbiLP36bzFmKVvpfZ4y3Dby0VRPEmLHecFgwNtDTVfp6tV&#10;kC7bunpMH8kcX33Velfvz5daqfvpWL2AiDTG//Bf+6AVLJ7n8HsmHw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q6Zb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rwY8YA&#10;AADcAAAADwAAAGRycy9kb3ducmV2LnhtbESPT2vCQBTE7wW/w/IEb3VjDv5JXUXElraXaiy0x0f2&#10;mQ1m34bsGmM/fVco9DjMzG+Y5bq3teio9ZVjBZNxAoK4cLriUsHn8flxDsIHZI21Y1JwIw/r1eBh&#10;iZl2Vz5Ql4dSRAj7DBWYEJpMSl8YsujHriGO3sm1FkOUbSl1i9cIt7VMk2QqLVYcFww2tDVUnPOL&#10;VeAn293Xu/1ZdN8vhj/yNzPdl0ap0bDfPIEI1If/8F/7VStIZyncz8Qj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jrwY8YAAADc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B038B" w:rsidRPr="00D815F3" w:rsidRDefault="000B038B" w:rsidP="000B038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0B038B" w:rsidRPr="001869AA" w:rsidRDefault="000B038B" w:rsidP="000B038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B038B" w:rsidRPr="001869AA" w:rsidRDefault="000B038B" w:rsidP="000B038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B038B" w:rsidRPr="001869AA" w:rsidRDefault="000B038B" w:rsidP="000B038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B038B" w:rsidRPr="00D815F3" w:rsidRDefault="000B038B" w:rsidP="000B038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0B038B" w:rsidRPr="001869AA" w:rsidRDefault="000B038B" w:rsidP="000B038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0B038B" w:rsidRPr="001869AA" w:rsidRDefault="000B038B" w:rsidP="000B038B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B038B" w:rsidRPr="001869AA" w:rsidRDefault="000B038B" w:rsidP="000B038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0B038B" w:rsidRPr="001869AA" w:rsidRDefault="000B038B" w:rsidP="000B038B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B038B" w:rsidRPr="001869AA" w:rsidRDefault="000B038B" w:rsidP="000B038B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93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038B" w:rsidRDefault="000B038B" w:rsidP="000B038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327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UMMeXYAABFZBAAOAAAAZHJzL2Uyb0RvYy54bWzsfe1uJrmx3v8AuYcX+mlgrGZ/92DHB/bO&#10;jhHASQz4zQVoJM1IiKR3Iml3xjk4QIBcQm4kd5BbOOeO8hRZZJOarqr27NrYIFwD2/KqVE1Wkexi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CaiUMMeXYAABFZ&#10;BAAOAAAAAAAAAAAAAAAAAC4CAABkcnMvZTJvRG9jLnhtbFBLAQItABQABgAIAAAAIQDfzpAw4gAA&#10;AA0BAAAPAAAAAAAAAAAAAAAAANN4AABkcnMvZG93bnJldi54bWxQSwUGAAAAAAQABADzAAAA4nkA&#10;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B038B" w:rsidRDefault="000B038B" w:rsidP="000B038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B038B" w:rsidRDefault="000B038B" w:rsidP="000B038B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0B038B" w:rsidRPr="001869AA" w:rsidRDefault="000B038B" w:rsidP="000B038B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0B038B" w:rsidRDefault="000B038B" w:rsidP="000B038B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0B038B" w:rsidRPr="001869AA" w:rsidRDefault="000B038B" w:rsidP="000B038B">
      <w:pPr>
        <w:spacing w:after="0" w:line="240" w:lineRule="auto"/>
        <w:jc w:val="center"/>
        <w:rPr>
          <w:rFonts w:ascii="Times New Roman" w:hAnsi="Times New Roman"/>
        </w:rPr>
      </w:pPr>
    </w:p>
    <w:p w:rsidR="000B038B" w:rsidRPr="004C78CD" w:rsidRDefault="000B038B" w:rsidP="000B038B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0B038B" w:rsidRPr="008E2C07" w:rsidRDefault="000B038B" w:rsidP="000B038B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Шарпіта</w:t>
      </w:r>
      <w:proofErr w:type="spellEnd"/>
      <w:r>
        <w:rPr>
          <w:rFonts w:ascii="Times New Roman" w:hAnsi="Times New Roman"/>
          <w:b/>
          <w:sz w:val="24"/>
        </w:rPr>
        <w:t xml:space="preserve"> Г.В.</w:t>
      </w:r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</w:t>
      </w:r>
      <w:proofErr w:type="spellStart"/>
      <w:r>
        <w:rPr>
          <w:rFonts w:ascii="Times New Roman" w:hAnsi="Times New Roman"/>
          <w:sz w:val="24"/>
          <w:lang w:val="ru-RU"/>
        </w:rPr>
        <w:t>Шарпіта</w:t>
      </w:r>
      <w:proofErr w:type="spellEnd"/>
      <w:r>
        <w:rPr>
          <w:rFonts w:ascii="Times New Roman" w:hAnsi="Times New Roman"/>
          <w:sz w:val="24"/>
          <w:lang w:val="ru-RU"/>
        </w:rPr>
        <w:t xml:space="preserve"> Г.В.,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B038B" w:rsidRPr="008E2C07" w:rsidRDefault="000B038B" w:rsidP="000B038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Шарпіта</w:t>
      </w:r>
      <w:proofErr w:type="spellEnd"/>
      <w:r>
        <w:rPr>
          <w:rFonts w:ascii="Times New Roman" w:hAnsi="Times New Roman"/>
          <w:sz w:val="24"/>
        </w:rPr>
        <w:t xml:space="preserve"> Геннадію Володимировичу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який  зареєстрований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FE0349">
        <w:rPr>
          <w:rFonts w:ascii="Times New Roman" w:hAnsi="Times New Roman"/>
          <w:sz w:val="24"/>
          <w:lang w:val="en-US"/>
        </w:rPr>
        <w:t>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0,1265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за </w:t>
      </w:r>
      <w:proofErr w:type="spellStart"/>
      <w:r>
        <w:rPr>
          <w:rFonts w:ascii="Times New Roman" w:hAnsi="Times New Roman"/>
          <w:sz w:val="24"/>
          <w:lang w:val="ru-RU"/>
        </w:rPr>
        <w:t>рахунок</w:t>
      </w:r>
      <w:proofErr w:type="spellEnd"/>
      <w:r>
        <w:rPr>
          <w:rFonts w:ascii="Times New Roman" w:hAnsi="Times New Roman"/>
          <w:sz w:val="24"/>
          <w:lang w:val="ru-RU"/>
        </w:rPr>
        <w:t xml:space="preserve"> земель запасу </w:t>
      </w:r>
      <w:proofErr w:type="spellStart"/>
      <w:r>
        <w:rPr>
          <w:rFonts w:ascii="Times New Roman" w:hAnsi="Times New Roman"/>
          <w:sz w:val="24"/>
          <w:lang w:val="ru-RU"/>
        </w:rPr>
        <w:t>сільськогосподарського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призначення</w:t>
      </w:r>
      <w:proofErr w:type="spellEnd"/>
      <w:r>
        <w:rPr>
          <w:rFonts w:ascii="Times New Roman" w:hAnsi="Times New Roman"/>
          <w:sz w:val="24"/>
          <w:lang w:val="ru-RU"/>
        </w:rPr>
        <w:t xml:space="preserve"> (</w:t>
      </w:r>
      <w:proofErr w:type="spellStart"/>
      <w:r>
        <w:rPr>
          <w:rFonts w:ascii="Times New Roman" w:hAnsi="Times New Roman"/>
          <w:sz w:val="24"/>
          <w:lang w:val="ru-RU"/>
        </w:rPr>
        <w:t>кадастровий</w:t>
      </w:r>
      <w:proofErr w:type="spellEnd"/>
      <w:r>
        <w:rPr>
          <w:rFonts w:ascii="Times New Roman" w:hAnsi="Times New Roman"/>
          <w:sz w:val="24"/>
          <w:lang w:val="ru-RU"/>
        </w:rPr>
        <w:t xml:space="preserve"> номер 6823984000:03:013:0067),</w:t>
      </w:r>
      <w:r w:rsidRPr="008E2C07">
        <w:rPr>
          <w:rFonts w:ascii="Times New Roman" w:hAnsi="Times New Roman"/>
          <w:sz w:val="24"/>
          <w:lang w:val="ru-RU"/>
        </w:rPr>
        <w:t xml:space="preserve">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за межами </w:t>
      </w:r>
      <w:proofErr w:type="spellStart"/>
      <w:r>
        <w:rPr>
          <w:rFonts w:ascii="Times New Roman" w:hAnsi="Times New Roman"/>
          <w:sz w:val="24"/>
          <w:lang w:val="ru-RU"/>
        </w:rPr>
        <w:t>населеного</w:t>
      </w:r>
      <w:proofErr w:type="spellEnd"/>
      <w:r>
        <w:rPr>
          <w:rFonts w:ascii="Times New Roman" w:hAnsi="Times New Roman"/>
          <w:sz w:val="24"/>
          <w:lang w:val="ru-RU"/>
        </w:rPr>
        <w:t xml:space="preserve"> пункту 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Крупець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Шарпіта</w:t>
      </w:r>
      <w:proofErr w:type="spellEnd"/>
      <w:r>
        <w:rPr>
          <w:rFonts w:ascii="Times New Roman" w:hAnsi="Times New Roman"/>
          <w:sz w:val="24"/>
        </w:rPr>
        <w:t xml:space="preserve"> Г.В.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0B038B" w:rsidRPr="008E2C07" w:rsidRDefault="000B038B" w:rsidP="000B038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0B038B" w:rsidRPr="008E2C07" w:rsidRDefault="000B038B" w:rsidP="000B038B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C47B6F" w:rsidRPr="000B038B" w:rsidRDefault="000B038B" w:rsidP="000B038B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C47B6F" w:rsidRPr="000B038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8B"/>
    <w:rsid w:val="000B038B"/>
    <w:rsid w:val="00171A2E"/>
    <w:rsid w:val="00304C90"/>
    <w:rsid w:val="00505B6D"/>
    <w:rsid w:val="006D3977"/>
    <w:rsid w:val="007D6C18"/>
    <w:rsid w:val="00C47B6F"/>
    <w:rsid w:val="00D1641A"/>
    <w:rsid w:val="00FE0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8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8B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243</Words>
  <Characters>1390</Characters>
  <Application>Microsoft Office Word</Application>
  <DocSecurity>0</DocSecurity>
  <Lines>11</Lines>
  <Paragraphs>3</Paragraphs>
  <ScaleCrop>false</ScaleCrop>
  <Company>Microsoft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2020-11-17T16:17:00Z</dcterms:created>
  <dcterms:modified xsi:type="dcterms:W3CDTF">2020-11-18T07:03:00Z</dcterms:modified>
</cp:coreProperties>
</file>