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0C1" w:rsidRPr="004C3041" w:rsidRDefault="009450C1" w:rsidP="009450C1">
      <w:pPr>
        <w:pStyle w:val="HTML0"/>
        <w:spacing w:line="276" w:lineRule="auto"/>
        <w:rPr>
          <w:rFonts w:ascii="Times New Roman" w:hAnsi="Times New Roman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0C1" w:rsidRDefault="009450C1" w:rsidP="009450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450C1" w:rsidRDefault="009450C1" w:rsidP="009450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450C1" w:rsidRDefault="009450C1" w:rsidP="009450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50C1" w:rsidRDefault="009450C1" w:rsidP="009450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50C1" w:rsidRDefault="009450C1" w:rsidP="009450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50C1" w:rsidRDefault="009450C1" w:rsidP="009450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50C1" w:rsidRDefault="009450C1" w:rsidP="009450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450C1" w:rsidRDefault="009450C1" w:rsidP="009450C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450C1" w:rsidRDefault="009450C1" w:rsidP="009450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450C1" w:rsidRDefault="009450C1" w:rsidP="009450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450C1" w:rsidRDefault="009450C1" w:rsidP="009450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50C1" w:rsidRDefault="009450C1" w:rsidP="009450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450C1" w:rsidRDefault="009450C1" w:rsidP="009450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50C1" w:rsidRDefault="009450C1" w:rsidP="009450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450C1" w:rsidRDefault="009450C1" w:rsidP="009450C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450C1" w:rsidRPr="00186FBA" w:rsidRDefault="009450C1" w:rsidP="009450C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25.02.2021 року                                            Крупець                                                       №10</w:t>
      </w:r>
    </w:p>
    <w:p w:rsidR="009450C1" w:rsidRDefault="009450C1" w:rsidP="009450C1"/>
    <w:p w:rsidR="009450C1" w:rsidRPr="002B3DC8" w:rsidRDefault="009450C1" w:rsidP="009450C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3DC8">
        <w:rPr>
          <w:rFonts w:ascii="Times New Roman" w:hAnsi="Times New Roman" w:cs="Times New Roman"/>
          <w:b/>
          <w:bCs/>
          <w:sz w:val="24"/>
          <w:szCs w:val="24"/>
        </w:rPr>
        <w:t xml:space="preserve">Про розірвання договору оренди нерухомого </w:t>
      </w:r>
    </w:p>
    <w:p w:rsidR="009450C1" w:rsidRPr="002B3DC8" w:rsidRDefault="009450C1" w:rsidP="009450C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3DC8">
        <w:rPr>
          <w:rFonts w:ascii="Times New Roman" w:hAnsi="Times New Roman" w:cs="Times New Roman"/>
          <w:b/>
          <w:bCs/>
          <w:sz w:val="24"/>
          <w:szCs w:val="24"/>
        </w:rPr>
        <w:t xml:space="preserve">майна спільної власності територіальних </w:t>
      </w:r>
    </w:p>
    <w:p w:rsidR="009450C1" w:rsidRPr="002B3DC8" w:rsidRDefault="009450C1" w:rsidP="009450C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3DC8">
        <w:rPr>
          <w:rFonts w:ascii="Times New Roman" w:hAnsi="Times New Roman" w:cs="Times New Roman"/>
          <w:b/>
          <w:bCs/>
          <w:sz w:val="24"/>
          <w:szCs w:val="24"/>
        </w:rPr>
        <w:t>громад сіл Славутського району від 18.10.2017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B3DC8">
        <w:rPr>
          <w:rFonts w:ascii="Times New Roman" w:hAnsi="Times New Roman" w:cs="Times New Roman"/>
          <w:b/>
          <w:bCs/>
          <w:sz w:val="24"/>
          <w:szCs w:val="24"/>
        </w:rPr>
        <w:t>р. №1</w:t>
      </w:r>
    </w:p>
    <w:p w:rsidR="009450C1" w:rsidRPr="002B3DC8" w:rsidRDefault="009450C1" w:rsidP="009450C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450C1" w:rsidRPr="00DF573A" w:rsidRDefault="009450C1" w:rsidP="009450C1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eastAsia="ar-SA"/>
        </w:rPr>
      </w:pPr>
      <w:r w:rsidRPr="00DF573A">
        <w:rPr>
          <w:rFonts w:ascii="Times New Roman" w:eastAsia="Times New Roman" w:hAnsi="Times New Roman"/>
          <w:bCs/>
          <w:lang w:eastAsia="ar-SA"/>
        </w:rPr>
        <w:t xml:space="preserve">Відповідно до 25, частини 5 статті 60, Закону України «Про місцеве самоврядування в Україні», статті 651 Цивільного кодексу України, розглянувши клопотання фізичної особи - підприємця Кірічок Наталії Борисівни від 09.02.2021 р., сільська рада </w:t>
      </w:r>
    </w:p>
    <w:p w:rsidR="009450C1" w:rsidRPr="00DF573A" w:rsidRDefault="009450C1" w:rsidP="009450C1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eastAsia="ar-SA"/>
        </w:rPr>
      </w:pPr>
      <w:r w:rsidRPr="00DF573A">
        <w:rPr>
          <w:rFonts w:ascii="Times New Roman" w:eastAsia="Times New Roman" w:hAnsi="Times New Roman"/>
          <w:bCs/>
          <w:lang w:eastAsia="ar-SA"/>
        </w:rPr>
        <w:t>ВИРІШИЛА:</w:t>
      </w:r>
    </w:p>
    <w:p w:rsidR="009450C1" w:rsidRDefault="009450C1" w:rsidP="009450C1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73D58">
        <w:rPr>
          <w:rFonts w:ascii="Times New Roman" w:hAnsi="Times New Roman" w:cs="Times New Roman"/>
          <w:sz w:val="24"/>
          <w:szCs w:val="24"/>
        </w:rPr>
        <w:t xml:space="preserve">Розірвати з 01 березня 2021 року Договір оренди нерухомого майна спільної </w:t>
      </w:r>
    </w:p>
    <w:p w:rsidR="009450C1" w:rsidRPr="00E73D58" w:rsidRDefault="009450C1" w:rsidP="009450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3D58">
        <w:rPr>
          <w:rFonts w:ascii="Times New Roman" w:hAnsi="Times New Roman" w:cs="Times New Roman"/>
          <w:sz w:val="24"/>
          <w:szCs w:val="24"/>
        </w:rPr>
        <w:t>власності територіальних громад сіл Славутського району від 18 жовтня 2017 року №1, укладеного між Крупецькою сільською радою та фізичною особою – підприємцем Кірічок Наталією Борисівною шляхом укладення відповідної додаткової угоди.</w:t>
      </w:r>
    </w:p>
    <w:p w:rsidR="009450C1" w:rsidRPr="009450C1" w:rsidRDefault="009450C1" w:rsidP="009450C1">
      <w:pPr>
        <w:pStyle w:val="af1"/>
        <w:ind w:left="426"/>
        <w:jc w:val="both"/>
        <w:rPr>
          <w:color w:val="000000"/>
          <w:sz w:val="24"/>
          <w:szCs w:val="24"/>
        </w:rPr>
      </w:pPr>
      <w:r w:rsidRPr="009450C1">
        <w:rPr>
          <w:sz w:val="24"/>
          <w:szCs w:val="24"/>
        </w:rPr>
        <w:t xml:space="preserve"> 2.Уповноважити сільського голову  Валерія Михалюка </w:t>
      </w:r>
      <w:r w:rsidRPr="009450C1">
        <w:rPr>
          <w:color w:val="000000"/>
          <w:sz w:val="24"/>
          <w:szCs w:val="24"/>
        </w:rPr>
        <w:t>укласти з фізичною особою –</w:t>
      </w:r>
    </w:p>
    <w:p w:rsidR="009450C1" w:rsidRPr="00E73D58" w:rsidRDefault="009450C1" w:rsidP="009450C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D58">
        <w:rPr>
          <w:rFonts w:ascii="Times New Roman" w:hAnsi="Times New Roman" w:cs="Times New Roman"/>
          <w:color w:val="000000"/>
          <w:sz w:val="24"/>
          <w:szCs w:val="24"/>
        </w:rPr>
        <w:t xml:space="preserve"> підприємцем Кірічок Наталією Борисівною додаткову угоду про розірвання Договору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3D58">
        <w:rPr>
          <w:rFonts w:ascii="Times New Roman" w:hAnsi="Times New Roman" w:cs="Times New Roman"/>
          <w:color w:val="000000"/>
          <w:sz w:val="24"/>
          <w:szCs w:val="24"/>
        </w:rPr>
        <w:t>оренди нерухомого майна спільної власності територіальних громад сіл Славутського району від 18 жовтня 2017 року №1.</w:t>
      </w:r>
    </w:p>
    <w:p w:rsidR="009450C1" w:rsidRDefault="009450C1" w:rsidP="009450C1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73D58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рішення покласти на постійну комісію з питань </w:t>
      </w:r>
    </w:p>
    <w:p w:rsidR="009450C1" w:rsidRPr="00E73D58" w:rsidRDefault="009450C1" w:rsidP="009450C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D58">
        <w:rPr>
          <w:rFonts w:ascii="Times New Roman" w:hAnsi="Times New Roman" w:cs="Times New Roman"/>
          <w:sz w:val="24"/>
          <w:szCs w:val="24"/>
        </w:rPr>
        <w:t>комунальної власності, житлово - комунального господарства, енергозбереження та транспорту та інфраструктури (Качаровський М.Г.).</w:t>
      </w:r>
    </w:p>
    <w:p w:rsidR="009450C1" w:rsidRPr="00DF573A" w:rsidRDefault="009450C1" w:rsidP="009450C1">
      <w:pPr>
        <w:pStyle w:val="HTML0"/>
        <w:spacing w:line="276" w:lineRule="auto"/>
        <w:rPr>
          <w:rFonts w:ascii="Times New Roman" w:hAnsi="Times New Roman"/>
        </w:rPr>
      </w:pPr>
    </w:p>
    <w:p w:rsidR="009450C1" w:rsidRPr="00DF573A" w:rsidRDefault="009450C1" w:rsidP="009450C1">
      <w:pPr>
        <w:pStyle w:val="HTML0"/>
        <w:spacing w:line="276" w:lineRule="auto"/>
        <w:rPr>
          <w:rFonts w:ascii="Times New Roman" w:hAnsi="Times New Roman"/>
        </w:rPr>
      </w:pPr>
    </w:p>
    <w:p w:rsidR="009450C1" w:rsidRPr="00DF573A" w:rsidRDefault="009450C1" w:rsidP="009450C1">
      <w:pPr>
        <w:pStyle w:val="HTML0"/>
        <w:spacing w:line="276" w:lineRule="auto"/>
        <w:rPr>
          <w:rFonts w:ascii="Times New Roman" w:hAnsi="Times New Roman"/>
        </w:rPr>
      </w:pPr>
    </w:p>
    <w:p w:rsidR="009450C1" w:rsidRPr="00DF573A" w:rsidRDefault="009450C1" w:rsidP="009450C1">
      <w:pPr>
        <w:pStyle w:val="HTML0"/>
        <w:spacing w:line="276" w:lineRule="auto"/>
        <w:rPr>
          <w:rFonts w:ascii="Times New Roman" w:hAnsi="Times New Roman"/>
        </w:rPr>
      </w:pPr>
    </w:p>
    <w:p w:rsidR="009450C1" w:rsidRPr="00DF573A" w:rsidRDefault="009450C1" w:rsidP="009450C1">
      <w:pPr>
        <w:pStyle w:val="HTML0"/>
        <w:spacing w:line="276" w:lineRule="auto"/>
        <w:rPr>
          <w:rFonts w:ascii="Times New Roman" w:hAnsi="Times New Roman"/>
        </w:rPr>
      </w:pPr>
    </w:p>
    <w:p w:rsidR="009450C1" w:rsidRPr="00DF573A" w:rsidRDefault="009450C1" w:rsidP="009450C1">
      <w:pPr>
        <w:pStyle w:val="HTML0"/>
        <w:spacing w:line="276" w:lineRule="auto"/>
        <w:rPr>
          <w:rFonts w:ascii="Times New Roman" w:hAnsi="Times New Roman"/>
          <w:kern w:val="1"/>
          <w:lang w:eastAsia="hi-IN" w:bidi="hi-IN"/>
        </w:rPr>
      </w:pPr>
      <w:r w:rsidRPr="00DF573A">
        <w:rPr>
          <w:rFonts w:ascii="Times New Roman" w:hAnsi="Times New Roman"/>
          <w:kern w:val="1"/>
          <w:lang w:eastAsia="hi-IN" w:bidi="hi-IN"/>
        </w:rPr>
        <w:t xml:space="preserve">Сільський голова </w:t>
      </w:r>
      <w:r w:rsidRPr="00DF573A">
        <w:rPr>
          <w:rFonts w:ascii="Times New Roman" w:hAnsi="Times New Roman"/>
          <w:kern w:val="1"/>
          <w:lang w:eastAsia="hi-IN" w:bidi="hi-IN"/>
        </w:rPr>
        <w:tab/>
      </w:r>
      <w:r w:rsidRPr="00DF573A">
        <w:rPr>
          <w:rFonts w:ascii="Times New Roman" w:hAnsi="Times New Roman"/>
          <w:kern w:val="1"/>
          <w:lang w:eastAsia="hi-IN" w:bidi="hi-IN"/>
        </w:rPr>
        <w:tab/>
      </w:r>
      <w:r w:rsidRPr="00DF573A">
        <w:rPr>
          <w:rFonts w:ascii="Times New Roman" w:hAnsi="Times New Roman"/>
          <w:kern w:val="1"/>
          <w:lang w:eastAsia="hi-IN" w:bidi="hi-IN"/>
        </w:rPr>
        <w:tab/>
      </w:r>
      <w:r w:rsidRPr="00DF573A">
        <w:rPr>
          <w:rFonts w:ascii="Times New Roman" w:hAnsi="Times New Roman"/>
          <w:kern w:val="1"/>
          <w:lang w:eastAsia="hi-IN" w:bidi="hi-IN"/>
        </w:rPr>
        <w:tab/>
      </w:r>
      <w:r w:rsidRPr="00DF573A">
        <w:rPr>
          <w:rFonts w:ascii="Times New Roman" w:hAnsi="Times New Roman"/>
          <w:kern w:val="1"/>
          <w:lang w:eastAsia="hi-IN" w:bidi="hi-IN"/>
        </w:rPr>
        <w:tab/>
      </w:r>
      <w:r w:rsidRPr="00DF573A">
        <w:rPr>
          <w:rFonts w:ascii="Times New Roman" w:hAnsi="Times New Roman"/>
          <w:kern w:val="1"/>
          <w:lang w:eastAsia="hi-IN" w:bidi="hi-IN"/>
        </w:rPr>
        <w:tab/>
        <w:t xml:space="preserve">       Валерій МИХАЛЮК </w:t>
      </w:r>
    </w:p>
    <w:p w:rsidR="009450C1" w:rsidRPr="00DF573A" w:rsidRDefault="009450C1" w:rsidP="009450C1">
      <w:pPr>
        <w:pStyle w:val="HTML0"/>
        <w:tabs>
          <w:tab w:val="left" w:pos="6521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eastAsia="ru-RU"/>
        </w:rPr>
      </w:pPr>
      <w:r w:rsidRPr="00DF573A">
        <w:rPr>
          <w:rFonts w:ascii="Times New Roman" w:eastAsia="Times New Roman" w:hAnsi="Times New Roman"/>
          <w:bCs/>
          <w:color w:val="000000"/>
          <w:lang w:eastAsia="ru-RU"/>
        </w:rPr>
        <w:lastRenderedPageBreak/>
        <w:t xml:space="preserve">Додаток </w:t>
      </w:r>
    </w:p>
    <w:p w:rsidR="009450C1" w:rsidRPr="00DF573A" w:rsidRDefault="009450C1" w:rsidP="009450C1">
      <w:pPr>
        <w:pStyle w:val="HTML0"/>
        <w:ind w:leftChars="2717" w:left="5977" w:firstLine="2"/>
        <w:rPr>
          <w:rFonts w:ascii="Times New Roman" w:eastAsia="Times New Roman" w:hAnsi="Times New Roman"/>
          <w:bCs/>
          <w:color w:val="000000"/>
          <w:lang w:eastAsia="ru-RU"/>
        </w:rPr>
      </w:pPr>
      <w:r w:rsidRPr="00DF573A">
        <w:rPr>
          <w:rFonts w:ascii="Times New Roman" w:eastAsia="Times New Roman" w:hAnsi="Times New Roman"/>
          <w:bCs/>
          <w:color w:val="000000"/>
          <w:lang w:eastAsia="ru-RU"/>
        </w:rPr>
        <w:t xml:space="preserve">до рішенням  </w:t>
      </w:r>
      <w:r>
        <w:rPr>
          <w:rFonts w:ascii="Times New Roman" w:eastAsia="Times New Roman" w:hAnsi="Times New Roman"/>
          <w:bCs/>
          <w:color w:val="000000"/>
          <w:lang w:eastAsia="ru-RU"/>
        </w:rPr>
        <w:t>V</w:t>
      </w:r>
      <w:r w:rsidRPr="009B5B11">
        <w:rPr>
          <w:rFonts w:ascii="Times New Roman" w:eastAsia="Times New Roman" w:hAnsi="Times New Roman"/>
          <w:bCs/>
          <w:color w:val="000000"/>
          <w:lang w:eastAsia="ru-RU"/>
        </w:rPr>
        <w:t>ІІ</w:t>
      </w:r>
      <w:r w:rsidRPr="00DF573A">
        <w:rPr>
          <w:rFonts w:ascii="Times New Roman" w:eastAsia="Times New Roman" w:hAnsi="Times New Roman"/>
          <w:bCs/>
          <w:color w:val="000000"/>
          <w:lang w:eastAsia="ru-RU"/>
        </w:rPr>
        <w:t xml:space="preserve"> сесії </w:t>
      </w:r>
    </w:p>
    <w:p w:rsidR="009450C1" w:rsidRPr="00DF573A" w:rsidRDefault="009450C1" w:rsidP="009450C1">
      <w:pPr>
        <w:pStyle w:val="HTML0"/>
        <w:ind w:leftChars="2717" w:left="5977" w:firstLine="2"/>
        <w:rPr>
          <w:rFonts w:ascii="Times New Roman" w:eastAsia="Times New Roman" w:hAnsi="Times New Roman"/>
          <w:bCs/>
          <w:color w:val="000000"/>
          <w:lang w:eastAsia="ru-RU"/>
        </w:rPr>
      </w:pPr>
      <w:r w:rsidRPr="00DF573A">
        <w:rPr>
          <w:rFonts w:ascii="Times New Roman" w:eastAsia="Times New Roman" w:hAnsi="Times New Roman"/>
          <w:bCs/>
          <w:color w:val="000000"/>
          <w:lang w:eastAsia="ru-RU"/>
        </w:rPr>
        <w:t xml:space="preserve">Крупецької сільської ради </w:t>
      </w:r>
    </w:p>
    <w:p w:rsidR="009450C1" w:rsidRPr="00DF573A" w:rsidRDefault="009450C1" w:rsidP="009450C1">
      <w:pPr>
        <w:pStyle w:val="HTML0"/>
        <w:ind w:leftChars="2717" w:left="5977" w:firstLine="2"/>
        <w:rPr>
          <w:rFonts w:ascii="Times New Roman" w:eastAsia="Times New Roman" w:hAnsi="Times New Roman"/>
          <w:bCs/>
          <w:color w:val="000000"/>
          <w:lang w:eastAsia="ru-RU"/>
        </w:rPr>
      </w:pPr>
      <w:r w:rsidRPr="00DF573A">
        <w:rPr>
          <w:rFonts w:ascii="Times New Roman" w:eastAsia="Times New Roman" w:hAnsi="Times New Roman"/>
          <w:bCs/>
          <w:color w:val="000000"/>
          <w:lang w:eastAsia="ru-RU"/>
        </w:rPr>
        <w:t xml:space="preserve">від  25.02.2021 р. №10 </w:t>
      </w:r>
    </w:p>
    <w:p w:rsidR="009450C1" w:rsidRPr="004018DD" w:rsidRDefault="009450C1" w:rsidP="009450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50C1" w:rsidRPr="004018DD" w:rsidRDefault="009450C1" w:rsidP="009450C1">
      <w:pPr>
        <w:spacing w:line="240" w:lineRule="auto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018DD">
        <w:rPr>
          <w:rFonts w:ascii="Times New Roman" w:hAnsi="Times New Roman" w:cs="Times New Roman"/>
          <w:bCs/>
          <w:color w:val="000000"/>
          <w:sz w:val="24"/>
          <w:szCs w:val="24"/>
        </w:rPr>
        <w:t>ДОДАТКОВА УГОДА</w:t>
      </w:r>
    </w:p>
    <w:p w:rsidR="009450C1" w:rsidRPr="004018DD" w:rsidRDefault="009450C1" w:rsidP="009450C1">
      <w:pPr>
        <w:spacing w:line="240" w:lineRule="auto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018DD">
        <w:rPr>
          <w:rFonts w:ascii="Times New Roman" w:hAnsi="Times New Roman" w:cs="Times New Roman"/>
          <w:bCs/>
          <w:color w:val="000000"/>
          <w:sz w:val="24"/>
          <w:szCs w:val="24"/>
        </w:rPr>
        <w:t>про розірванняДоговору оренди нерухомого майна спільної власності територіальних громад сіл Славутського району від 18 жовтня 2017 року № 1</w:t>
      </w:r>
    </w:p>
    <w:p w:rsidR="009450C1" w:rsidRPr="004018DD" w:rsidRDefault="009450C1" w:rsidP="009450C1">
      <w:pPr>
        <w:spacing w:line="240" w:lineRule="auto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450C1" w:rsidRPr="004018DD" w:rsidRDefault="009450C1" w:rsidP="009450C1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18DD">
        <w:rPr>
          <w:rFonts w:ascii="Times New Roman" w:hAnsi="Times New Roman" w:cs="Times New Roman"/>
          <w:color w:val="000000"/>
          <w:sz w:val="24"/>
          <w:szCs w:val="24"/>
        </w:rPr>
        <w:t>с. Крупець</w:t>
      </w:r>
      <w:r w:rsidRPr="004018D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018D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018D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018D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018D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018D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018DD">
        <w:rPr>
          <w:rFonts w:ascii="Times New Roman" w:hAnsi="Times New Roman" w:cs="Times New Roman"/>
          <w:color w:val="000000"/>
          <w:sz w:val="24"/>
          <w:szCs w:val="24"/>
        </w:rPr>
        <w:tab/>
        <w:t>«__»___________2021 року</w:t>
      </w:r>
    </w:p>
    <w:p w:rsidR="009450C1" w:rsidRPr="004018DD" w:rsidRDefault="009450C1" w:rsidP="009450C1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18DD">
        <w:rPr>
          <w:rFonts w:ascii="Times New Roman" w:hAnsi="Times New Roman" w:cs="Times New Roman"/>
          <w:b/>
          <w:color w:val="000000"/>
          <w:sz w:val="24"/>
          <w:szCs w:val="24"/>
        </w:rPr>
        <w:t>Фізична особа - підприємець Кірічок Наталія Борисівна</w:t>
      </w:r>
      <w:r w:rsidRPr="004018DD">
        <w:rPr>
          <w:rFonts w:ascii="Times New Roman" w:hAnsi="Times New Roman" w:cs="Times New Roman"/>
          <w:color w:val="000000"/>
          <w:sz w:val="24"/>
          <w:szCs w:val="24"/>
        </w:rPr>
        <w:t xml:space="preserve">, яка діє на підставі виписки з </w:t>
      </w:r>
      <w:bookmarkStart w:id="1" w:name="site-title"/>
      <w:bookmarkEnd w:id="1"/>
      <w:r w:rsidRPr="004018DD">
        <w:rPr>
          <w:rFonts w:ascii="Times New Roman" w:hAnsi="Times New Roman" w:cs="Times New Roman"/>
          <w:color w:val="000000"/>
          <w:sz w:val="24"/>
          <w:szCs w:val="24"/>
        </w:rPr>
        <w:t>Єдиного державного реєстру юридичних осіб, фізичних осіб-підприємців та громадських формуваньвід 22 вересня 2017 року № 26750000000012598 (надалі - Сторона 1),  з однієї сторони, 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18DD">
        <w:rPr>
          <w:rFonts w:ascii="Times New Roman" w:hAnsi="Times New Roman" w:cs="Times New Roman"/>
          <w:b/>
          <w:color w:val="000000"/>
          <w:sz w:val="24"/>
          <w:szCs w:val="24"/>
        </w:rPr>
        <w:t>Крупецька сільська рада</w:t>
      </w:r>
      <w:r w:rsidRPr="004018D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018DD">
        <w:rPr>
          <w:rFonts w:ascii="Times New Roman" w:hAnsi="Times New Roman" w:cs="Times New Roman"/>
          <w:i/>
          <w:color w:val="000000"/>
          <w:sz w:val="24"/>
          <w:szCs w:val="24"/>
        </w:rPr>
        <w:t>в особі сільського голови Михалюка Валерія Анатолійович</w:t>
      </w:r>
      <w:r w:rsidRPr="004018DD">
        <w:rPr>
          <w:rFonts w:ascii="Times New Roman" w:hAnsi="Times New Roman" w:cs="Times New Roman"/>
          <w:color w:val="000000"/>
          <w:sz w:val="24"/>
          <w:szCs w:val="24"/>
        </w:rPr>
        <w:t>а, який діє на підставі Закону України «Про місцеве самоврядування в Україні» та рішення Крупецької сільської ради від __ лютого 2021 року № ___ «Про припинення договору оренди нерухомого майна спільної власності територіальних громад сіл Славутського району від 18.10.2017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18DD">
        <w:rPr>
          <w:rFonts w:ascii="Times New Roman" w:hAnsi="Times New Roman" w:cs="Times New Roman"/>
          <w:color w:val="000000"/>
          <w:sz w:val="24"/>
          <w:szCs w:val="24"/>
        </w:rPr>
        <w:t>р.№1»(надалі - Сторона 2), з другої сторони, (в подальшому разом іменуються «Сторони», а окремо - «Сторона»),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18DD">
        <w:rPr>
          <w:rFonts w:ascii="Times New Roman" w:eastAsia="Times New Roman" w:hAnsi="Times New Roman" w:cs="Times New Roman"/>
          <w:color w:val="000000"/>
          <w:sz w:val="24"/>
          <w:szCs w:val="24"/>
        </w:rPr>
        <w:t>відповідно до статей 631 Цивільного кодексу України уклали цю Додаткову угоду до Договору оренди нерухомого майна спільної власності територіальних громад сіл Славутського району від 18.10.2017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018DD">
        <w:rPr>
          <w:rFonts w:ascii="Times New Roman" w:eastAsia="Times New Roman" w:hAnsi="Times New Roman" w:cs="Times New Roman"/>
          <w:color w:val="000000"/>
          <w:sz w:val="24"/>
          <w:szCs w:val="24"/>
        </w:rPr>
        <w:t>р. №1, укладеного між Сторонами, (надалі іменується "Угода") про наступне:</w:t>
      </w:r>
    </w:p>
    <w:p w:rsidR="009450C1" w:rsidRDefault="009450C1" w:rsidP="009450C1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4018DD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Сторони за взаємною згодою вирішили достроково розірвати Договір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01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оренди </w:t>
      </w:r>
    </w:p>
    <w:p w:rsidR="009450C1" w:rsidRPr="004018DD" w:rsidRDefault="009450C1" w:rsidP="009450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8DD">
        <w:rPr>
          <w:rFonts w:ascii="Times New Roman" w:eastAsia="Times New Roman" w:hAnsi="Times New Roman" w:cs="Times New Roman"/>
          <w:color w:val="000000"/>
          <w:sz w:val="24"/>
          <w:szCs w:val="24"/>
        </w:rPr>
        <w:t>нерухомого майна спільної власності територіальних громад сіл Славутського району від 18.10.2017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018DD">
        <w:rPr>
          <w:rFonts w:ascii="Times New Roman" w:eastAsia="Times New Roman" w:hAnsi="Times New Roman" w:cs="Times New Roman"/>
          <w:color w:val="000000"/>
          <w:sz w:val="24"/>
          <w:szCs w:val="24"/>
        </w:rPr>
        <w:t>р. №1, (далі – Договір) з 01 березня 2021 року.</w:t>
      </w:r>
    </w:p>
    <w:p w:rsidR="009450C1" w:rsidRDefault="009450C1" w:rsidP="009450C1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401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Дострокове розірвання Договору не звільняє Сторони від відповідальності за його </w:t>
      </w:r>
    </w:p>
    <w:p w:rsidR="009450C1" w:rsidRPr="004018DD" w:rsidRDefault="009450C1" w:rsidP="009450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8DD">
        <w:rPr>
          <w:rFonts w:ascii="Times New Roman" w:eastAsia="Times New Roman" w:hAnsi="Times New Roman" w:cs="Times New Roman"/>
          <w:color w:val="000000"/>
          <w:sz w:val="24"/>
          <w:szCs w:val="24"/>
        </w:rPr>
        <w:t>порушення, яке мало місце під час його дії.</w:t>
      </w:r>
    </w:p>
    <w:p w:rsidR="009450C1" w:rsidRDefault="009450C1" w:rsidP="009450C1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401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Сторони не мають права вимагати повернення того, що було виконане ними за </w:t>
      </w:r>
    </w:p>
    <w:p w:rsidR="009450C1" w:rsidRPr="004018DD" w:rsidRDefault="009450C1" w:rsidP="009450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8DD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Договором, до моменту його розірвання.</w:t>
      </w:r>
    </w:p>
    <w:p w:rsidR="009450C1" w:rsidRDefault="009450C1" w:rsidP="009450C1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401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Ця Угода складена при повному розумінні Сторонами її умов та термінології </w:t>
      </w:r>
    </w:p>
    <w:p w:rsidR="009450C1" w:rsidRPr="004018DD" w:rsidRDefault="009450C1" w:rsidP="009450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8DD"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українською мовою у двох автентичних примірниках, які мають однакову юридичну силу – по одному для кожної із Сторін.</w:t>
      </w:r>
    </w:p>
    <w:p w:rsidR="009450C1" w:rsidRDefault="009450C1" w:rsidP="009450C1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 w:rsidRPr="00401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Ця Угода набирає чинності з моменту її підписання Сторонами та її скріплення </w:t>
      </w:r>
    </w:p>
    <w:p w:rsidR="009450C1" w:rsidRPr="004018DD" w:rsidRDefault="009450C1" w:rsidP="009450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8DD">
        <w:rPr>
          <w:rFonts w:ascii="Times New Roman" w:eastAsia="Times New Roman" w:hAnsi="Times New Roman" w:cs="Times New Roman"/>
          <w:color w:val="000000"/>
          <w:sz w:val="24"/>
          <w:szCs w:val="24"/>
        </w:rPr>
        <w:t>печатками Сторін.</w:t>
      </w:r>
    </w:p>
    <w:p w:rsidR="009450C1" w:rsidRPr="004018DD" w:rsidRDefault="009450C1" w:rsidP="009450C1">
      <w:pPr>
        <w:spacing w:line="240" w:lineRule="auto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4018DD">
        <w:rPr>
          <w:rFonts w:ascii="Times New Roman" w:hAnsi="Times New Roman" w:cs="Times New Roman"/>
          <w:color w:val="000000"/>
          <w:sz w:val="24"/>
          <w:szCs w:val="24"/>
        </w:rPr>
        <w:t>. РЕКВІЗИТИ СТОРІН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795"/>
        <w:gridCol w:w="4781"/>
      </w:tblGrid>
      <w:tr w:rsidR="009450C1" w:rsidRPr="004018DD" w:rsidTr="00BF3412">
        <w:tc>
          <w:tcPr>
            <w:tcW w:w="4927" w:type="dxa"/>
          </w:tcPr>
          <w:p w:rsidR="009450C1" w:rsidRPr="004018DD" w:rsidRDefault="009450C1" w:rsidP="00BF34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18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1</w:t>
            </w:r>
          </w:p>
          <w:p w:rsidR="009450C1" w:rsidRPr="004018DD" w:rsidRDefault="009450C1" w:rsidP="00BF34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18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Фізична особа – підприємець</w:t>
            </w:r>
          </w:p>
          <w:p w:rsidR="009450C1" w:rsidRPr="004018DD" w:rsidRDefault="009450C1" w:rsidP="00BF34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18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Кірічок Наталія Борисівна</w:t>
            </w:r>
          </w:p>
          <w:p w:rsidR="009450C1" w:rsidRPr="004018DD" w:rsidRDefault="009450C1" w:rsidP="00BF34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:rsidR="009450C1" w:rsidRPr="004018DD" w:rsidRDefault="009450C1" w:rsidP="00BF34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18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2</w:t>
            </w:r>
          </w:p>
          <w:p w:rsidR="009450C1" w:rsidRPr="004018DD" w:rsidRDefault="009450C1" w:rsidP="00BF34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8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Крупецька сільська рада</w:t>
            </w:r>
          </w:p>
        </w:tc>
      </w:tr>
      <w:tr w:rsidR="009450C1" w:rsidRPr="004018DD" w:rsidTr="00BF3412">
        <w:tc>
          <w:tcPr>
            <w:tcW w:w="4927" w:type="dxa"/>
          </w:tcPr>
          <w:p w:rsidR="009450C1" w:rsidRPr="004018DD" w:rsidRDefault="009450C1" w:rsidP="00BF34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Кутузова, 37, </w:t>
            </w:r>
          </w:p>
          <w:p w:rsidR="009450C1" w:rsidRPr="004018DD" w:rsidRDefault="009450C1" w:rsidP="00BF34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Славута, Хмельницька область, 30000</w:t>
            </w:r>
          </w:p>
          <w:p w:rsidR="009450C1" w:rsidRPr="004018DD" w:rsidRDefault="009450C1" w:rsidP="00BF34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ІПН 2685511725</w:t>
            </w:r>
          </w:p>
          <w:p w:rsidR="009450C1" w:rsidRPr="004018DD" w:rsidRDefault="009450C1" w:rsidP="00BF34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:rsidR="009450C1" w:rsidRPr="004018DD" w:rsidRDefault="009450C1" w:rsidP="00BF3412">
            <w:pPr>
              <w:pStyle w:val="af6"/>
              <w:jc w:val="center"/>
              <w:rPr>
                <w:rFonts w:cs="Times New Roman"/>
                <w:lang w:val="uk-UA"/>
              </w:rPr>
            </w:pPr>
            <w:r w:rsidRPr="004018DD">
              <w:rPr>
                <w:rFonts w:cs="Times New Roman"/>
                <w:lang w:val="uk-UA"/>
              </w:rPr>
              <w:lastRenderedPageBreak/>
              <w:t>вул. Б. Хмельницького, 106,</w:t>
            </w:r>
          </w:p>
          <w:p w:rsidR="009450C1" w:rsidRDefault="009450C1" w:rsidP="00BF3412">
            <w:pPr>
              <w:pStyle w:val="af6"/>
              <w:jc w:val="center"/>
              <w:rPr>
                <w:rFonts w:cs="Times New Roman"/>
                <w:lang w:val="uk-UA"/>
              </w:rPr>
            </w:pPr>
            <w:r w:rsidRPr="004018DD">
              <w:rPr>
                <w:rFonts w:cs="Times New Roman"/>
                <w:lang w:val="uk-UA"/>
              </w:rPr>
              <w:t>с. Крупець, Славутський</w:t>
            </w:r>
            <w:r>
              <w:rPr>
                <w:rFonts w:cs="Times New Roman"/>
                <w:lang w:val="uk-UA"/>
              </w:rPr>
              <w:t xml:space="preserve"> </w:t>
            </w:r>
          </w:p>
          <w:p w:rsidR="009450C1" w:rsidRPr="004018DD" w:rsidRDefault="009450C1" w:rsidP="00BF3412">
            <w:pPr>
              <w:pStyle w:val="af6"/>
              <w:jc w:val="center"/>
              <w:rPr>
                <w:rFonts w:cs="Times New Roman"/>
                <w:lang w:val="uk-UA"/>
              </w:rPr>
            </w:pPr>
            <w:r w:rsidRPr="004018DD">
              <w:rPr>
                <w:rFonts w:cs="Times New Roman"/>
                <w:lang w:val="uk-UA"/>
              </w:rPr>
              <w:lastRenderedPageBreak/>
              <w:t>(Шепетівський) р-н,</w:t>
            </w:r>
          </w:p>
          <w:p w:rsidR="009450C1" w:rsidRPr="004018DD" w:rsidRDefault="009450C1" w:rsidP="00BF3412">
            <w:pPr>
              <w:pStyle w:val="af6"/>
              <w:jc w:val="center"/>
              <w:rPr>
                <w:rFonts w:cs="Times New Roman"/>
                <w:lang w:val="uk-UA"/>
              </w:rPr>
            </w:pPr>
            <w:r w:rsidRPr="004018DD">
              <w:rPr>
                <w:rFonts w:cs="Times New Roman"/>
                <w:lang w:val="uk-UA"/>
              </w:rPr>
              <w:t>Хмельницька область, 30068</w:t>
            </w:r>
          </w:p>
          <w:p w:rsidR="009450C1" w:rsidRPr="004018DD" w:rsidRDefault="009450C1" w:rsidP="00BF34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8DD">
              <w:rPr>
                <w:rFonts w:ascii="Times New Roman" w:hAnsi="Times New Roman" w:cs="Times New Roman"/>
                <w:sz w:val="24"/>
                <w:szCs w:val="24"/>
              </w:rPr>
              <w:t>ЄДРПОУ 04405030</w:t>
            </w:r>
          </w:p>
        </w:tc>
      </w:tr>
      <w:tr w:rsidR="009450C1" w:rsidRPr="004018DD" w:rsidTr="00BF3412">
        <w:tc>
          <w:tcPr>
            <w:tcW w:w="4927" w:type="dxa"/>
          </w:tcPr>
          <w:p w:rsidR="009450C1" w:rsidRPr="004018DD" w:rsidRDefault="009450C1" w:rsidP="00BF34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ФОП__________Н. Кірічок</w:t>
            </w:r>
          </w:p>
        </w:tc>
        <w:tc>
          <w:tcPr>
            <w:tcW w:w="4928" w:type="dxa"/>
          </w:tcPr>
          <w:p w:rsidR="009450C1" w:rsidRPr="004018DD" w:rsidRDefault="009450C1" w:rsidP="00BF3412">
            <w:pPr>
              <w:pStyle w:val="af6"/>
              <w:jc w:val="center"/>
              <w:rPr>
                <w:rFonts w:cs="Times New Roman"/>
                <w:lang w:val="uk-UA"/>
              </w:rPr>
            </w:pPr>
            <w:r w:rsidRPr="004018DD">
              <w:rPr>
                <w:rFonts w:cs="Times New Roman"/>
                <w:lang w:val="uk-UA"/>
              </w:rPr>
              <w:t>Сільський голова _________В. Михалюк</w:t>
            </w:r>
          </w:p>
        </w:tc>
      </w:tr>
    </w:tbl>
    <w:p w:rsidR="009450C1" w:rsidRDefault="009450C1" w:rsidP="009450C1">
      <w:pPr>
        <w:pStyle w:val="HTML0"/>
        <w:spacing w:line="276" w:lineRule="auto"/>
        <w:rPr>
          <w:rFonts w:asciiTheme="minorHAnsi" w:hAnsiTheme="minorHAnsi" w:cstheme="minorBidi"/>
          <w:color w:val="000000"/>
        </w:rPr>
      </w:pPr>
    </w:p>
    <w:p w:rsidR="003A5837" w:rsidRDefault="003A5837"/>
    <w:sectPr w:rsidR="003A583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0C1"/>
    <w:rsid w:val="00171A2E"/>
    <w:rsid w:val="00304C90"/>
    <w:rsid w:val="003A5837"/>
    <w:rsid w:val="00505B6D"/>
    <w:rsid w:val="006D3977"/>
    <w:rsid w:val="007D6C18"/>
    <w:rsid w:val="009450C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9450C1"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450C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450C1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450C1"/>
    <w:rPr>
      <w:rFonts w:ascii="Consolas" w:hAnsi="Consolas"/>
      <w:sz w:val="20"/>
      <w:szCs w:val="20"/>
      <w:lang w:val="ru-RU" w:eastAsia="ru-RU" w:bidi="ar-SA"/>
    </w:rPr>
  </w:style>
  <w:style w:type="table" w:styleId="af5">
    <w:name w:val="Table Grid"/>
    <w:basedOn w:val="a1"/>
    <w:uiPriority w:val="59"/>
    <w:rsid w:val="009450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Содержимое таблицы"/>
    <w:basedOn w:val="a"/>
    <w:rsid w:val="009450C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9450C1"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450C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450C1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450C1"/>
    <w:rPr>
      <w:rFonts w:ascii="Consolas" w:hAnsi="Consolas"/>
      <w:sz w:val="20"/>
      <w:szCs w:val="20"/>
      <w:lang w:val="ru-RU" w:eastAsia="ru-RU" w:bidi="ar-SA"/>
    </w:rPr>
  </w:style>
  <w:style w:type="table" w:styleId="af5">
    <w:name w:val="Table Grid"/>
    <w:basedOn w:val="a1"/>
    <w:uiPriority w:val="59"/>
    <w:rsid w:val="009450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Содержимое таблицы"/>
    <w:basedOn w:val="a"/>
    <w:rsid w:val="009450C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3</Pages>
  <Words>584</Words>
  <Characters>3332</Characters>
  <Application>Microsoft Office Word</Application>
  <DocSecurity>0</DocSecurity>
  <Lines>27</Lines>
  <Paragraphs>7</Paragraphs>
  <ScaleCrop>false</ScaleCrop>
  <Company>Microsoft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2021-03-02T14:22:00Z</dcterms:created>
  <dcterms:modified xsi:type="dcterms:W3CDTF">2021-03-02T14:23:00Z</dcterms:modified>
</cp:coreProperties>
</file>