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63" w:rsidRPr="0081108E" w:rsidRDefault="00937F63" w:rsidP="00937F6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37F63" w:rsidRPr="0081108E" w:rsidRDefault="00937F63" w:rsidP="00937F6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37F63" w:rsidRPr="0081108E" w:rsidRDefault="00C405ED" w:rsidP="00937F6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614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bqb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kej3hC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/Jup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q3fcYA&#10;AADeAAAADwAAAGRycy9kb3ducmV2LnhtbERPS2sCMRC+F/ofwhS8iGbtYWtXoxRh+zoIWsHrsJlu&#10;tt1MliTq1l9vhIK3+fieM1/2thVH8qFxrGAyzkAQV043XCvYfZWjKYgQkTW2jknBHwVYLu7v5lho&#10;d+INHbexFimEQ4EKTIxdIWWoDFkMY9cRJ+7beYsxQV9L7fGUwm0rH7MslxYbTg0GO1oZqn63B6vg&#10;p1yb/erp/OqHzxs6D8vPt/YjV2rw0L/MQETq4038737XaX6WT3K4vpNu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q3f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258UA&#10;AADeAAAADwAAAGRycy9kb3ducmV2LnhtbESP0YrCMBBF34X9hzDCvsiauoIu3UaRRUV8EXU/YGim&#10;TbGZlCba+vdGEHyb4d6550627G0tbtT6yrGCyTgBQZw7XXGp4P+8+foB4QOyxtoxKbiTh+XiY5Bh&#10;ql3HR7qdQiliCPsUFZgQmlRKnxuy6MeuIY5a4VqLIa5tKXWLXQy3tfxOkpm0WHEkGGzoz1B+OV1t&#10;hBymeNgX3Xmz7bHD9d7waHVU6nPYr35BBOrD2/y63ulYP5lN5v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bb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43r8YA&#10;AADeAAAADwAAAGRycy9kb3ducmV2LnhtbESPQUvEQAyF74L/YYjgzZ3uolXqzi6yKojgwVUQb6GT&#10;bYudzDATt/Xfm4PgLeG9vPdlvZ3DaI6UyxDZwXJRgSFuox+4c/D+9nhxA6YIsscxMjn4oQLbzenJ&#10;GhsfJ36l4146oyFcGnTQi6TG2tL2FLAsYiJW7RBzQNE1d9ZnnDQ8jHZVVbUNOLA29Jho11P7tf8O&#10;Dl6mh/R8XV8d0me+XNly7+VjJ86dn813t2CEZvk3/10/ecWv6q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43r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aHDsUA&#10;AADeAAAADwAAAGRycy9kb3ducmV2LnhtbESP0YrCMBBF34X9hzDCvsiauoK43UaRRUV8EXU/YGim&#10;TbGZlCba+vdGEHyb4d6550627G0tbtT6yrGCyTgBQZw7XXGp4P+8+ZqD8AFZY+2YFNzJw3LxMcgw&#10;1a7jI91OoRQxhH2KCkwITSqlzw1Z9GPXEEetcK3FENe2lLrFLobbWn4nyUxarDgSDDb0Zyi/nK42&#10;Qg5TPOyL7rzZ9tjhem94tDoq9TnsV78gAvXhbX5d73Ssn8wmP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oc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TxFMcA&#10;AADeAAAADwAAAGRycy9kb3ducmV2LnhtbESPQUvDQBCF74L/YRnBm90Yaiqx2yK1ggge2gqltyU7&#10;TYLZ2WV3bOK/dw6CtxnmzXvvW64nP6gLptwHMnA/K0AhNcH11Br4PLzePYLKbMnZIRAa+MEM69X1&#10;1dLWLoy0w8ueWyUmlGtroGOOtda56dDbPAsRSW7nkLxlWVOrXbKjmPtBl0VRaW97koTORtx02Hzt&#10;v72Bj3Eb3xfVwzme0rzU+cXxccPG3N5Mz0+gGCf+F/99vzmpX1SlAAiOz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08RT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1JZsQA&#10;AADeAAAADwAAAGRycy9kb3ducmV2LnhtbERP32vCMBB+H/g/hBvsRTRVUaQzig7CBAdjKuz1aM62&#10;rLmUJLP1vzfCYG/38f281aa3jbiSD7VjBZNxBoK4cKbmUsH5pEdLECEiG2wck4IbBdisB08rzI3r&#10;+Iuux1iKFMIhRwVVjG0uZSgqshjGriVO3MV5izFBX0rjsUvhtpHTLFtIizWnhgpbequo+Dn+WgW7&#10;z66c+WGx693h8v4919roD63Uy3O/fQURqY//4j/33qT52WI6gcc76Qa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9SWb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+d7sIA&#10;AADeAAAADwAAAGRycy9kb3ducmV2LnhtbERP3WrCMBS+H+wdwhl4t6YWJ9IZRZSCyG6mPsChOWuq&#10;zUlJYq1vbwaD3Z2P7/cs16PtxEA+tI4VTLMcBHHtdMuNgvOpel+ACBFZY+eYFDwowHr1+rLEUrs7&#10;f9NwjI1IIRxKVGBi7EspQ23IYshcT5y4H+ctxgR9I7XHewq3nSzyfC4ttpwaDPa0NVRfjzeroDoU&#10;X8P1pn3lNuPM0oe5LHZGqcnbuPkEEWmM/+I/916n+fm8KOD3nXSD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H53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NyisQA&#10;AADeAAAADwAAAGRycy9kb3ducmV2LnhtbERP32vCMBB+H/g/hBN8GZpOmUg1ig7CBg7GVPD1aM62&#10;2FxKEm333y/CYG/38f281aa3jbiTD7VjBS+TDARx4UzNpYLTUY8XIEJENtg4JgU/FGCzHjytMDeu&#10;42+6H2IpUgiHHBVUMba5lKGoyGKYuJY4cRfnLcYEfSmNxy6F20ZOs2wuLdacGips6a2i4nq4WQW7&#10;r66c+edi17v95f38qrXRn1qp0bDfLkFE6uO/+M/9YdL8bD6dweOdd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jco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gAcIA&#10;AADeAAAADwAAAGRycy9kb3ducmV2LnhtbERP3WrCMBS+F3yHcAa703TFiVRTEUdhDG+mPsChOWu6&#10;NiclibV7+0UY7O58fL9nt59sL0byoXWs4GWZgSCunW65UXC9VIsNiBCRNfaOScEPBdiX89kOC+3u&#10;/EnjOTYihXAoUIGJcSikDLUhi2HpBuLEfTlvMSboG6k93lO47WWeZWtpseXUYHCgo6G6O9+sguoj&#10;P43dTfvKHaaVpVfzvXkzSj0/TYctiEhT/Bf/ud91mp+t8xU83kk3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uqAB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bcsIA&#10;AADeAAAADwAAAGRycy9kb3ducmV2LnhtbERPzWrCQBC+F/oOyxR6a3ajjUjMGqSg1GOjDzBkxySY&#10;nY3ZrYlv3y0UepuP73eKcra9uNPoO8ca0kSBIK6d6bjRcD7t39YgfEA22DsmDQ/yUG6fnwrMjZv4&#10;i+5VaEQMYZ+jhjaEIZfS1y1Z9IkbiCN3caPFEOHYSDPiFMNtLxdKraTFjmNDiwN9tFRfq2+r4f0x&#10;HW5VdlV7Yyk9LocjhzrT+vVl3m1ABJrDv/jP/WnifLVaZPD7Trx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Jt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gTqsEA&#10;AADeAAAADwAAAGRycy9kb3ducmV2LnhtbERPy6rCMBDdC/5DGMGdpnZRrtUooijiylsf66EZ22Iz&#10;KU3U+vfmwgV3czjPmS87U4snta6yrGAyjkAQ51ZXXCg4n7ajHxDOI2usLZOCNzlYLvq9OabavviX&#10;npkvRAhhl6KC0vsmldLlJRl0Y9sQB+5mW4M+wLaQusVXCDe1jKMokQYrDg0lNrQuKb9nD6PgkVzj&#10;M98O+pht3rvpZrty8lIoNRx0qxkIT53/iv/dex3mR0mcwN874Qa5+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oE6r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GLMYA&#10;AADeAAAADwAAAGRycy9kb3ducmV2LnhtbERPTWvCQBC9C/6HZYTedFMt0UZXUaFQPSjGevA2ZqdJ&#10;2uxsmt1q+u+7QqG3ebzPmS1aU4krNa60rOBxEIEgzqwuOVfwdnzpT0A4j6yxskwKfsjBYt7tzDDR&#10;9sYHuqY+FyGEXYIKCu/rREqXFWTQDWxNHLh32xj0ATa51A3eQrip5DCKYmmw5NBQYE3rgrLP9Nso&#10;OO0n8fN+tXn62O4uODL666zLWKmHXrucgvDU+n/xn/tVh/lRPBzD/Z1w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sGL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0FysYA&#10;AADeAAAADwAAAGRycy9kb3ducmV2LnhtbESPQWvCQBCF74X+h2UK3urGVEKIrqKWavFkbcHrkJ0m&#10;odnZkN1q9Nd3DkJvM7w3730zXw6uVWfqQ+PZwGScgCIuvW24MvD1+facgwoR2WLrmQxcKcBy8fgw&#10;x8L6C3/Q+RgrJSEcCjRQx9gVWoeyJodh7Dti0b597zDK2lfa9niRcNfqNEky7bBhaaixo01N5c/x&#10;1xm4ZSc8hF26fn2xka7TfOv3h60xo6dhNQMVaYj/5vv1uxX8JEuFV96RG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0Fy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J/8QA&#10;AADeAAAADwAAAGRycy9kb3ducmV2LnhtbERPzWrCQBC+C32HZQq96abBSk3dhCIWemuNfYAhO90E&#10;s7MxuyapT+8WBG/z8f3OpphsKwbqfeNYwfMiAUFcOd2wUfBz+Ji/gvABWWPrmBT8kYcif5htMNNu&#10;5D0NZTAihrDPUEEdQpdJ6auaLPqF64gj9+t6iyHC3kjd4xjDbSvTJFlJiw3Hhho72tZUHcuzVXBy&#10;6Yueyh1+HXfr78aY5emyXyr19Di9v4EINIW7+Ob+1HF+skrX8P9Ov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Yyf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eQVMYA&#10;AADeAAAADwAAAGRycy9kb3ducmV2LnhtbESPQW/CMAyF75P2HyJP4jZShiisIyCGhMQVtgNHLzFt&#10;R+OUJkDZr58Pk3az5ef33jdf9r5RV+piHdjAaJiBIrbB1Vwa+PzYPM9AxYTssAlMBu4UYbl4fJhj&#10;4cKNd3Tdp1KJCccCDVQptYXW0VbkMQ5DSyy3Y+g8Jlm7UrsOb2LuG/2SZbn2WLMkVNjSuiJ72l+8&#10;gW39RZPcHl/97N3uDj/nNJ5+O2MGT/3qDVSiPv2L/763Tupn+VgABEd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eQV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rMGMUA&#10;AADeAAAADwAAAGRycy9kb3ducmV2LnhtbERPXWsCMRB8L/Q/hC30rSYqiJ5GUUGwtBX8wL4ul+3l&#10;8LI5Lul5/vumIPg2u7MzszNbdK4SLTWh9Kyh31MgiHNvSi40nI6btzGIEJENVp5Jw40CLObPTzPM&#10;jL/yntpDLEQy4ZChBhtjnUkZcksOQ8/XxIn78Y3DmMamkKbBazJ3lRwoNZIOS04JFmtaW8ovh1+n&#10;ocXdTX3b1dfkvfzMB7vV+cOkvX596ZZTEJG6+Di+q7cmva9Gwz7810kY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sw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N9cMA&#10;AADeAAAADwAAAGRycy9kb3ducmV2LnhtbERPTUvDQBC9C/0PyxR6sxtTKBK7LUWoeNTooccxO82m&#10;zc6E3bWJ/npXELzN433OZjf5Xl0pxE7YwN2yAEXciO24NfD+dri9BxUTssVemAx8UYTddnazwcrK&#10;yK90rVOrcgjHCg24lIZK69g48hiXMhBn7iTBY8owtNoGHHO473VZFGvtsePc4HCgR0fNpf70Bsan&#10;5uNcno7WfYdBDvWLnMtejFnMp/0DqERT+hf/uZ9tnl+sVyX8vpNv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WN9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4ecUA&#10;AADeAAAADwAAAGRycy9kb3ducmV2LnhtbERP22rCQBB9L/Qflin4VjdVsJK6hniDIi2ibd/H7Jik&#10;7s6G7Fbj37tCwbc5nOtMss4acaLW144VvPQTEMSF0zWXCr6/Vs9jED4gazSOScGFPGTTx4cJptqd&#10;eUunXShFDGGfooIqhCaV0hcVWfR91xBH7uBaiyHCtpS6xXMMt0YOkmQkLdYcGypsaF5Rcdz9WQWr&#10;zcL8Dj63+Y8M8+Xr3ozXs8WHUr2nLn8DEagLd/G/+13H+cloOITbO/EG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Th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9mcYA&#10;AADeAAAADwAAAGRycy9kb3ducmV2LnhtbERPTWvCQBC9F/wPywi9lLpRa5DoGkSQWKhg04LXMTsm&#10;wexsyG5j+u+7hUJv83ifs04H04ieOldbVjCdRCCIC6trLhV8fuyflyCcR9bYWCYF3+Qg3Ywe1pho&#10;e+d36nNfihDCLkEFlfdtIqUrKjLoJrYlDtzVdgZ9gF0pdYf3EG4aOYuiWBqsOTRU2NKuouKWfxkF&#10;/entUh56177elk9uMb9k2VGflXocD9sVCE+D/xf/uQ86zI/i+Qv8vhNu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59m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6mH8UA&#10;AADeAAAADwAAAGRycy9kb3ducmV2LnhtbERPS2sCMRC+F/wPYYTealJf2K1RqlDoRVDbQ72Nm+nu&#10;4mayTVJd/fVGEHqbj+8503lra3EkHyrHGp57CgRx7kzFhYavz/enCYgQkQ3WjknDmQLMZ52HKWbG&#10;nXhDx20sRArhkKGGMsYmkzLkJVkMPdcQJ+7HeYsxQV9I4/GUwm0t+0qNpcWKU0OJDS1Lyg/bP6th&#10;8TJZ/K6HvLps9jvafe8Po75XWj9227dXEJHa+C++uz9Mmq/GgxHc3k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vqYfxQAAAN4AAAAPAAAAAAAAAAAAAAAAAJgCAABkcnMv&#10;ZG93bnJldi54bWxQSwUGAAAAAAQABAD1AAAAigMAAAAA&#10;" fillcolor="black" stroked="f"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82aMYA&#10;AADeAAAADwAAAGRycy9kb3ducmV2LnhtbERPTWvCQBC9F/oflil4q5sqDSG6Sq0KhepB7aHHMTtN&#10;lmRnQ3bV6K/vFgre5vE+ZzrvbSPO1HnjWMHLMAFBXDhtuFTwdVg/ZyB8QNbYOCYFV/Iwnz0+TDHX&#10;7sI7Ou9DKWII+xwVVCG0uZS+qMiiH7qWOHI/rrMYIuxKqTu8xHDbyFGSpNKi4dhQYUvvFRX1/mQV&#10;fH+mJtsZGh03t8VKb17rxXZZKzV46t8mIAL14S7+d3/oOD9Jxyn8vRNv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82aM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H+wcQA&#10;AADeAAAADwAAAGRycy9kb3ducmV2LnhtbERPTUsDMRC9C/6HMII3m6jQLttml6KIXjxYFa/DZrpZ&#10;dzNZk7Td9tebguBtHu9zVvXkBrGnEDvPGm5nCgRx403HrYaP96ebAkRMyAYHz6ThSBHq6vJihaXx&#10;B36j/Sa1IodwLFGDTWkspYyNJYdx5kfizG19cJgyDK00AQ853A3yTqm5dNhxbrA40oOlpt/snIaw&#10;/nrsT7z77NXp9Rifv6efAq3W11fTegki0ZT+xX/uF5Pnq/n9As7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x/s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/c+MYA&#10;AADeAAAADwAAAGRycy9kb3ducmV2LnhtbESP0UoDQQxF3wX/YYjgi9gZK7R27bSIIAgWobUfEHfS&#10;3cWZzLIT261fbx4E3xLuzb0ny/WYojnSULrMHu4mDgxxnUPHjYf9x8vtA5giyAFjZvJwpgLr1eXF&#10;EquQT7yl404aoyFcKvTQivSVtaVuKWGZ5J5YtUMeEoquQ2PDgCcNT9FOnZvZhB1rQ4s9PbdUf+2+&#10;k4c4/YyLt3nZyHlvN+4nyfbmPXh/fTU+PYIRGuXf/Hf9GhTfze6VV9/RG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/c+MYAAADe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4OcQA&#10;AADeAAAADwAAAGRycy9kb3ducmV2LnhtbERPTWsCMRC9C/6HMEJvmq2C2K1R2oqwFw9uLV7HzXSz&#10;NJksm6hbf70pFLzN433Oct07Ky7UhcazgudJBoK48rrhWsHhcztegAgRWaP1TAp+KcB6NRwsMdf+&#10;ynu6lLEWKYRDjgpMjG0uZagMOQwT3xIn7tt3DmOCXS11h9cU7qycZtlcOmw4NRhs6cNQ9VOenYJN&#10;2drpoTDv4fi1O51scdvScaPU06h/ewURqY8P8b+70Gl+Np+9wN8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DODn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pQ78UA&#10;AADeAAAADwAAAGRycy9kb3ducmV2LnhtbESPQWsCMRCF74X+hzAFbzWpyFa2RimlgtBTrR68Dcl0&#10;d3UzWTbR3f77zkHwNsO8ee99y/UYWnWlPjWRLbxMDShiF33DlYX9z+Z5ASplZI9tZLLwRwnWq8eH&#10;JZY+DvxN112ulJhwKtFCnXNXap1cTQHTNHbEcvuNfcAsa19p3+Mg5qHVM2MKHbBhSaixo4+a3Hl3&#10;CRZOG/0VnUF32B+GrX89fhbUGmsnT+P7G6hMY76Lb99bL/VNMRcAwZEZ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Dv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4GE8UA&#10;AADeAAAADwAAAGRycy9kb3ducmV2LnhtbERPTWvCQBC9F/oflhF6qxttCRJdQyoIpaUHtRSPY3ZM&#10;QrKzYXc16b/vFgRv83ifs8pH04krOd9YVjCbJiCIS6sbrhR8H7bPCxA+IGvsLJOCX/KQrx8fVphp&#10;O/COrvtQiRjCPkMFdQh9JqUvazLop7YnjtzZOoMhQldJ7XCI4aaT8yRJpcGGY0ONPW1qKtv9xSg4&#10;Xj75/PXyUbi38GPHg2/np0Wr1NNkLJYgAo3hLr6533Wcn6SvM/h/J9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gYTxQAAAN4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FNFsUA&#10;AADeAAAADwAAAGRycy9kb3ducmV2LnhtbERPTWsCMRC9C/6HMEJvmrhY0dUotVDopVBtD/U2bsbd&#10;xc1km6S69dc3gtDbPN7nLNedbcSZfKgdaxiPFAjiwpmaSw2fHy/DGYgQkQ02jknDLwVYr/q9JebG&#10;XXhL510sRQrhkKOGKsY2lzIUFVkMI9cSJ+7ovMWYoC+l8XhJ4baRmVJTabHm1FBhS88VFafdj9Ww&#10;mc823+8TfrtuD3vafx1Oj5lXWj8MuqcFiEhd/Bff3a8mzVfTSQa3d9IN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U0WxQAAAN4AAAAPAAAAAAAAAAAAAAAAAJgCAABkcnMv&#10;ZG93bnJldi54bWxQSwUGAAAAAAQABAD1AAAAigMAAAAA&#10;" fillcolor="black" stroked="f"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jJ8QA&#10;AADeAAAADwAAAGRycy9kb3ducmV2LnhtbERPTWsCMRC9F/wPYYTeatZaRLZGWQSp9LTaSq/jZrpZ&#10;upksSYzbf98UCr3N433OejvaXiTyoXOsYD4rQBA3TnfcKnh/2z+sQISIrLF3TAq+KcB2M7lbY6nd&#10;jY+UTrEVOYRDiQpMjEMpZWgMWQwzNxBn7tN5izFD30rt8ZbDbS8fi2IpLXacGwwOtDPUfJ2uVkG6&#10;7OpqkT6SOb76qvWufjlfaqXup2P1DCLSGP/Ff+6DzvOL5dMCft/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r4yf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4/WsUA&#10;AADeAAAADwAAAGRycy9kb3ducmV2LnhtbERPTWvCQBC9C/0PyxS86UaR0KauUqRK9aKmhfY4ZKfZ&#10;0OxsyG5j9Ne7BcHbPN7nzJe9rUVHra8cK5iMExDEhdMVlwo+P9ajJxA+IGusHZOCM3lYLh4Gc8y0&#10;O/GRujyUIoawz1CBCaHJpPSFIYt+7BriyP241mKIsC2lbvEUw20tp0mSSosVxwaDDa0MFb/5n1Xg&#10;J6u3r529PHffG8P7fGvSQ2mUGj72ry8gAvXhLr6533Wcn6SzGfy/E2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7j9a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37F63" w:rsidRPr="0081108E" w:rsidRDefault="00937F63" w:rsidP="00937F6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37F63" w:rsidRPr="0081108E" w:rsidRDefault="00937F63" w:rsidP="00937F6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37F63" w:rsidRPr="0081108E" w:rsidRDefault="00937F63" w:rsidP="00937F6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37F63" w:rsidRPr="0081108E" w:rsidRDefault="00937F63" w:rsidP="00937F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37F63" w:rsidRPr="0081108E" w:rsidRDefault="00937F63" w:rsidP="00937F6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937F63" w:rsidRPr="0081108E" w:rsidRDefault="00937F63" w:rsidP="00937F6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937F63" w:rsidRPr="0081108E" w:rsidRDefault="00937F63" w:rsidP="00937F63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937F63" w:rsidRPr="0081108E" w:rsidRDefault="00937F63" w:rsidP="00937F6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937F63" w:rsidRPr="0081108E" w:rsidRDefault="00937F63" w:rsidP="00937F6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937F63" w:rsidRPr="0081108E" w:rsidRDefault="00937F63" w:rsidP="00937F6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405ED">
        <w:rPr>
          <w:noProof/>
        </w:rPr>
        <w:pict>
          <v:group id="Группа 10645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0qw8IA&#10;AADeAAAADwAAAGRycy9kb3ducmV2LnhtbERPy6rCMBDdC/5DGMGdpj6oUo0icr24EKQ+9kMztsVm&#10;Uppc7f17Iwju5nCes1y3phIPalxpWcFoGIEgzqwuOVdwOe8GcxDOI2usLJOCf3KwXnU7S0y0fXJK&#10;j5PPRQhhl6CCwvs6kdJlBRl0Q1sTB+5mG4M+wCaXusFnCDeVHEdRLA2WHBoKrGlbUHY//RkFdvK7&#10;P1zzcTr54ZnnzXF+u7YHpfq9drMA4an1X/HHvddhfhRPY3i/E2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SrD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U9+8YA&#10;AADeAAAADwAAAGRycy9kb3ducmV2LnhtbERPS2sCMRC+F/ofwhR6Ec22yFq3RhFh+zoUfECvw2bc&#10;rG4mS5Lq6q9vCoXe5uN7zmzR21acyIfGsYKHUQaCuHK64VrBblsOn0CEiKyxdUwKLhRgMb+9mWGh&#10;3ZnXdNrEWqQQDgUqMDF2hZShMmQxjFxHnLi98xZjgr6W2uM5hdtWPmZZLi02nBoMdrQyVB0331bB&#10;ofw0X6vJ9cUPpmu6DsqP1/Y9V+r+rl8+g4jUx3/xn/tNp/lZPp7A7zvp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U9+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NiMQA&#10;AADeAAAADwAAAGRycy9kb3ducmV2LnhtbESPzWrCQBDH7wXfYRnBS9GNtohEVxGpUryIHw8wZMds&#10;MDsbslsT375zKPQ2w/w/frPa9L5WT2pjFdjAdJKBIi6Crbg0cLvuxwtQMSFbrAOTgRdF2KwHbyvM&#10;bej4TM9LKpWEcMzRgEupybWOhSOPcRIaYrndQ+sxydqW2rbYSbiv9SzL5tpjxdLgsKGdo+Jx+fFS&#10;cvrA0/HeXfeHHjv8Ojp+356NGQ377RJUoj79i//c31bws/mn8Mo7MoN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ZDY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G9KcQA&#10;AADeAAAADwAAAGRycy9kb3ducmV2LnhtbERPTUsDMRC9C/0PYQrebNZSV7s2LaVVEMGDVSjehs10&#10;d3EzCcnYXf+9EQRv83ifs9qMrldniqnzbOB6VoAirr3tuDHw/vZ4dQcqCbLF3jMZ+KYEm/XkYoWV&#10;9QO/0vkgjcohnCo00IqESutUt+QwzXwgztzJR4eSYWy0jTjkcNfreVGU2mHHuaHFQLuW6s/DlzPw&#10;MjyE59vy5hQ+4mKu097KcSfGXE7H7T0ooVH+xX/uJ5vnF+Vi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RvS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aXU8UA&#10;AADeAAAADwAAAGRycy9kb3ducmV2LnhtbESP3WrCQBCF7wu+wzKCN0U3WioSXUWkSvFG/HmAITtm&#10;g9nZkN2a+Padi0LvZphzzjdntel9rZ7UxiqwgekkA0VcBFtxaeB23Y8XoGJCtlgHJgMvirBZD95W&#10;mNvQ8Zmel1QqCeGYowGXUpNrHQtHHuMkNMRyu4fWY5K1LbVtsZNwX+tZls21x4qF4LChnaPicfnx&#10;Ajl94Ol47677Q48dfh0dv2/PxoyG/XYJKlGf/sV/7m8r72fzTykgdWQG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pd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4n8sQA&#10;AADeAAAADwAAAGRycy9kb3ducmV2LnhtbERPTUsDMRC9C/6HMEJvNtvSrmVtWqS2IIIHq1C8DZvp&#10;7uJmEpKxu/57Iwje5vE+Z70dXa8uFFPn2cBsWoAirr3tuDHw/na4XYFKgmyx90wGvinBdnN9tcbK&#10;+oFf6XKURuUQThUaaEVCpXWqW3KYpj4QZ+7so0PJMDbaRhxyuOv1vChK7bDj3NBioF1L9efxyxl4&#10;Gfbh+a5cnsNHXMx1erRy2okxk5vx4R6U0Cj/4j/3k83zi3I5g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+J/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kbMQA&#10;AADeAAAADwAAAGRycy9kb3ducmV2LnhtbERP32vCMBB+H/g/hBN8GZrOoUg1ig7CBg7GVPD1aM62&#10;2FxKEm3335vBYG/38f281aa3jbiTD7VjBS+TDARx4UzNpYLTUY8XIEJENtg4JgU/FGCzHjytMDeu&#10;42+6H2IpUgiHHBVUMba5lKGoyGKYuJY4cRfnLcYEfSmNxy6F20ZOs2wuLdacGips6a2i4nq4WQW7&#10;r6589c/Frnf7y/t5prXRn1qp0bDfLkFE6uO/+M/9YdL8bD6bwu876Qa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ppGz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VLCMIA&#10;AADeAAAADwAAAGRycy9kb3ducmV2LnhtbERP24rCMBB9X/Afwgi+ralXpBpFlMKy+LLufsDQjE21&#10;mZQk1u7fbwRh3+ZwrrPZ9bYRHflQO1YwGWcgiEuna64U/HwX7ysQISJrbByTgl8KsNsO3jaYa/fg&#10;L+rOsRIphEOOCkyMbS5lKA1ZDGPXEifu4rzFmKCvpPb4SOG2kdMsW0qLNacGgy0dDJW3890qKD6n&#10;p+52175w+35uaWGuq6NRajTs92sQkfr4L365P3Sany0XM3i+k26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VUsI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yZg8UA&#10;AADeAAAADwAAAGRycy9kb3ducmV2LnhtbERP22oCMRB9L/QfwhT6UjSrVSlbo6gQKlgoXqCvw2bc&#10;XbqZLEnqrn9vhELf5nCuM1/2thEX8qF2rGA0zEAQF87UXCo4HfXgDUSIyAYbx6TgSgGWi8eHOebG&#10;dbynyyGWIoVwyFFBFWObSxmKiiyGoWuJE3d23mJM0JfSeOxSuG3kOMtm0mLNqaHCljYVFT+HX6tg&#10;/dWVr/6lWPdud/74nmpt9KdW6vmpX72DiNTHf/Gfe2vS/Gw2ncD9nXSD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JmD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258IA&#10;AADeAAAADwAAAGRycy9kb3ducmV2LnhtbERP3WrCMBS+F3yHcAa703SyilRTEUdhyG6mPsChOWu6&#10;NiclibV7+0UY7O58fL9nt59sL0byoXWs4GWZgSCunW65UXC9VIsNiBCRNfaOScEPBdiX89kOC+3u&#10;/EnjOTYihXAoUIGJcSikDLUhi2HpBuLEfTlvMSboG6k93lO47eUqy9bSYsupweBAR0N1d75ZBdVp&#10;9TF2N+0rd5heLeXme/NmlHp+mg5bEJGm+C/+c7/rND9b5zk83kk3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8Hb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x2eMAA&#10;AADeAAAADwAAAGRycy9kb3ducmV2LnhtbERPzYrCMBC+C/sOYQRvmujaItUoIrisx60+wNCMbbGZ&#10;dJto69ubBWFv8/H9zmY32EY8qPO1Yw3zmQJBXDhTc6nhcj5OVyB8QDbYOCYNT/Kw236MNpgZ1/MP&#10;PfJQihjCPkMNVQhtJqUvKrLoZ64ljtzVdRZDhF0pTYd9DLeNXCiVSos1x4YKWzpUVNzyu9WwfPZf&#10;v3lyU0djaX76bE8cikTryXjYr0EEGsK/+O3+NnG+SpMU/t6JN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+x2e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LFTMQA&#10;AADeAAAADwAAAGRycy9kb3ducmV2LnhtbERPS2vCQBC+F/wPywi91Y2CqY1uRJSU0lON1vOQnTww&#10;OxuyG43/vlso9DYf33M229G04ka9aywrmM8iEMSF1Q1XCs6n7GUFwnlkja1lUvAgB9t08rTBRNs7&#10;H+mW+0qEEHYJKqi97xIpXVGTQTezHXHgStsb9AH2ldQ93kO4aeUiimJpsOHQUGNH+5qKaz4YBUN8&#10;WZy5/NRf+eHx/nbIdk5+V0o9T8fdGoSn0f+L/9wfOsyP4uUr/L4TbpD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ixU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LhI8kA&#10;AADeAAAADwAAAGRycy9kb3ducmV2LnhtbESPQU/CQBCF7yb8h82QeJOtqA1Utg2akKgHiAgHbmN3&#10;bKvd2dJdof5752DibSbvzXvfLIrBtepEfWg8G7ieJKCIS28brgzs3lZXM1AhIltsPZOBHwpQ5KOL&#10;BWbWn/mVTttYKQnhkKGBOsYu0zqUNTkME98Ri/bhe4dR1r7StsezhLtWT5Mk1Q4bloYaO3qsqfza&#10;fjsD+80snW8enm8/X9bveOPs8WCb1JjL8bC8BxVpiP/mv+snK/hJeie88o7Mo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FLhI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fTLMQA&#10;AADeAAAADwAAAGRycy9kb3ducmV2LnhtbERPS2vCQBC+F/wPywje6katwUZX8UGteLK24HXIjkkw&#10;Oxuyq0Z/vVsQvM3H95zJrDGluFDtCssKet0IBHFqdcGZgr/fr/cRCOeRNZaWScGNHMymrbcJJtpe&#10;+Ycue5+JEMIuQQW591UipUtzMui6tiIO3NHWBn2AdSZ1jdcQbkrZj6JYGiw4NORY0TKn9LQ/GwX3&#10;+IA7991frAba0+1jtLbb3VqpTruZj0F4avxL/HRvdJgfxcNP+H8n3C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n0y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ZosYA&#10;AADeAAAADwAAAGRycy9kb3ducmV2LnhtbESPQW/CMAyF75P2HyJP4jZSEFSjENA0MYnbRtkPsBqT&#10;VjROaTIo/Pr5gLSbLT+/977VZvCtulAfm8AGJuMMFHEVbMPOwM/h8/UNVEzIFtvAZOBGETbr56cV&#10;FjZceU+XMjklJhwLNFCn1BVax6omj3EcOmK5HUPvMcnaO217vIq5b/U0y3LtsWFJqLGjj5qqU/nr&#10;DZzDdG6Hcotfp+3iu3Fudr7vZ8aMXob3JahEQ/oXP753VupneS4Agi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jZo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ga0sMA&#10;AADeAAAADwAAAGRycy9kb3ducmV2LnhtbERPPW/CMBDdK/EfrENiA4ciUggYRCshsQIdGA/7SALx&#10;OcQuBH59XQmp2z29z5svW1uJGzW+dKxgOEhAEGtnSs4VfO/X/QkIH5ANVo5JwYM8LBedtzlmxt15&#10;S7ddyEUMYZ+hgiKEOpPS64Is+oGriSN3co3FEGGTS9PgPYbbSr4nSSotlhwbCqzpqyB92f1YBZvy&#10;SONUn6Z28qm3h+c1jD7ORqlet13NQARqw7/45d6YOD9J0yH8vRNv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3ga0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t9csUA&#10;AADeAAAADwAAAGRycy9kb3ducmV2LnhtbERP0WoCMRB8F/yHsELfNOk9HO3VKCoILa1CbdHX5bJe&#10;jl42xyU9z79vhIJvszs7Mzvz5eAa0VMXas8aHmcKBHHpTc2Vhu+v7fQJRIjIBhvPpOFKAZaL8WiO&#10;hfEX/qT+ECuRTDgUqMHG2BZShtKSwzDzLXHizr5zGNPYVdJ0eEnmrpGZUrl0WHNKsNjSxlL5c/h1&#10;GnrcX9XJrnfPb/VHme3Xx3eT9vphMqxeQEQa4v34X/1q0vsqzzO41UkY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31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oHc8IA&#10;AADeAAAADwAAAGRycy9kb3ducmV2LnhtbERPTUvDQBC9C/6HZQRvdtMIQWK3RQoVjxo99Dhmp9nU&#10;7EzYXZu0v94VBG/zeJ+z2sx+UCcKsRc2sFwUoIhbsT13Bj7ed3cPoGJCtjgIk4EzRdisr69WWFuZ&#10;+I1OTepUDuFYowGX0lhrHVtHHuNCRuLMHSR4TBmGTtuAUw73gy6LotIee84NDkfaOmq/mm9vYHpu&#10;P4/lYW/dJYyya17lWA5izO3N/PQIKtGc/sV/7heb5xdVdQ+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gd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uPEMQA&#10;AADeAAAADwAAAGRycy9kb3ducmV2LnhtbERP32vCMBB+F/wfwgm+aTqRTqpRnE4YMhk6fT+bW9st&#10;uZQm0/rfG2Gwt/v4ft5s0VojLtT4yrGCp2ECgjh3uuJCwfFzM5iA8AFZo3FMCm7kYTHvdmaYaXfl&#10;PV0OoRAxhH2GCsoQ6kxKn5dk0Q9dTRy5L9dYDBE2hdQNXmO4NXKUJKm0WHFsKLGmVUn5z+HXKth8&#10;rM33aLdfnmRYvT6fzWT7sn5Xqt9rl1MQgdrwL/5zv+k4P0nTMTzeiT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bjx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H3H8QA&#10;AADeAAAADwAAAGRycy9kb3ducmV2LnhtbERPTYvCMBC9L/gfwgheRFMVi3SNIoKooLCrC3sdm9m2&#10;2ExKE2v990YQ9jaP9znzZWtK0VDtCssKRsMIBHFqdcGZgp/zZjAD4TyyxtIyKXiQg+Wi8zHHRNs7&#10;f1Nz8pkIIewSVJB7XyVSujQng25oK+LA/dnaoA+wzqSu8R7CTSnHURRLgwWHhhwrWueUXk83o6D5&#10;OlyyXeOq/XXWd9PJZbs96l+let129QnCU+v/xW/3Tof5URxP4fVOu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h9x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8XdcUA&#10;AADeAAAADwAAAGRycy9kb3ducmV2LnhtbERPS2sCMRC+C/6HMIXeNKnUxW6NokKhl0J9HOpt3Ex3&#10;FzeTNUl17a9vCoK3+fieM513thFn8qF2rOFpqEAQF87UXGrYbd8GExAhIhtsHJOGKwWYz/q9KebG&#10;XXhN500sRQrhkKOGKsY2lzIUFVkMQ9cSJ+7beYsxQV9K4/GSwm0jR0pl0mLNqaHCllYVFcfNj9Ww&#10;fJksT5/P/PG7Puxp/3U4jkdeaf340C1eQUTq4l18c7+bNF9lWQb/76Qb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xd1xQAAAN4AAAAPAAAAAAAAAAAAAAAAAJgCAABkcnMv&#10;ZG93bnJldi54bWxQSwUGAAAAAAQABAD1AAAAigMAAAAA&#10;" fillcolor="black" stroked="f"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87sUA&#10;AADeAAAADwAAAGRycy9kb3ducmV2LnhtbERPTWvCQBC9F/wPywje6kbBVKKrqK1QqB60HjyO2TFZ&#10;kp0N2VXT/vpuodDbPN7nzJedrcWdWm8cKxgNExDEudOGCwWnz+3zFIQPyBprx6TgizwsF72nOWba&#10;PfhA92MoRAxhn6GCMoQmk9LnJVn0Q9cQR+7qWoshwraQusVHDLe1HCdJKi0ajg0lNrQpKa+ON6vg&#10;/JGa6cHQ+LL7Xr/p3aRa718rpQb9bjUDEagL/+I/97uO85M0fYHfd+IN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Lzu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1FrsYA&#10;AADeAAAADwAAAGRycy9kb3ducmV2LnhtbESPQU/DMAyF70j8h8hI3FgCh2oqy6ZpE4ILBwYTV6sx&#10;TWnjlCTbuv16fEDiZus9v/d5sZrCoI6UchfZwv3MgCJuouu4tfDx/nQ3B5ULssMhMlk4U4bV8vpq&#10;gbWLJ36j4660SkI412jBlzLWWufGU8A8iyOxaF8xBSyypla7hCcJD4N+MKbSATuWBo8jbTw1/e4Q&#10;LKT157a/8GHfm8vrOT9/Tz9z9Nbe3kzrR1CFpvJv/rt+cYJvqkp45R2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1Fr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BWfsQA&#10;AADeAAAADwAAAGRycy9kb3ducmV2LnhtbERP22oCMRB9L/Qfwgh9KTXRh62uRilCoVApePmA6Wbc&#10;XUwmy2aqa7++KRT6NodzneV6CF5dqE9tZAuTsQFFXEXXcm3heHh9moFKguzQRyYLN0qwXt3fLbF0&#10;8co7uuylVjmEU4kWGpGu1DpVDQVM49gRZ+4U+4CSYV9r1+M1hwevp8YUOmDLuaHBjjYNVef9V7Dg&#10;p59+/v6ctnI76q35DrJ7/HDWPoyGlwUooUH+xX/uN5fnm6KYw+87+Qa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gVn7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MoZMcA&#10;AADeAAAADwAAAGRycy9kb3ducmV2LnhtbESPQW/CMAyF75P2HyJP2m2k48CmQkDbEFIvHNaBuJrG&#10;NBWJUzUZlP36+TBpN1t+fu99i9UYvLrQkLrIBp4nBSjiJtqOWwO7r83TK6iUkS36yGTgRglWy/u7&#10;BZY2XvmTLnVulZhwKtGAy7kvtU6No4BpEntiuZ3iEDDLOrTaDngV8+D1tChmOmDHkuCwpw9Hzbn+&#10;DgbWde+nu8q9p8N+ezz66mdDh7Uxjw/j2xxUpjH/i/++Kyv1i9mLAAi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TKGTHAAAA3g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o/ycMA&#10;AADeAAAADwAAAGRycy9kb3ducmV2LnhtbERPPWvDMBDdC/kP4gLdGikd7OJGCSUkEOhU1xm6HdLV&#10;dmudjKXazr+PCoFs93ift9nNrhMjDaH1rGG9UiCIjbct1xqqz+PTC4gQkS12nknDhQLstouHDRbW&#10;T/xBYxlrkUI4FKihibEvpAymIYdh5XvixH37wWFMcKilHXBK4a6Tz0pl0mHLqaHBnvYNmd/yz2n4&#10;Ocp3bxSac3WeTjb/OmTUKa0fl/PbK4hIc7yLb+6TTfNVlq/h/510g9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o/y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BS2cQA&#10;AADeAAAADwAAAGRycy9kb3ducmV2LnhtbERPTWvCQBC9F/oflhG81Y0pWIlugi0UitJDVUqPY3ZM&#10;QrKzYXfV+O+7guBtHu9zlsVgOnEm5xvLCqaTBARxaXXDlYL97vNlDsIHZI2dZVJwJQ9F/vy0xEzb&#10;C//QeRsqEUPYZ6igDqHPpPRlTQb9xPbEkTtaZzBE6CqpHV5iuOlkmiQzabDh2FBjTx81le32ZBT8&#10;nTZ8/H5dr9x7+LXDzrfpYd4qNR4NqwWIQEN4iO/uLx3nJ7O3FG7vxBt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gUtn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iMMYA&#10;AADeAAAADwAAAGRycy9kb3ducmV2LnhtbERPS08CMRC+m/gfmjHxJq2IgCuFCIkJFxN5HOA2bMfd&#10;Ddvp2hZY+PXWhITbfPmeM5q0thZH8qFyrOG5o0AQ585UXGhYrz6fhiBCRDZYOyYNZwowGd/fjTAz&#10;7sQLOi5jIVIIhww1lDE2mZQhL8li6LiGOHE/zluMCfpCGo+nFG5r2VWqLy1WnBpKbGhWUr5fHqyG&#10;6dtw+vvd46/LYrel7Wa3f+16pfXjQ/vxDiJSG2/iq3tu0nzVH7zA/zvpBj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EiMMYAAADeAAAADwAAAAAAAAAAAAAAAACYAgAAZHJz&#10;L2Rvd25yZXYueG1sUEsFBgAAAAAEAAQA9QAAAIsDAAAAAA==&#10;" fillcolor="black" stroked="f"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6x7sQA&#10;AADeAAAADwAAAGRycy9kb3ducmV2LnhtbERPTUsDMRC9C/0PYQRvNmsrtWyblqUgFU/baul1uhk3&#10;i5vJksR0/fdGELzN433OejvaXiTyoXOs4GFagCBunO64VfD+9ny/BBEissbeMSn4pgDbzeRmjaV2&#10;Vz5QOsZW5BAOJSowMQ6llKExZDFM3UCcuQ/nLcYMfSu1x2sOt72cFcVCWuw4NxgcaGeo+Tx+WQXp&#10;squreTonc3j1VetdvT9daqXubsdqBSLSGP/Ff+4XnecXi6dH+H0n3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use7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5QfMUA&#10;AADeAAAADwAAAGRycy9kb3ducmV2LnhtbERPTWvCQBC9C/0PyxS86caCsU1dpYgW9dI2LbTHITvN&#10;hmZnQ3Ybo7/eFQRv83ifM1/2thYdtb5yrGAyTkAQF05XXCr4+tyMHkH4gKyxdkwKjuRhubgbzDHT&#10;7sAf1OWhFDGEfYYKTAhNJqUvDFn0Y9cQR+7XtRZDhG0pdYuHGG5r+ZAkqbRYcWww2NDKUPGX/1sF&#10;frJaf+/t6an7eTX8lu9M+l4apYb3/csziEB9uImv7q2O85N0NoXLO/EG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lB8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37F63" w:rsidRDefault="00937F63" w:rsidP="00937F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37F63" w:rsidRPr="0081108E" w:rsidRDefault="00937F63" w:rsidP="00937F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937F63" w:rsidRPr="0081108E" w:rsidRDefault="00937F63" w:rsidP="00937F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937F63" w:rsidRPr="0081108E" w:rsidRDefault="00937F63" w:rsidP="00937F63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937F63" w:rsidRPr="0081108E" w:rsidRDefault="00937F63" w:rsidP="00937F63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937F63" w:rsidRPr="0081108E" w:rsidRDefault="00937F63" w:rsidP="00937F63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937F63" w:rsidRDefault="00937F63" w:rsidP="00937F6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Семенюку Ю.В.</w:t>
      </w: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Семенюка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Ю.В.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7F63" w:rsidRPr="001920C6" w:rsidRDefault="00937F63" w:rsidP="00937F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37F63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Семенюку Юрію Вікторовичу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C405ED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1807</w:t>
      </w:r>
      <w:r w:rsidRPr="001920C6">
        <w:rPr>
          <w:rFonts w:ascii="Times New Roman" w:eastAsia="Calibri" w:hAnsi="Times New Roman" w:cs="Times New Roman"/>
          <w:sz w:val="24"/>
        </w:rPr>
        <w:t xml:space="preserve">га,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1920C6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рахунок земель запасу сільськогосподарського призначення (кадастровий номер 6823984000:03:013:0054),</w:t>
      </w:r>
      <w:r w:rsidRPr="001920C6">
        <w:rPr>
          <w:rFonts w:ascii="Times New Roman" w:eastAsia="Calibri" w:hAnsi="Times New Roman" w:cs="Times New Roman"/>
          <w:sz w:val="24"/>
        </w:rPr>
        <w:t xml:space="preserve">  яка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межами населеного пункту села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>Крупець.</w:t>
      </w: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Семенюку Ю.В.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ради.</w:t>
      </w:r>
    </w:p>
    <w:p w:rsidR="00937F63" w:rsidRPr="001920C6" w:rsidRDefault="00937F63" w:rsidP="00937F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7F63" w:rsidRPr="001920C6" w:rsidRDefault="00937F63" w:rsidP="00937F6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C7768" w:rsidRPr="00937F63" w:rsidRDefault="00937F63" w:rsidP="00937F6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6C7768" w:rsidRPr="00937F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37F63"/>
    <w:rsid w:val="00171A2E"/>
    <w:rsid w:val="00304C90"/>
    <w:rsid w:val="00505B6D"/>
    <w:rsid w:val="006C7768"/>
    <w:rsid w:val="006D3977"/>
    <w:rsid w:val="007D6C18"/>
    <w:rsid w:val="00937F63"/>
    <w:rsid w:val="00C405E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63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2020-12-10T13:15:00Z</dcterms:created>
  <dcterms:modified xsi:type="dcterms:W3CDTF">2020-12-11T07:21:00Z</dcterms:modified>
</cp:coreProperties>
</file>