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8A8" w:rsidRPr="00EB4539" w:rsidRDefault="00AB38A8" w:rsidP="00AB38A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2726055</wp:posOffset>
                </wp:positionH>
                <wp:positionV relativeFrom="paragraph">
                  <wp:posOffset>83820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38A8" w:rsidRDefault="00AB38A8" w:rsidP="00AB38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65pt;margin-top:6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B38A8" w:rsidRDefault="00AB38A8" w:rsidP="00AB38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B38A8" w:rsidRDefault="00AB38A8" w:rsidP="00AB38A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AB38A8" w:rsidRDefault="00AB38A8" w:rsidP="00AB38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38A8" w:rsidRDefault="00AB38A8" w:rsidP="00AB38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38A8" w:rsidRDefault="00AB38A8" w:rsidP="00AB38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38A8" w:rsidRDefault="00AB38A8" w:rsidP="00AB38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B38A8" w:rsidRDefault="00AB38A8" w:rsidP="00AB38A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B38A8" w:rsidRDefault="00AB38A8" w:rsidP="00AB38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B38A8" w:rsidRDefault="00AB38A8" w:rsidP="00AB38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B38A8" w:rsidRDefault="00AB38A8" w:rsidP="00AB38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38A8" w:rsidRDefault="00AB38A8" w:rsidP="00AB38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B38A8" w:rsidRDefault="00AB38A8" w:rsidP="00AB38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38A8" w:rsidRDefault="00AB38A8" w:rsidP="00AB38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B38A8" w:rsidRDefault="00AB38A8" w:rsidP="00AB38A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B38A8" w:rsidRDefault="00AB38A8" w:rsidP="00AB38A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№116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AB38A8" w:rsidRPr="00054EE7" w:rsidRDefault="00AB38A8" w:rsidP="00AB38A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B38A8" w:rsidRPr="00054EE7" w:rsidRDefault="00AB38A8" w:rsidP="00AB38A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AB38A8" w:rsidRPr="00054EE7" w:rsidRDefault="00AB38A8" w:rsidP="00AB38A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AB38A8" w:rsidRPr="00054EE7" w:rsidRDefault="00AB38A8" w:rsidP="00AB38A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AB38A8" w:rsidRPr="00054EE7" w:rsidRDefault="00AB38A8" w:rsidP="00AB38A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AB38A8" w:rsidRPr="00054EE7" w:rsidRDefault="00AB38A8" w:rsidP="00AB38A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Крупецькій</w:t>
      </w:r>
      <w:proofErr w:type="spellEnd"/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сільській раді</w:t>
      </w:r>
    </w:p>
    <w:p w:rsidR="00AB38A8" w:rsidRPr="00054EE7" w:rsidRDefault="00AB38A8" w:rsidP="00AB38A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B38A8" w:rsidRPr="00054EE7" w:rsidRDefault="00AB38A8" w:rsidP="00AB38A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12,186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сільська  рада </w:t>
      </w:r>
    </w:p>
    <w:p w:rsidR="00AB38A8" w:rsidRPr="00054EE7" w:rsidRDefault="00AB38A8" w:rsidP="00AB38A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B38A8" w:rsidRPr="00054EE7" w:rsidRDefault="00AB38A8" w:rsidP="00AB38A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раді, 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 xml:space="preserve">код ЄДРПОУ 04405030, </w:t>
      </w: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 документацію із землеустрою щодо встановлення (відновлення) меж земельної ділянки в натурі (на місцевості), та передати у комунальну  власність, площею 0,4727 га, кадастровий номер: 6823986800:06:001:0005,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>16.00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054E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Землі запасу (земельні ділянки кожної категорії земель, які не надані у власність або користування громадянам чи юридичним особам) земельні ділянки кожної категорії земель, які не надані у власність або користування громадянам чи юридичним особам, яка розташована Хмельницька область, Шепетівський  район, </w:t>
      </w:r>
      <w:proofErr w:type="spellStart"/>
      <w:r w:rsidRPr="00054EE7"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 w:rsidRPr="00054E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сільська рада, за межами </w:t>
      </w:r>
      <w:proofErr w:type="spellStart"/>
      <w:r w:rsidRPr="00054EE7">
        <w:rPr>
          <w:rFonts w:ascii="Times New Roman" w:hAnsi="Times New Roman" w:cs="Times New Roman"/>
          <w:sz w:val="24"/>
          <w:szCs w:val="24"/>
          <w:shd w:val="clear" w:color="auto" w:fill="FFFFFF"/>
        </w:rPr>
        <w:t>с.Полянь</w:t>
      </w:r>
      <w:proofErr w:type="spellEnd"/>
      <w:r w:rsidRPr="00054EE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B38A8" w:rsidRPr="00054EE7" w:rsidRDefault="00AB38A8" w:rsidP="00AB38A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AB38A8" w:rsidRPr="00054EE7" w:rsidRDefault="00AB38A8" w:rsidP="00AB38A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B38A8" w:rsidRPr="00054EE7" w:rsidRDefault="00AB38A8" w:rsidP="00AB38A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bookmarkStart w:id="0" w:name="_GoBack"/>
      <w:bookmarkEnd w:id="0"/>
    </w:p>
    <w:p w:rsidR="002555EC" w:rsidRPr="00AB38A8" w:rsidRDefault="00AB38A8" w:rsidP="00AB38A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2555EC" w:rsidRPr="00AB38A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8A8"/>
    <w:rsid w:val="002555EC"/>
    <w:rsid w:val="00AB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8A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B38A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B38A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B38A8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8A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B38A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B38A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B38A8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276</Words>
  <Characters>1577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2021-07-28T12:41:00Z</dcterms:created>
  <dcterms:modified xsi:type="dcterms:W3CDTF">2021-07-28T12:41:00Z</dcterms:modified>
</cp:coreProperties>
</file>