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57" w:rsidRDefault="00BC4A57" w:rsidP="00BC4A5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2710815</wp:posOffset>
                </wp:positionH>
                <wp:positionV relativeFrom="paragraph">
                  <wp:posOffset>71120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A57" w:rsidRDefault="00BC4A57" w:rsidP="00BC4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3.45pt;margin-top:5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DRHi40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C4A57" w:rsidRDefault="00BC4A57" w:rsidP="00BC4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C4A57" w:rsidRDefault="00BC4A57" w:rsidP="00BC4A5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C4A57" w:rsidRDefault="00BC4A57" w:rsidP="00BC4A5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A57" w:rsidRDefault="00BC4A57" w:rsidP="00BC4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C4A57" w:rsidRDefault="00BC4A57" w:rsidP="00BC4A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4A57" w:rsidRPr="00054EE7" w:rsidRDefault="00BC4A57" w:rsidP="00BC4A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107</w:t>
      </w:r>
    </w:p>
    <w:p w:rsidR="00BC4A57" w:rsidRPr="00054EE7" w:rsidRDefault="00BC4A57" w:rsidP="00BC4A5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C4A57" w:rsidRPr="00054EE7" w:rsidRDefault="00BC4A57" w:rsidP="00BC4A5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BC4A57" w:rsidRPr="00054EE7" w:rsidRDefault="00BC4A57" w:rsidP="00BC4A5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відведення земельної ділянки зі </w:t>
      </w:r>
    </w:p>
    <w:p w:rsidR="00BC4A57" w:rsidRPr="00054EE7" w:rsidRDefault="00BC4A57" w:rsidP="00BC4A5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 цільового призначення   та</w:t>
      </w:r>
    </w:p>
    <w:p w:rsidR="00BC4A57" w:rsidRPr="00054EE7" w:rsidRDefault="00BC4A57" w:rsidP="00BC4A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  <w:proofErr w:type="spellStart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Рибіцькому</w:t>
      </w:r>
      <w:proofErr w:type="spellEnd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І.А.</w:t>
      </w:r>
    </w:p>
    <w:p w:rsidR="00BC4A57" w:rsidRPr="00054EE7" w:rsidRDefault="00BC4A57" w:rsidP="00BC4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C4A57" w:rsidRPr="00054EE7" w:rsidRDefault="00BC4A57" w:rsidP="00BC4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20, 116, 118, 121, 122 та 186 Земельного кодексу України, Закону України «Про землеустрій»,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Рибіцького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І.А.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BC4A57" w:rsidRPr="00054EE7" w:rsidRDefault="00BC4A57" w:rsidP="00BC4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BC4A57" w:rsidRPr="00054EE7" w:rsidRDefault="00BC4A57" w:rsidP="00BC4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 </w:t>
      </w:r>
      <w:proofErr w:type="spellStart"/>
      <w:r w:rsidRPr="00054EE7">
        <w:rPr>
          <w:rFonts w:ascii="Times New Roman" w:eastAsia="Arial Unicode MS" w:hAnsi="Times New Roman" w:cs="Times New Roman"/>
          <w:sz w:val="24"/>
          <w:szCs w:val="24"/>
        </w:rPr>
        <w:t>Рибіцькому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Ігорю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 Андрійовичу,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 і обслуговування житлового будинку, господарських будівель і споруд (присадибна ділянка),  площею 0,1784 га,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Лесі Українки.</w:t>
      </w:r>
    </w:p>
    <w:p w:rsidR="00BC4A57" w:rsidRPr="00054EE7" w:rsidRDefault="00BC4A57" w:rsidP="00BC4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Рибіцькому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Ігорю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 Андрійовичу,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який  зареєстрований за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1216B">
        <w:rPr>
          <w:rFonts w:ascii="Times New Roman" w:eastAsia="Calibri" w:hAnsi="Times New Roman" w:cs="Times New Roman"/>
          <w:sz w:val="24"/>
          <w:szCs w:val="24"/>
          <w:lang w:eastAsia="en-US"/>
        </w:rPr>
        <w:t>____________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 </w:t>
      </w:r>
      <w:r w:rsidR="00B1216B">
        <w:rPr>
          <w:rFonts w:ascii="Times New Roman" w:eastAsia="Arial Unicode MS" w:hAnsi="Times New Roman" w:cs="Times New Roman"/>
          <w:sz w:val="24"/>
          <w:szCs w:val="24"/>
        </w:rPr>
        <w:t>_________</w:t>
      </w:r>
      <w:bookmarkStart w:id="0" w:name="_GoBack"/>
      <w:bookmarkEnd w:id="0"/>
      <w:r w:rsidRPr="00054EE7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 площею 0,1784 га, кадастровий номер: 6823984000:01:013:0042,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 і обслуговування житлового будинку, господарських будівель і споруд (присадибна ділянка),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Лесі Українки.</w:t>
      </w:r>
    </w:p>
    <w:p w:rsidR="00BC4A57" w:rsidRPr="00054EE7" w:rsidRDefault="00BC4A57" w:rsidP="00BC4A5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3. </w:t>
      </w:r>
      <w:proofErr w:type="spellStart"/>
      <w:r w:rsidRPr="00054EE7">
        <w:rPr>
          <w:rFonts w:ascii="Times New Roman" w:eastAsia="Arial Unicode MS" w:hAnsi="Times New Roman" w:cs="Times New Roman"/>
          <w:sz w:val="24"/>
          <w:szCs w:val="24"/>
        </w:rPr>
        <w:t>Рибіцькому</w:t>
      </w:r>
      <w:proofErr w:type="spellEnd"/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 І.А.,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BC4A57" w:rsidRPr="00054EE7" w:rsidRDefault="00BC4A57" w:rsidP="00BC4A5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C4A57" w:rsidRPr="00054EE7" w:rsidRDefault="00BC4A57" w:rsidP="00BC4A5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C4A57" w:rsidRPr="00054EE7" w:rsidRDefault="00BC4A57" w:rsidP="00BC4A5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D5636" w:rsidRPr="00BC4A57" w:rsidRDefault="00BC4A57" w:rsidP="00BC4A5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D5636" w:rsidRPr="00BC4A57" w:rsidSect="00BC4A57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57"/>
    <w:rsid w:val="005D5636"/>
    <w:rsid w:val="00B1216B"/>
    <w:rsid w:val="00BC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A5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C4A5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C4A5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C4A5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A5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C4A5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C4A5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C4A5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297</Words>
  <Characters>1695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2021-07-28T12:45:00Z</dcterms:created>
  <dcterms:modified xsi:type="dcterms:W3CDTF">2021-07-28T12:52:00Z</dcterms:modified>
</cp:coreProperties>
</file>