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C7" w:rsidRDefault="001077AD" w:rsidP="00B40C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40CC7" w:rsidRDefault="00B40CC7" w:rsidP="00B40CC7"/>
    <w:p w:rsidR="00B40CC7" w:rsidRDefault="00B40CC7" w:rsidP="00B40CC7"/>
    <w:p w:rsidR="00B40CC7" w:rsidRDefault="00B40CC7" w:rsidP="00B40C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40CC7" w:rsidRDefault="00B40CC7" w:rsidP="00B40C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40CC7" w:rsidRDefault="00B40CC7" w:rsidP="00B40C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40CC7" w:rsidRDefault="00B40CC7" w:rsidP="00B40C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40CC7" w:rsidRDefault="00B40CC7" w:rsidP="00B40C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0CC7" w:rsidRDefault="00B40CC7" w:rsidP="00B40C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40CC7" w:rsidRDefault="00B40CC7" w:rsidP="00B40C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0CC7" w:rsidRDefault="00B40CC7" w:rsidP="00B40CC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40CC7" w:rsidRPr="00B21EB6" w:rsidRDefault="00B40CC7" w:rsidP="00B40CC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34</w:t>
      </w:r>
    </w:p>
    <w:p w:rsidR="00B40CC7" w:rsidRPr="004A1A91" w:rsidRDefault="00B40CC7" w:rsidP="00B40CC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B40CC7" w:rsidRPr="004A1A91" w:rsidRDefault="00B40CC7" w:rsidP="00B40CC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40CC7" w:rsidRPr="004A1A91" w:rsidRDefault="00B40CC7" w:rsidP="00B40CC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40CC7" w:rsidRPr="004A1A91" w:rsidRDefault="00B40CC7" w:rsidP="00B40CC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B40CC7" w:rsidRPr="004A1A91" w:rsidRDefault="00B40CC7" w:rsidP="00B40CC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A1A9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Денисюк Р.В.</w:t>
      </w:r>
    </w:p>
    <w:p w:rsidR="00B40CC7" w:rsidRPr="004A1A91" w:rsidRDefault="00B40CC7" w:rsidP="00B40CC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40CC7" w:rsidRPr="004A1A91" w:rsidRDefault="00B40CC7" w:rsidP="00B40C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>Денисюк  Р.В.</w:t>
      </w: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B40CC7" w:rsidRPr="004A1A91" w:rsidRDefault="00B40CC7" w:rsidP="00B40C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B40CC7" w:rsidRPr="004A1A91" w:rsidRDefault="00B40CC7" w:rsidP="00B40C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Денисюк Розі Василівні, яка зареєстрована за адресою: </w:t>
      </w:r>
      <w:r w:rsidR="001077AD" w:rsidRPr="001077AD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bookmarkStart w:id="0" w:name="_GoBack"/>
      <w:bookmarkEnd w:id="0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>, дозвіл на розробку проекту із землеустрою щодо відведення земельної ділянки для передачі її у власність, орієнтовною площею 0,05 га, для будівництва і обслуговування житлового будинку, господарських будівель та споруд, земельна ділянка розташована в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Стригани, по  вулиця Ганни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>Охман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ради.</w:t>
      </w:r>
      <w:proofErr w:type="gramEnd"/>
    </w:p>
    <w:p w:rsidR="00B40CC7" w:rsidRPr="004A1A91" w:rsidRDefault="00B40CC7" w:rsidP="00B40C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0E29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2</w:t>
      </w:r>
      <w:r w:rsidRPr="004A1A91">
        <w:rPr>
          <w:rFonts w:ascii="Times New Roman" w:eastAsia="Calibri" w:hAnsi="Times New Roman" w:cs="Times New Roman"/>
          <w:sz w:val="24"/>
          <w:szCs w:val="24"/>
          <w:lang w:eastAsia="en-US"/>
        </w:rPr>
        <w:t>. Денисюк Р.В.</w:t>
      </w:r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B40CC7" w:rsidRPr="004A1A91" w:rsidRDefault="00B40CC7" w:rsidP="00B40CC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40CC7" w:rsidRPr="004A1A91" w:rsidRDefault="00B40CC7" w:rsidP="00B40CC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40CC7" w:rsidRPr="004A1A91" w:rsidRDefault="00B40CC7" w:rsidP="00B40C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40CC7" w:rsidRPr="004A1A91" w:rsidRDefault="00B40CC7" w:rsidP="00B40C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40CC7" w:rsidRPr="004A1A91" w:rsidRDefault="00B40CC7" w:rsidP="00B40C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40CC7" w:rsidRPr="004A1A91" w:rsidRDefault="00B40CC7" w:rsidP="00B40C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40CC7" w:rsidRPr="004A1A91" w:rsidRDefault="00B40CC7" w:rsidP="00B40C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FD6DE5" w:rsidRPr="00B40CC7" w:rsidRDefault="00B40CC7" w:rsidP="00B40CC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FD6DE5" w:rsidRPr="00B40CC7" w:rsidSect="00FD6D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40CC7"/>
    <w:rsid w:val="001077AD"/>
    <w:rsid w:val="00171A2E"/>
    <w:rsid w:val="00304C90"/>
    <w:rsid w:val="00505B6D"/>
    <w:rsid w:val="006D3977"/>
    <w:rsid w:val="007D6C18"/>
    <w:rsid w:val="00B40CC7"/>
    <w:rsid w:val="00D1641A"/>
    <w:rsid w:val="00FD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CC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231</Words>
  <Characters>1320</Characters>
  <Application>Microsoft Office Word</Application>
  <DocSecurity>0</DocSecurity>
  <Lines>11</Lines>
  <Paragraphs>3</Paragraphs>
  <ScaleCrop>false</ScaleCrop>
  <Company>Microsoft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2020-03-16T12:50:00Z</dcterms:created>
  <dcterms:modified xsi:type="dcterms:W3CDTF">2020-03-17T06:32:00Z</dcterms:modified>
</cp:coreProperties>
</file>