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650" w:rsidRDefault="00375650" w:rsidP="0037565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5650" w:rsidRDefault="00375650" w:rsidP="003756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75650" w:rsidRDefault="00375650" w:rsidP="003756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75650" w:rsidRDefault="00375650" w:rsidP="003756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5650" w:rsidRDefault="00375650" w:rsidP="003756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5650" w:rsidRDefault="00375650" w:rsidP="0037565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5650" w:rsidRDefault="00375650" w:rsidP="003756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75650" w:rsidRDefault="00375650" w:rsidP="0037565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75650" w:rsidRDefault="00375650" w:rsidP="003756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75650" w:rsidRDefault="00375650" w:rsidP="003756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75650" w:rsidRDefault="00375650" w:rsidP="003756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5650" w:rsidRDefault="00375650" w:rsidP="003756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75650" w:rsidRDefault="00375650" w:rsidP="003756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5650" w:rsidRDefault="00375650" w:rsidP="003756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75650" w:rsidRDefault="00375650" w:rsidP="0037565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75650" w:rsidRDefault="00375650" w:rsidP="0037565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№51</w:t>
      </w:r>
    </w:p>
    <w:p w:rsidR="00375650" w:rsidRPr="00375650" w:rsidRDefault="00375650" w:rsidP="0037565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375650" w:rsidRPr="00C92EA5" w:rsidRDefault="00375650" w:rsidP="0037565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375650" w:rsidRPr="00C92EA5" w:rsidRDefault="00375650" w:rsidP="003756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проекту </w:t>
      </w:r>
      <w:r w:rsidRPr="00C92EA5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b/>
          <w:sz w:val="24"/>
        </w:rPr>
        <w:t>щодо</w:t>
      </w:r>
    </w:p>
    <w:p w:rsidR="00375650" w:rsidRPr="00C92EA5" w:rsidRDefault="00375650" w:rsidP="003756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b/>
          <w:sz w:val="24"/>
        </w:rPr>
        <w:t>ділянки</w:t>
      </w:r>
    </w:p>
    <w:p w:rsidR="00375650" w:rsidRDefault="00375650" w:rsidP="003756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Чмир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В.Ф.</w:t>
      </w:r>
    </w:p>
    <w:p w:rsidR="00375650" w:rsidRPr="00DD712B" w:rsidRDefault="00375650" w:rsidP="003756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75650" w:rsidRPr="00F720D9" w:rsidRDefault="00375650" w:rsidP="003756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720D9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proofErr w:type="spellStart"/>
      <w:r>
        <w:rPr>
          <w:rFonts w:ascii="Times New Roman" w:eastAsia="Calibri" w:hAnsi="Times New Roman" w:cs="Times New Roman"/>
          <w:sz w:val="24"/>
        </w:rPr>
        <w:t>Чмир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В.Ф.</w:t>
      </w:r>
      <w:r w:rsidRPr="00F720D9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375650" w:rsidRPr="00CE650E" w:rsidRDefault="00375650" w:rsidP="003756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94281">
        <w:rPr>
          <w:rFonts w:ascii="Times New Roman" w:eastAsia="Calibri" w:hAnsi="Times New Roman" w:cs="Times New Roman"/>
          <w:sz w:val="24"/>
        </w:rPr>
        <w:t>ВИРІШИЛА:</w:t>
      </w:r>
    </w:p>
    <w:p w:rsidR="00375650" w:rsidRDefault="00375650" w:rsidP="003756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</w:t>
      </w:r>
      <w:r w:rsidRPr="00DD712B">
        <w:rPr>
          <w:rFonts w:ascii="Times New Roman" w:eastAsia="Calibri" w:hAnsi="Times New Roman" w:cs="Times New Roman"/>
          <w:sz w:val="24"/>
        </w:rPr>
        <w:t xml:space="preserve">Надати </w:t>
      </w:r>
      <w:proofErr w:type="spellStart"/>
      <w:r>
        <w:rPr>
          <w:rFonts w:ascii="Times New Roman" w:eastAsia="Calibri" w:hAnsi="Times New Roman" w:cs="Times New Roman"/>
          <w:sz w:val="24"/>
        </w:rPr>
        <w:t>Чмир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Валентині Федорівні</w:t>
      </w:r>
      <w:r w:rsidRPr="00DD712B">
        <w:rPr>
          <w:rFonts w:ascii="Times New Roman" w:eastAsia="Calibri" w:hAnsi="Times New Roman" w:cs="Times New Roman"/>
          <w:sz w:val="24"/>
        </w:rPr>
        <w:t xml:space="preserve">,  яка  зареєстрована  за адресою: </w:t>
      </w:r>
      <w:r w:rsidR="00E70477" w:rsidRPr="00E70477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 w:rsidRPr="00DD712B">
        <w:rPr>
          <w:rFonts w:ascii="Times New Roman" w:eastAsia="Calibri" w:hAnsi="Times New Roman" w:cs="Times New Roman"/>
          <w:sz w:val="24"/>
        </w:rPr>
        <w:t xml:space="preserve">, дозвіл  на розробку </w:t>
      </w:r>
      <w:proofErr w:type="spellStart"/>
      <w:r w:rsidRPr="00DD712B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DD712B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ділянки для передачі її у власність, орієнтовною  площею </w:t>
      </w:r>
      <w:r>
        <w:rPr>
          <w:rFonts w:ascii="Times New Roman" w:eastAsia="Calibri" w:hAnsi="Times New Roman" w:cs="Times New Roman"/>
          <w:sz w:val="24"/>
        </w:rPr>
        <w:t>0,50</w:t>
      </w:r>
      <w:r w:rsidRPr="00DD712B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712B">
        <w:rPr>
          <w:rFonts w:ascii="Times New Roman" w:eastAsia="Calibri" w:hAnsi="Times New Roman" w:cs="Times New Roman"/>
          <w:sz w:val="24"/>
        </w:rPr>
        <w:t xml:space="preserve">га,  для ведення особистого селянського господарства, яка розташована на території  </w:t>
      </w:r>
      <w:proofErr w:type="spellStart"/>
      <w:r w:rsidRPr="00DD712B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DD712B">
        <w:rPr>
          <w:rFonts w:ascii="Times New Roman" w:eastAsia="Calibri" w:hAnsi="Times New Roman" w:cs="Times New Roman"/>
          <w:sz w:val="24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</w:rPr>
        <w:t xml:space="preserve"> в селі  </w:t>
      </w:r>
      <w:proofErr w:type="spellStart"/>
      <w:r>
        <w:rPr>
          <w:rFonts w:ascii="Times New Roman" w:eastAsia="Calibri" w:hAnsi="Times New Roman" w:cs="Times New Roman"/>
          <w:sz w:val="24"/>
        </w:rPr>
        <w:t>Потереба</w:t>
      </w:r>
      <w:proofErr w:type="spellEnd"/>
      <w:r w:rsidRPr="00DD712B">
        <w:rPr>
          <w:rFonts w:ascii="Times New Roman" w:eastAsia="Calibri" w:hAnsi="Times New Roman" w:cs="Times New Roman"/>
          <w:sz w:val="24"/>
        </w:rPr>
        <w:t xml:space="preserve">. </w:t>
      </w:r>
    </w:p>
    <w:p w:rsidR="00375650" w:rsidRPr="00CD2572" w:rsidRDefault="00375650" w:rsidP="003756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r w:rsidRPr="00A17638">
        <w:rPr>
          <w:rFonts w:ascii="Times New Roman" w:eastAsia="Calibri" w:hAnsi="Times New Roman" w:cs="Times New Roman"/>
          <w:sz w:val="24"/>
        </w:rPr>
        <w:t xml:space="preserve"> 2</w:t>
      </w:r>
      <w:r>
        <w:rPr>
          <w:rFonts w:ascii="Times New Roman" w:eastAsia="Calibri" w:hAnsi="Times New Roman" w:cs="Times New Roman"/>
          <w:sz w:val="24"/>
        </w:rPr>
        <w:t>.Чмир В.Ф.</w:t>
      </w:r>
      <w:r w:rsidRPr="00C92EA5">
        <w:rPr>
          <w:rFonts w:ascii="Times New Roman" w:eastAsia="Calibri" w:hAnsi="Times New Roman" w:cs="Times New Roman"/>
          <w:sz w:val="24"/>
        </w:rPr>
        <w:t>,</w:t>
      </w:r>
      <w:r w:rsidRPr="00A17638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A17638">
        <w:rPr>
          <w:rFonts w:ascii="Times New Roman" w:eastAsia="Calibri" w:hAnsi="Times New Roman" w:cs="Times New Roman"/>
          <w:sz w:val="24"/>
        </w:rPr>
        <w:t>про</w:t>
      </w:r>
      <w:r>
        <w:rPr>
          <w:rFonts w:ascii="Times New Roman" w:eastAsia="Calibri" w:hAnsi="Times New Roman" w:cs="Times New Roman"/>
          <w:sz w:val="24"/>
        </w:rPr>
        <w:t>є</w:t>
      </w:r>
      <w:r w:rsidRPr="00A17638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A17638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375650" w:rsidRPr="00DD712B" w:rsidRDefault="00375650" w:rsidP="003756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3.</w:t>
      </w:r>
      <w:r w:rsidRPr="00DD712B">
        <w:rPr>
          <w:rFonts w:ascii="Times New Roman" w:eastAsia="Calibri" w:hAnsi="Times New Roman" w:cs="Times New Roman"/>
          <w:color w:val="000000"/>
          <w:sz w:val="24"/>
          <w:szCs w:val="24"/>
        </w:rPr>
        <w:t>Даний дозвіл дійсний на протязі року з дня прийняття даного рішення.</w:t>
      </w:r>
    </w:p>
    <w:p w:rsidR="00375650" w:rsidRPr="00C92EA5" w:rsidRDefault="00375650" w:rsidP="0037565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75650" w:rsidRPr="00C92EA5" w:rsidRDefault="00375650" w:rsidP="003756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75650" w:rsidRDefault="00375650" w:rsidP="003756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75650" w:rsidRDefault="00375650" w:rsidP="003756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75650" w:rsidRPr="00C92EA5" w:rsidRDefault="00375650" w:rsidP="003756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75650" w:rsidRPr="00C92EA5" w:rsidRDefault="00375650" w:rsidP="003756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60F58" w:rsidRPr="00375650" w:rsidRDefault="00375650" w:rsidP="0037565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60F58" w:rsidRPr="0037565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650"/>
    <w:rsid w:val="00060F58"/>
    <w:rsid w:val="00171A2E"/>
    <w:rsid w:val="00304C90"/>
    <w:rsid w:val="00375650"/>
    <w:rsid w:val="00505B6D"/>
    <w:rsid w:val="006D3977"/>
    <w:rsid w:val="007D6C18"/>
    <w:rsid w:val="00D1641A"/>
    <w:rsid w:val="00E70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37565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37565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37565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37565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37565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37565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1015</Words>
  <Characters>580</Characters>
  <Application>Microsoft Office Word</Application>
  <DocSecurity>0</DocSecurity>
  <Lines>4</Lines>
  <Paragraphs>3</Paragraphs>
  <ScaleCrop>false</ScaleCrop>
  <Company>Microsoft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2021-03-31T05:40:00Z</dcterms:created>
  <dcterms:modified xsi:type="dcterms:W3CDTF">2021-03-31T06:17:00Z</dcterms:modified>
</cp:coreProperties>
</file>