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9F7" w:rsidRDefault="000A59F7" w:rsidP="000A59F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0AAE9C" wp14:editId="57D9A5DC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84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84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9F7" w:rsidRDefault="000A59F7" w:rsidP="000A59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r5ho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7W6sQA&#10;AADdAAAADwAAAGRycy9kb3ducmV2LnhtbESPS4vCQBCE74L/YegFbzpZFQ3ZjCKi4kEQX/cm03mw&#10;mZ6QGTX++50FwWNRVV9R6bIztXhQ6yrLCr5HEQjizOqKCwXXy3YYg3AeWWNtmRS8yMFy0e+lmGj7&#10;5BM9zr4QAcIuQQWl900ipctKMuhGtiEOXm5bgz7ItpC6xWeAm1qOo2gmDVYcFkpsaF1S9nu+GwV2&#10;stsfbsX4NNnw3PPqGOe37qDU4Ktb/YDw1PlP+N3eawXTeDqH/zfhCc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e1ur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eGlsUA&#10;AADdAAAADwAAAGRycy9kb3ducmV2LnhtbERPTWsCMRC9F/wPYQQvotmKqF2NUoRtaw8FbaHXYTNu&#10;VjeTJUl1669vDkKPj/e92nS2ERfyoXas4HGcgSAuna65UvD1WYwWIEJE1tg4JgW/FGCz7j2sMNfu&#10;ynu6HGIlUgiHHBWYGNtcylAashjGriVO3NF5izFBX0nt8ZrCbSMnWTaTFmtODQZb2hoqz4cfq+BU&#10;fJjv7fz24odPe7oNi/fXZjdTatDvnpcgInXxX3x3v2kF08U0zU1v0hO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14aW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NBcsUA&#10;AADdAAAADwAAAGRycy9kb3ducmV2LnhtbESP32rCMBTG7wd7h3AGuxkz3SzDVWMpQ0V6U9Q9wKE5&#10;NsXmpDTRdm+/CINdfnx/fnyrfLKduNHgW8cK3mYJCOLa6ZYbBd+n7esChA/IGjvHpOCHPOTrx4cV&#10;ZtqNfKDbMTQijrDPUIEJoc+k9LUhi37meuLond1gMUQ5NFIPOMZx28n3JPmQFluOBIM9fRmqL8er&#10;jZBqjlV5Hk/b3YQjbkrDL8VBqeenqViCCDSF//Bfe68VpIv0E+5v4hO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Q0Fy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urksMA&#10;AADdAAAADwAAAGRycy9kb3ducmV2LnhtbERPS0sDMRC+C/6HMEJvNmvpi7VpkT5ABA+tgngbNtPd&#10;xc0kJNPu9t+bg+Dx43uvNoPr1JViaj0beBoXoIgrb1uuDXx+HB6XoJIgW+w8k4EbJdis7+9WWFrf&#10;85GuJ6lVDuFUooFGJJRap6ohh2nsA3Hmzj46lAxjrW3EPoe7Tk+KYq4dtpwbGgy0baj6OV2cgfd+&#10;H94W89k5fMfpRKedla+tGDN6GF6eQQkN8i/+c79aA9PlLO/Pb/IT0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urk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zbqcMA&#10;AADdAAAADwAAAGRycy9kb3ducmV2LnhtbESP3YrCMBCF74V9hzALeyNr6i9SjSKLinhT1H2AoRmb&#10;YjMpTdZ2394IgpeH8/NxluvOVuJOjS8dKxgOEhDEudMlFwp+L7vvOQgfkDVWjknBP3lYrz56S0y1&#10;a/lE93MoRBxhn6ICE0KdSulzQxb9wNXE0bu6xmKIsimkbrCN47aSoySZSYslR4LBmn4M5bfzn42Q&#10;bIzZ8dpedvsOW9weDfc3J6W+PrvNAkSgLrzDr/ZBK5jMp0N4vo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zbq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WQfsYA&#10;AADdAAAADwAAAGRycy9kb3ducmV2LnhtbESPQUsDMRSE70L/Q3gFbzbr0tayNi2lVRDBQ6sg3h6b&#10;193FzUtInt313xtB8DjMzDfMeju6Xl0ops6zgdtZAYq49rbjxsDb6+PNClQSZIu9ZzLwTQm2m8nV&#10;GivrBz7S5SSNyhBOFRpoRUKldapbcphmPhBn7+yjQ8kyNtpGHDLc9bosiqV22HFeaDHQvqX68/Tl&#10;DLwMD+H5brk4h484L3U6WHnfizHX03F3D0polP/wX/vJGpivFiX8vslPQG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WQf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mVm8YA&#10;AADdAAAADwAAAGRycy9kb3ducmV2LnhtbESPQWsCMRSE7wX/Q3iCl6LZahXZGkULoUIF0RZ6fWye&#10;u4ublyVJ3e2/b4RCj8PMfMOsNr1txI18qB0reJpkIIgLZ2ouFXx+6PESRIjIBhvHpOCHAmzWg4cV&#10;5sZ1fKLbOZYiQTjkqKCKsc2lDEVFFsPEtcTJuzhvMSbpS2k8dgluGznNsoW0WHNaqLCl14qK6/nb&#10;Ktgdu3LmH4td794vb19zrY0+aKVGw377AiJSH//Df+29UfC8nM/g/iY9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mVm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hXqsQA&#10;AADdAAAADwAAAGRycy9kb3ducmV2LnhtbESPwWrDMBBE74H+g9hCb4nc4BTjRg6hwRBKL036AYu1&#10;sRxbKyMpjvv3VaHQ4zAzb5jtbraDmMiHzrGC51UGgrhxuuNWwde5XhYgQkTWODgmBd8UYFc9LLZY&#10;anfnT5pOsRUJwqFEBSbGsZQyNIYshpUbiZN3cd5iTNK3Unu8J7gd5DrLXqTFjtOCwZHeDDX96WYV&#10;1O/rj6m/aV+7/Zxb2phrcTBKPT3O+1cQkeb4H/5rH7WCvNjk8PsmPQF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YV6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yodMYA&#10;AADdAAAADwAAAGRycy9kb3ducmV2LnhtbESPUWvCMBSF3wf+h3CFvQxN3dYhnVF0ECZsMKaCr5fm&#10;2pY1NyXJbP33Rhjs8XDO+Q5nsRpsK87kQ+NYwWyagSAunWm4UnDY68kcRIjIBlvHpOBCAVbL0d0C&#10;C+N6/qbzLlYiQTgUqKCOsSukDGVNFsPUdcTJOzlvMSbpK2k89gluW/mYZS/SYsNpocaO3moqf3a/&#10;VsHmq6+e/EO5GdzH6f2Ya230p1bqfjysX0FEGuJ/+K+9NQqe53kOt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yod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sRsQA&#10;AADdAAAADwAAAGRycy9kb3ducmV2LnhtbESP3YrCMBSE7xd8h3CEvVvTFZXSNYoohUX2xp8HODRn&#10;m67NSUlirW9vhAUvh5n5hlmuB9uKnnxoHCv4nGQgiCunG64VnE/lRw4iRGSNrWNScKcA69XobYmF&#10;djc+UH+MtUgQDgUqMDF2hZShMmQxTFxHnLxf5y3GJH0ttcdbgttWTrNsIS02nBYMdrQ1VF2OV6ug&#10;3E9/+stV+9JthpmlufnLd0ap9/Gw+QIRaYiv8H/7WyuY5fMFPN+kJ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GbE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T+8MA&#10;AADdAAAADwAAAGRycy9kb3ducmV2LnhtbESP0WrCQBRE3wv+w3KFvtVN2kYlugmloNTHRj/gkr0m&#10;wezdmN0m8e9dQejjMHNmmG0+mVYM1LvGsoJ4EYEgLq1uuFJwOu7e1iCcR9bYWiYFN3KQZ7OXLaba&#10;jvxLQ+ErEUrYpaig9r5LpXRlTQbdwnbEwTvb3qAPsq+k7nEM5aaV71G0lAYbDgs1dvRdU3kp/oyC&#10;z9u4vxbJJdppQ/HhozuwLxOlXufT1waEp8n/h5/0jw7cOlnB4014AjK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/T+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JelcMA&#10;AADdAAAADwAAAGRycy9kb3ducmV2LnhtbERPTWuDQBC9F/Iflin0VteGJlibVUKCpeTUWNvz4E5U&#10;6s6KuzHm32cPgR4f73uTz6YXE42us6zgJYpBENdWd9woqL6L5wSE88gae8uk4EoO8mzxsMFU2wsf&#10;aSp9I0IIuxQVtN4PqZSubsmgi+xAHLiTHQ36AMdG6hEvIdz0chnHa2mw49DQ4kC7luq/8mwUnNe/&#10;y4pPB/1V7q8fb/ti6+RPo9TT47x9B+Fp9v/iu/tTK3hNVmFueBOegM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Jel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2ECcgA&#10;AADdAAAADwAAAGRycy9kb3ducmV2LnhtbESPS2/CMBCE75X4D9Yi9VYcHo1CwKCCVKntoYjXgdsS&#10;L0lovE5jF9J/X1dC4jiamW8003lrKnGhxpWWFfR7EQjizOqScwW77etTAsJ5ZI2VZVLwSw7ms87D&#10;FFNtr7ymy8bnIkDYpaig8L5OpXRZQQZdz9bEwTvZxqAPssmlbvAa4KaSgyiKpcGSw0KBNS0Lyr42&#10;P0bBfpXE49XifXT++Dzi0Ojvgy5jpR677csEhKfW38O39ptWMEqex/D/JjwBOfs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bYQJ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Ml2sMA&#10;AADdAAAADwAAAGRycy9kb3ducmV2LnhtbERPTWvCQBC9F/wPyxR6aza1IYSYVWpLrfSkUfA6ZMck&#10;NDsbsltN+uvdQ8Hj430Xq9F04kKDay0reIliEMSV1S3XCo6Hz+cMhPPIGjvLpGAiB6vl7KHAXNsr&#10;7+lS+lqEEHY5Kmi873MpXdWQQRfZnjhwZzsY9AEOtdQDXkO46eQ8jlNpsOXQ0GBP7w1VP+WvUfCX&#10;nnDnvubrj1ftaUqyjf3ebZR6ehzfFiA8jf4u/ndvtYIkS8P+8CY8Ab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Ml2s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fT+cQA&#10;AADdAAAADwAAAGRycy9kb3ducmV2LnhtbESP0YrCMBRE34X9h3CFfdNUqaLVKIu44Jtr9QMuzTUt&#10;Nje1iVr9erOwsI/DzJxhluvO1uJOra8cKxgNExDEhdMVGwWn4/dgBsIHZI21Y1LwJA/r1UdviZl2&#10;Dz7QPQ9GRAj7DBWUITSZlL4oyaIfuoY4emfXWgxRtkbqFh8Rbms5TpKptFhxXCixoU1JxSW/WQVX&#10;N57oLt/i/rKd/1TGpNfXIVXqs999LUAE6sJ/+K+90wrS2XQEv2/iE5Cr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X0/n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TH5sUA&#10;AADdAAAADwAAAGRycy9kb3ducmV2LnhtbESPwW7CMBBE70j8g7VIvRGntISQYlBbqRJXaA8cF3tJ&#10;0sbrNHYh5esxEhLH0cy80SxWvW3EkTpfO1bwmKQgiLUzNZcKvj4/xjkIH5ANNo5JwT95WC2HgwUW&#10;xp14Q8dtKEWEsC9QQRVCW0jpdUUWfeJa4ugdXGcxRNmV0nR4inDbyEmaZtJizXGhwpbeK9I/2z+r&#10;YF3vaZrpw9zmb3qzO/+Gp9m3Ueph1L++gAjUh3v41l4bBc95NoHrm/gE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JMfm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RicMA&#10;AADdAAAADwAAAGRycy9kb3ducmV2LnhtbERPW2vCMBR+H+w/hDPwbabTIdqZljkQlG2CF/T10Jw1&#10;Zc1JaWKt/94Igz1+d7553ttadNT6yrGCl2ECgrhwuuJSwWG/fJ6C8AFZY+2YFFzJQ549Pswx1e7C&#10;W+p2oRSxhH2KCkwITSqlLwxZ9EPXEEftx7UWQ4RtKXWLl1huazlKkom0WHFcMNjQh6Hid3e2Cjrc&#10;XJOTWXzP1tVXMdosjp868mrw1L+/gQjUh3/zX3qlFbxOJ2O4v4lPQG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GRi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O3ncQA&#10;AADdAAAADwAAAGRycy9kb3ducmV2LnhtbESPQUvDQBSE74L/YXmCN7tpKKWk3RYpVDxq9NDja/Y1&#10;m5p9L+yuTfTXu4LgcZiZb5jNbvK9ulKInbCB+awARdyI7bg18P52eFiBignZYi9MBr4owm57e7PB&#10;ysrIr3StU6syhGOFBlxKQ6V1bBx5jDMZiLN3luAxZRlabQOOGe57XRbFUnvsOC84HGjvqPmoP72B&#10;8ak5Xcrz0brvMMihfpFL2Ysx93fT4xpUoin9h//az9bAYrVcwO+b/AT0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zt53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RUoccA&#10;AADdAAAADwAAAGRycy9kb3ducmV2LnhtbESP3WoCMRSE7wt9h3AKvatZpdVlNYrVCqW0iH/3x81x&#10;d9vkZNlEXd/eCAUvh5n5hhlNWmvEiRpfOVbQ7SQgiHOnKy4UbDeLlxSED8gajWNScCEPk/Hjwwgz&#10;7c68otM6FCJC2GeooAyhzqT0eUkWfcfVxNE7uMZiiLIppG7wHOHWyF6S9KXFiuNCiTXNSsr/1ker&#10;YLGcm9/ez2q6k2H2Mdib9Ot9/q3U81M7HYII1IZ7+L/9qRW8pv03uL2JT0C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UVK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EHb8YA&#10;AADdAAAADwAAAGRycy9kb3ducmV2LnhtbESPQWvCQBSE7wX/w/IEL6Vu1BpC6ioiiAoV1Apen9nX&#10;JJh9G7JrjP++Wyj0OMzMN8xs0ZlKtNS40rKC0TACQZxZXXKu4Py1fktAOI+ssbJMCp7kYDHvvcww&#10;1fbBR2pPPhcBwi5FBYX3dSqlywoy6Ia2Jg7et20M+iCbXOoGHwFuKjmOolgaLDksFFjTqqDsdrob&#10;Be3h85pvW1fvbsmrm06um81eX5Qa9LvlBwhPnf8P/7W3WsF7Esfw+yY8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EHb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zePccA&#10;AADdAAAADwAAAGRycy9kb3ducmV2LnhtbESPQWsCMRSE7wX/Q3hCbzWrWLuuRtGC0ItQbQ/19tw8&#10;dxc3L2sSdfXXm0Khx2FmvmGm89bU4kLOV5YV9HsJCOLc6ooLBd9fq5cUhA/IGmvLpOBGHuazztMU&#10;M22vvKHLNhQiQthnqKAMocmk9HlJBn3PNsTRO1hnMETpCqkdXiPc1HKQJCNpsOK4UGJD7yXlx+3Z&#10;KFiO0+Xpc8jr+2a/o93P/vg6cIlSz912MQERqA3/4b/2h1YwTEdv8PsmPgE5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UM3j3HAAAA3QAAAA8AAAAAAAAAAAAAAAAAmAIAAGRy&#10;cy9kb3ducmV2LnhtbFBLBQYAAAAABAAEAPUAAACMAwAAAAA=&#10;" fillcolor="black" stroked="f"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JQcQA&#10;AADdAAAADwAAAGRycy9kb3ducmV2LnhtbERPy2rCQBTdF/yH4Qru6qRSQ4iOUtsKgnbhY+HyNnOb&#10;DMncCZlRo1/fWRS6PJz3fNnbRlyp88axgpdxAoK4cNpwqeB0XD9nIHxA1tg4JgV38rBcDJ7mmGt3&#10;4z1dD6EUMYR9jgqqENpcSl9UZNGPXUscuR/XWQwRdqXUHd5iuG3kJElSadFwbKiwpfeKivpwsQrO&#10;29Rke0OT791j9al303r19VErNRr2bzMQgfrwL/5zb7SC1yyNc+Ob+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6iUH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MSb8YA&#10;AADdAAAADwAAAGRycy9kb3ducmV2LnhtbESPT2sCMRTE74LfITyht5q1FFm3RhFLaS89+I9eH5vX&#10;zXY3L9sk6uqnb4SCx2FmfsPMl71txYl8qB0rmIwzEMSl0zVXCva7t8ccRIjIGlvHpOBCAZaL4WCO&#10;hXZn3tBpGyuRIBwKVGBi7AopQ2nIYhi7jjh5385bjEn6SmqP5wS3rXzKsqm0WHNaMNjR2lDZbI9W&#10;gV99vTZXPh6a7Pp5Ce8//W+ORqmHUb96ARGpj/fwf/tDK3jOpzO4vUlP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MSb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SIncIA&#10;AADdAAAADwAAAGRycy9kb3ducmV2LnhtbERPzWoCMRC+F3yHMIKXUrOVUnU1ihQEoVLQ+gDjZtxd&#10;TCbLZtS1T98cBI8f3/982XmnrtTGOrCB92EGirgItubSwOF3/TYBFQXZogtMBu4UYbnovcwxt+HG&#10;O7rupVQphGOOBiqRJtc6FhV5jMPQECfuFFqPkmBbatviLYV7p0dZ9qk91pwaKmzoq6LivL94A250&#10;dNPvcdzK/aC32Z+X3euPNWbQ71YzUEKdPMUP98Ya+JiM0/70Jj0Bv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pIidwgAAAN0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QiQsYA&#10;AADdAAAADwAAAGRycy9kb3ducmV2LnhtbESPQWsCMRSE74L/ITyhN80qpZXVKLYi7KUHtxavz81z&#10;s5i8LJtUt/31jVDwOMzMN8xy3TsrrtSFxrOC6SQDQVx53XCt4PC5G89BhIis0XomBT8UYL0aDpaY&#10;a3/jPV3LWIsE4ZCjAhNjm0sZKkMOw8S3xMk7+85hTLKrpe7wluDOylmWvUiHDacFgy29G6ou5bdT&#10;sC1bOzsU5i0cvz5OJ1v87ui4Vepp1G8WICL18RH+bxdawfP8dQr3N+k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2QiQ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HzhMUA&#10;AADdAAAADwAAAGRycy9kb3ducmV2LnhtbESPwWrDMBBE74X8g9hAbrWUEBzjRgklNGDIqWly6G2R&#10;trZba2UsNXb+vioUehxm5g2z3U+uEzcaQutZwzJTIIiNty3XGi5vx8cCRIjIFjvPpOFOAfa72cMW&#10;S+tHfqXbOdYiQTiUqKGJsS+lDKYhhyHzPXHyPvzgMCY51NIOOCa46+RKqVw6bDktNNjToSHzdf52&#10;Gj6P8uSNQnO9XMfKbt5fcuqU1ov59PwEItIU/8N/7cpqWBebFfy+S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IfOE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T0McYA&#10;AADdAAAADwAAAGRycy9kb3ducmV2LnhtbESPT2vCQBTE7wW/w/IEb7pRSw3RVbRQkJYe/IN4fGaf&#10;SUj2bdhdNf323YLQ4zAzv2EWq8404k7OV5YVjEcJCOLc6ooLBcfDxzAF4QOyxsYyKfghD6tl72WB&#10;mbYP3tF9HwoRIewzVFCG0GZS+rwkg35kW+LoXa0zGKJ0hdQOHxFuGjlJkjdpsOK4UGJL7yXl9f5m&#10;FJxvX3z9nn6u3SacbHfw9eSS1koN+t16DiJQF/7Dz/ZWK3hNZ1P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T0M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fWl8cA&#10;AADdAAAADwAAAGRycy9kb3ducmV2LnhtbESPQWvCQBSE70L/w/KE3nSjRJumrlILgheh2h7q7Zl9&#10;TYLZt+nuVqO/visIPQ4z8w0zW3SmESdyvrasYDRMQBAXVtdcKvj8WA0yED4ga2wsk4ILeVjMH3oz&#10;zLU985ZOu1CKCGGfo4IqhDaX0hcVGfRD2xJH79s6gyFKV0rt8BzhppHjJJlKgzXHhQpbequoOO5+&#10;jYLlc7b8eU95c90e9rT/OhwnY5co9djvXl9ABOrCf/jeXmsFafaUwu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H1pfHAAAA3QAAAA8AAAAAAAAAAAAAAAAAmAIAAGRy&#10;cy9kb3ducmV2LnhtbFBLBQYAAAAABAAEAPUAAACMAwAAAAA=&#10;" fillcolor="black" stroked="f"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eJDcYA&#10;AADdAAAADwAAAGRycy9kb3ducmV2LnhtbESPzWrDMBCE74W8g9hAb43cvzS4UYIJlJaenKQh1421&#10;tUytlZFUxX37qlDIcZiZb5jlerS9SORD51jB7awAQdw43XGr4GP/crMAESKyxt4xKfihAOvV5GqJ&#10;pXZn3lLaxVZkCIcSFZgYh1LK0BiyGGZuIM7ep/MWY5a+ldrjOcNtL++KYi4tdpwXDA60MdR87b6t&#10;gnTa1NV9OiazffdV6139ejjVSl1Px+oZRKQxXsL/7Tet4GHx9Ah/b/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eJDcYAAADd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L3iMcA&#10;AADdAAAADwAAAGRycy9kb3ducmV2LnhtbESPQWvCQBSE7wX/w/IEb3WjSGqjqxTR0vZiG4X2+Mg+&#10;s6HZtyG7xtRf7xYKPQ4z8w2zXPe2Fh21vnKsYDJOQBAXTldcKjgedvdzED4ga6wdk4If8rBeDe6W&#10;mGl34Q/q8lCKCGGfoQITQpNJ6QtDFv3YNcTRO7nWYoiyLaVu8RLhtpbTJEmlxYrjgsGGNoaK7/xs&#10;FfjJZvv5Zq+P3dez4X3+atL30ig1GvZPCxCB+vAf/mu/aAWz+UMKv2/iE5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1i94j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A59F7" w:rsidRDefault="000A59F7" w:rsidP="000A59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A59F7" w:rsidRDefault="000A59F7" w:rsidP="000A59F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0A59F7" w:rsidRDefault="000A59F7" w:rsidP="000A59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59F7" w:rsidRDefault="000A59F7" w:rsidP="000A59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59F7" w:rsidRDefault="000A59F7" w:rsidP="000A59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A59F7" w:rsidRDefault="000A59F7" w:rsidP="000A59F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A59F7" w:rsidRDefault="000A59F7" w:rsidP="000A59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A59F7" w:rsidRDefault="000A59F7" w:rsidP="000A59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A59F7" w:rsidRDefault="000A59F7" w:rsidP="000A59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59F7" w:rsidRDefault="000A59F7" w:rsidP="000A59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A59F7" w:rsidRDefault="000A59F7" w:rsidP="000A59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59F7" w:rsidRDefault="000A59F7" w:rsidP="000A59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A59F7" w:rsidRDefault="000A59F7" w:rsidP="000A59F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A59F7" w:rsidRDefault="000A59F7" w:rsidP="000A59F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№85</w:t>
      </w:r>
    </w:p>
    <w:p w:rsidR="000A59F7" w:rsidRDefault="000A59F7" w:rsidP="000A59F7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A59F7" w:rsidRPr="00276DFE" w:rsidRDefault="000A59F7" w:rsidP="000A59F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0A59F7" w:rsidRPr="00276DFE" w:rsidRDefault="000A59F7" w:rsidP="000A59F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0A59F7" w:rsidRPr="00276DFE" w:rsidRDefault="000A59F7" w:rsidP="000A59F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зі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зміною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цільового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призначення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0A59F7" w:rsidRPr="00276DFE" w:rsidRDefault="000A59F7" w:rsidP="000A59F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0A59F7" w:rsidRPr="00276DFE" w:rsidRDefault="000A59F7" w:rsidP="000A59F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Шулю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В.В.</w:t>
      </w:r>
    </w:p>
    <w:p w:rsidR="000A59F7" w:rsidRPr="00276DFE" w:rsidRDefault="000A59F7" w:rsidP="000A59F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59F7" w:rsidRPr="00276DFE" w:rsidRDefault="000A59F7" w:rsidP="000A59F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276DFE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276DFE"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 w:rsidRPr="00276DFE"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», статей 12, </w:t>
      </w:r>
      <w:r>
        <w:rPr>
          <w:rFonts w:ascii="Times New Roman" w:eastAsia="Times New Roman" w:hAnsi="Times New Roman" w:cs="Times New Roman"/>
          <w:sz w:val="24"/>
        </w:rPr>
        <w:t>20,</w:t>
      </w:r>
      <w:r w:rsidRPr="00276DFE">
        <w:rPr>
          <w:rFonts w:ascii="Times New Roman" w:eastAsia="Times New Roman" w:hAnsi="Times New Roman" w:cs="Times New Roman"/>
          <w:sz w:val="24"/>
        </w:rPr>
        <w:t xml:space="preserve">116, 118, 121, 122  Земельного кодексу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>»,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Шуля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0A59F7" w:rsidRPr="00276DFE" w:rsidRDefault="000A59F7" w:rsidP="000A59F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0A59F7" w:rsidRPr="00276DFE" w:rsidRDefault="000A59F7" w:rsidP="000A59F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Шулю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Володимиру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Володимировичупроєкт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зміною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цільового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призначення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земель 16.00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запасу в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01.03  для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2,0000 га, яка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район, с.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A59F7" w:rsidRPr="00276DFE" w:rsidRDefault="000A59F7" w:rsidP="000A59F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Шулю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Володимировичу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276DF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: </w:t>
      </w:r>
      <w:r w:rsidR="00B851F0">
        <w:rPr>
          <w:rFonts w:ascii="Times New Roman" w:eastAsia="Calibri" w:hAnsi="Times New Roman" w:cs="Times New Roman"/>
          <w:sz w:val="24"/>
          <w:lang w:val="uk-UA"/>
        </w:rPr>
        <w:t>___________</w:t>
      </w:r>
      <w:r w:rsidRPr="00276DFE"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B851F0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</w:t>
      </w:r>
      <w:r>
        <w:rPr>
          <w:rFonts w:ascii="Times New Roman" w:eastAsia="Calibri" w:hAnsi="Times New Roman" w:cs="Times New Roman"/>
          <w:sz w:val="24"/>
          <w:szCs w:val="24"/>
        </w:rPr>
        <w:t>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0000 га,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номер: 6823986800:05:011:0012,  для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район,  с.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A59F7" w:rsidRPr="00276DFE" w:rsidRDefault="000A59F7" w:rsidP="000A59F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Шулю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76DFE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0A59F7" w:rsidRPr="00276DFE" w:rsidRDefault="000A59F7" w:rsidP="000A59F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276DF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0A59F7" w:rsidRPr="000A59F7" w:rsidRDefault="000A59F7" w:rsidP="000A59F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93794" w:rsidRPr="000A59F7" w:rsidRDefault="000A59F7" w:rsidP="000A59F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393794" w:rsidRPr="000A59F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9F7"/>
    <w:rsid w:val="000A59F7"/>
    <w:rsid w:val="00393794"/>
    <w:rsid w:val="00B8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9F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A59F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A59F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A59F7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9F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A59F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A59F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A59F7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277</Words>
  <Characters>1582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2021-09-13T10:44:00Z</dcterms:created>
  <dcterms:modified xsi:type="dcterms:W3CDTF">2021-09-14T12:31:00Z</dcterms:modified>
</cp:coreProperties>
</file>