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FAE" w:rsidRPr="00D815F3" w:rsidRDefault="006D2FAE" w:rsidP="006D2FA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6D2FAE" w:rsidRPr="001869AA" w:rsidRDefault="006D2FAE" w:rsidP="006D2FA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560" name="Группа 105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5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575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uc+V0g6jtPX6XClLO4kjpE99OgbbWTwa+kIp0yDu&#10;5T5XSkfn+fZO6XOlTF0jrkN8+dYRdmMnMsyVMsytuA77XCndiC0ljDBXSu/kL/GQK6UbFkkpQ64U&#10;HCLi8TXkSunoI7Y9wiFXyiCf10Ohk3mURAjjZhV1L6p4KDSyyMPLNSKqY8jV0beNpI4hV0crHgpk&#10;hqc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1262aMZ3AABgWQQADgAAAAAAAAAAAAAA&#10;AAAuAgAAZHJzL2Uyb0RvYy54bWxQSwECLQAUAAYACAAAACEAntNkbd0AAAAGAQAADwAAAAAAAAAA&#10;AAAAAAAg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Pq7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kfDUQ+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5I+r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Kjf8YA&#10;AADeAAAADwAAAGRycy9kb3ducmV2LnhtbERPS2sCMRC+F/wPYYRepGYrdFu3RhFh7eNQ0Aq9Dpvp&#10;ZutmsiRRt/56IxR6m4/vObNFb1txJB8axwruxxkI4srphmsFu8/y7glEiMgaW8ek4JcCLOaDmxkW&#10;2p14Q8dtrEUK4VCgAhNjV0gZKkMWw9h1xIn7dt5iTNDXUns8pXDbykmW5dJiw6nBYEcrQ9V+e7AK&#10;fsoP87V6PK/9aLqh86h8f2nfcqVuh/3yGUSkPv6L/9yvOs3PHvI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Kjf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2i5c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g/mUzH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tou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Avq8QA&#10;AADe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i2W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AL6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ifCs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g/mUwn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Inw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4UR8QA&#10;AADe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i3lZwu87+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FE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sNcUA&#10;AADeAAAADwAAAGRycy9kb3ducmV2LnhtbERP32vCMBB+H+x/CDfYy9DUiTqqUaYQJkwQdeDr0Zxt&#10;WXMpSWbrf28Gg73dx/fzFqveNuJKPtSOFYyGGQjiwpmaSwVfJz14AxEissHGMSm4UYDV8vFhgblx&#10;HR/oeoylSCEcclRQxdjmUoaiIoth6FrixF2ctxgT9KU0HrsUbhv5mmVTabHm1FBhS5uKiu/jj1Ww&#10;3nfl2L8U6959Xj7OE62N3mmlnp/69zmISH38F/+5tybNzybTGf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6w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yuMUA&#10;AADeAAAADwAAAGRycy9kb3ducmV2LnhtbESPQWsCMRCF70L/Q5hCb5pVqshqFGlZKKUXbX/AsBk3&#10;q5vJksR1++87h4K3Gd6b977Z7kffqYFiagMbmM8KUMR1sC03Bn6+q+kaVMrIFrvAZOCXEux3T5Mt&#10;ljbc+UjDKTdKQjiVaMDl3Jdap9qRxzQLPbFo5xA9Zlljo23Eu4T7Ti+KYqU9tiwNDnt6c1RfTzdv&#10;oPpcfA3Xm41VOIyvnpbusn53xrw8j4cNqExjfpj/rz+s4BfLlfDKOzKD3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HK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d3MUA&#10;AADe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Z5PpG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J3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foY8YA&#10;AADeAAAADwAAAGRycy9kb3ducmV2LnhtbESPQW/CMAyF70j7D5En7TbSobGhQkBoU6UJ7TLGD7Aa&#10;0xQap0pC6f79fEDiZsvP771vtRl9pwaKqQ1s4GVagCKug225MXD4rZ4XoFJGttgFJgN/lGCzfpis&#10;sLThyj807HOjxIRTiQZczn2pdaodeUzT0BPL7RiixyxrbLSNeBVz3+lZUbxpjy1LgsOePhzV5/3F&#10;G6h2s+/hfLGxCtvx1dPcnRafzpinx3G7BJVpzHfx7fvLSv1i/i4AgiMz6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foY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XTEMEA&#10;AADeAAAADwAAAGRycy9kb3ducmV2LnhtbERPzYrCMBC+L/gOYRa8rUl1uy5do4igrEe7PsDQzLbF&#10;ZlKbaOvbG0HwNh/f7yxWg23ElTpfO9aQTBQI4sKZmksNx7/txzcIH5ANNo5Jw408rJajtwVmxvV8&#10;oGseShFD2GeooQqhzaT0RUUW/cS1xJH7d53FEGFXStNhH8NtI6dKfUmLNceGClvaVFSc8ovV8Hnr&#10;d+c8PamtsZTsZ+2eQ5FqPX4f1j8gAg3hJX66f02cr9J5Ao934g1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V0x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VbyMQA&#10;AADeAAAADwAAAGRycy9kb3ducmV2LnhtbERPTWvCQBC9F/wPywi91Y0BrY1ZRQyW0lONqechOybB&#10;7GzIbjT++26h0Ns83uek29G04ka9aywrmM8iEMSl1Q1XCorT4WUFwnlkja1lUvAgB9vN5CnFRNs7&#10;H+mW+0qEEHYJKqi97xIpXVmTQTezHXHgLrY36APsK6l7vIdw08o4ipbSYMOhocaO9jWV13wwCobl&#10;OS748qm/8uzx/pYddk5+V0o9T8fdGoSn0f+L/9wfOsyPFq8x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FW8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ZOTscA&#10;AADeAAAADwAAAGRycy9kb3ducmV2LnhtbERPS2vCQBC+F/oflin0Vjf1EW10FVsoqAdFbQ+9jdlp&#10;kjY7G7Orxn/vCoK3+fieM5o0phRHql1hWcFrKwJBnFpdcKbga/v5MgDhPLLG0jIpOJODyfjxYYSJ&#10;tide03HjMxFC2CWoIPe+SqR0aU4GXctWxIH7tbVBH2CdSV3jKYSbUrajKJYGCw4NOVb0kVP6vzkY&#10;Bd+rQfy2ep93/xbLHXaM3v/oIlbq+amZDkF4avxdfHPPdJgf9foduL4TbpDj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mTk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BrsMA&#10;AADeAAAADwAAAGRycy9kb3ducmV2LnhtbERPS4vCMBC+C/6HMII3TX2sSjXKrqK7ePIFXodmbIvN&#10;pDRRq7/eLCzsbT6+58wWtSnEnSqXW1bQ60YgiBOrc04VnI7rzgSE88gaC8uk4EkOFvNmY4axtg/e&#10;0/3gUxFC2MWoIPO+jKV0SUYGXdeWxIG72MqgD7BKpa7wEcJNIftRNJIGcw4NGZa0zCi5Hm5GwWt0&#10;xp377n+tBtrTczjZ2O1uo1S7VX9OQXiq/b/4z/2jw/zoYzyE33fCDXL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ZBr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uy8MA&#10;AADeAAAADwAAAGRycy9kb3ducmV2LnhtbERPzWrCQBC+F3yHZQRvdaNVa6OrSFHozSb1AYbsdBPM&#10;zsbsqtGn7wpCb/Px/c5y3dlaXKj1lWMFo2ECgrhwumKj4PCze52D8AFZY+2YFNzIw3rVe1liqt2V&#10;M7rkwYgYwj5FBWUITSqlL0qy6IeuIY7cr2sthghbI3WL1xhuazlOkpm0WHFsKLGhz5KKY362Ck5u&#10;PNVdvsX9cfvxXRkzOd2ziVKDfrdZgAjUhX/x0/2l4/xk9vYOj3fiD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Juy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GcUsYA&#10;AADeAAAADwAAAGRycy9kb3ducmV2LnhtbESPQW/CMAyF75P2HyJP4jZShiisIyCGhMQVtgNHLzFt&#10;R+OUJkDZr58Pk3az9Z7f+zxf9r5RV+piHdjAaJiBIrbB1Vwa+PzYPM9AxYTssAlMBu4UYbl4fJhj&#10;4cKNd3Tdp1JJCMcCDVQptYXW0VbkMQ5DSyzaMXQek6xdqV2HNwn3jX7Jslx7rFkaKmxpXZE97S/e&#10;wLb+okluj69+9m53h59zGk+/nTGDp371BipRn/7Nf9dbJ/hZPhZeeUd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GcU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zAHsUA&#10;AADeAAAADwAAAGRycy9kb3ducmV2LnhtbERP0WoCMRB8F/oPYQu+aaIFqadRVBAqVqG21Nflsr0c&#10;vWyOSzzPv2+Egm+zOzszO/Nl5yrRUhNKzxpGQwWCOPem5ELD1+d28AoiRGSDlWfScKMAy8VTb46Z&#10;8Vf+oPYUC5FMOGSowcZYZ1KG3JLDMPQ1ceJ+fOMwprEppGnwmsxdJcdKTaTDklOCxZo2lvLf08Vp&#10;aPF4U2e7Pkx35Xs+Pq6/9ybtdf+5W81AROri4/hf/WbS+2ryMoV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nMA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3FZMQA&#10;AADeAAAADwAAAGRycy9kb3ducmV2LnhtbESPQU/DMAyF70j8h8hI3FhKhSZUlk0IaYgjFA4cTeM1&#10;HY1dJWEt/Hp8QOJmy8/vvW+zW+JoTpTyIOzgelWBIe7ED9w7eHvdX92CyQXZ4yhMDr4pw257frbB&#10;xsvML3RqS2/UhHODDkIpU2Nt7gJFzCuZiPV2kBSx6Jp66xPOah5HW1fV2kYcWBMCTvQQqPtsv6KD&#10;+bH7ONaHdx9+0iT79lmO9SjOXV4s93dgCi3lX/z3/eS1frW+UQ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txWT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lw6MQA&#10;AADeAAAADwAAAGRycy9kb3ducmV2LnhtbERP22oCMRB9F/yHMELfNKsUK1ujeIUiLaJt38fNuLua&#10;TJZNquvfG6Hg2xzOdcbTxhpxodqXjhX0ewkI4szpknMFP9/r7giED8gajWNScCMP00m7NcZUuyvv&#10;6LIPuYgh7FNUUIRQpVL6rCCLvucq4sgdXW0xRFjnUtd4jeHWyEGSDKXFkmNDgRUtCsrO+z+rYL1d&#10;mtPgazf7lWGxejuY0Wa+/FTqpdPM3kEEasJT/O/+0HF+Mnztw+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ZcO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zC8QA&#10;AADeAAAADwAAAGRycy9kb3ducmV2LnhtbERPTYvCMBC9L/gfwgheZE3VVaQaRQRRQcF1F7yOzdgW&#10;m0lpYq3/3iwIe5vH+5zZojGFqKlyuWUF/V4EgjixOudUwe/P+nMCwnlkjYVlUvAkB4t562OGsbYP&#10;/qb65FMRQtjFqCDzvoyldElGBl3PlsSBu9rKoA+wSqWu8BHCTSEHUTSWBnMODRmWtMoouZ3uRkF9&#10;3F/Sbe3K3W3SdaPhZbM56LNSnXaznILw1Ph/8du91WF+NP4awN874QY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9Mw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3ojcUA&#10;AADeAAAADwAAAGRycy9kb3ducmV2LnhtbERPTWsCMRC9C/6HMEJvmlSt2K1RqlDoRai2h3obN9Pd&#10;xc1km6S6+uuNIPQ2j/c5s0Vra3EkHyrHGh4HCgRx7kzFhYavz7f+FESIyAZrx6ThTAEW825nhplx&#10;J97QcRsLkUI4ZKihjLHJpAx5SRbDwDXEiftx3mJM0BfSeDylcFvLoVITabHi1FBiQ6uS8sP2z2pY&#10;Pk+Xvx9jXl82+x3tvveHp6FXWj/02tcXEJHa+C++u99Nmq8m4xHc3kk3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HeiNxQAAAN4AAAAPAAAAAAAAAAAAAAAAAJgCAABkcnMv&#10;ZG93bnJldi54bWxQSwUGAAAAAAQABAD1AAAAigMAAAAA&#10;" fillcolor="black" stroked="f"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++cUA&#10;AADeAAAADwAAAGRycy9kb3ducmV2LnhtbERPS2vCQBC+F/wPywi91Y2iQaKraB8gaA8+Dh7H7Jgs&#10;yc6G7FbT/vquUOhtPr7nzJedrcWNWm8cKxgOEhDEudOGCwWn48fLFIQPyBprx6TgmzwsF72nOWba&#10;3XlPt0MoRAxhn6GCMoQmk9LnJVn0A9cQR+7qWoshwraQusV7DLe1HCVJKi0ajg0lNvRaUl4dvqyC&#10;8zY1072h0WX3s37Xu0m1/nyrlHrud6sZiEBd+Bf/uTc6zk/S8Rge78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N375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m2UMQA&#10;AADeAAAADwAAAGRycy9kb3ducmV2LnhtbERPTWsCMRC9F/ofwhR600RpRVajSKW0lx5qK16HzbhZ&#10;dzPZJlFXf31TEHqbx/uc+bJ3rThRiLVnDaOhAkFcelNzpeH763UwBRETssHWM2m4UITl4v5ujoXx&#10;Z/6k0yZVIodwLFCDTakrpIylJYdx6DvizO19cJgyDJU0Ac853LVyrNREOqw5N1js6MVS2WyOTkNY&#10;7dbNlY/bRl0/LvHt0P9M0Wr9+NCvZiAS9elffHO/mzxfTZ6e4e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ptl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qebMQA&#10;AADeAAAADwAAAGRycy9kb3ducmV2LnhtbERPbUsCQRD+LvQflgn8IrmrxFWXq0ggCEmg+QOm2+nu&#10;aHf2uJ309Ne3QdC3eXheZ7Eaglcn6lMb2cJsakARV9G1XFs4vm/uHkElQXboI5OFCyVYLW9GCyxd&#10;PPOeTgepVQ7hVKKFRqQrtU5VQwHTNHbEmfuMfUDJsK+16/Gcw4PXc2MKHbDl3NBgRy8NVV+H72DB&#10;zz/80+tD2snlqHfmGmQ/eXPWjm+H9TMooUH+xX/urcvzTXFfwO87+Qa9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Knm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Z6rcQA&#10;AADeAAAADwAAAGRycy9kb3ducmV2LnhtbERPTWsCMRC9C/6HMEJvmq2Ilq1R2oqwFw9uLV7HzXSz&#10;NJksm6hbf70pFLzN433Oct07Ky7UhcazgudJBoK48rrhWsHhczt+AREiskbrmRT8UoD1ajhYYq79&#10;lfd0KWMtUgiHHBWYGNtcylAZchgmviVO3LfvHMYEu1rqDq8p3Fk5zbK5dNhwajDY0oeh6qc8OwWb&#10;srXTQ2Hew/FrdzrZ4ral40app1H/9goiUh8f4n93odP8bD5bwN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Weq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xc6cUA&#10;AADeAAAADwAAAGRycy9kb3ducmV2LnhtbESPQWsCMRCF74X+hzAFbzWpyFa2RimlgtBTrR68Dcl0&#10;d3UzWTbR3f77zkHwNsN78943y/UYWnWlPjWRLbxMDShiF33DlYX9z+Z5ASplZI9tZLLwRwnWq8eH&#10;JZY+DvxN112ulIRwKtFCnXNXap1cTQHTNHbEov3GPmCWta+073GQ8NDqmTGFDtiwNNTY0UdN7ry7&#10;BAunjf6KzqA77A/D1r8ePwtqjbWTp/H9DVSmMd/Nt+utF3xTzIVX3pEZ9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Fzp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gKFcUA&#10;AADeAAAADwAAAGRycy9kb3ducmV2LnhtbERPTWvCQBC9C/0PyxS86aYqkqauYguCKD00ltLjNDsm&#10;IdnZsLua9N93hYK3ebzPWW0G04orOV9bVvA0TUAQF1bXXCr4PO0mKQgfkDW2lknBL3nYrB9GK8y0&#10;7fmDrnkoRQxhn6GCKoQuk9IXFRn0U9sRR+5sncEQoSuldtjHcNPKWZIspcGaY0OFHb1VVDT5xSj4&#10;vhz5/D4/bN1r+LLDyTezn7RRavw4bF9ABBrCXfzv3us4P1kunuH2Trx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KAoV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bgJ8gA&#10;AADeAAAADwAAAGRycy9kb3ducmV2LnhtbESPQU8CMRCF7yb+h2ZMvEkrEQILhYCJiRcTQA9yG7bj&#10;7obtdGkrrPx652DibSbz5r33zZe9b9WZYmoCW3gcGFDEZXANVxY+3l8eJqBSRnbYBiYLP5Rgubi9&#10;mWPhwoW3dN7lSokJpwIt1Dl3hdaprMljGoSOWG5fIXrMssZKu4gXMfetHhoz1h4bloQaO3quqTzu&#10;vr2F9XSyPm2e+O26Pexp/3k4jobRWHt/169moDL1+V/89/3qpL4ZjwRAcG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FuAnyAAAAN4AAAAPAAAAAAAAAAAAAAAAAJgCAABk&#10;cnMvZG93bnJldi54bWxQSwUGAAAAAAQABAD1AAAAjQMAAAAA&#10;" fillcolor="black" stroked="f"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OFsQA&#10;AADeAAAADwAAAGRycy9kb3ducmV2LnhtbERPTWsCMRC9C/0PYQq9adYWpWyNsgilpafVtvQ6bqab&#10;pZvJkqRx/fdGELzN433OajPaXiTyoXOsYD4rQBA3TnfcKvj6fJ0+gwgRWWPvmBScKMBmfTdZYand&#10;kXeU9rEVOYRDiQpMjEMpZWgMWQwzNxBn7td5izFD30rt8ZjDbS8fi2IpLXacGwwOtDXU/O3/rYJ0&#10;2NbVU/pJZvfhq9a7+u37UCv1cD9WLyAijfEmvrrfdZ5fLBdzuLyTb5D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sTh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KUaMUA&#10;AADeAAAADwAAAGRycy9kb3ducmV2LnhtbERPTWvCQBC9F/wPywi91Y1Cg0ZXEbHF9tI2CnocsmM2&#10;mJ0N2TWm/fVdodDbPN7nLFa9rUVHra8cKxiPEhDEhdMVlwoO+5enKQgfkDXWjknBN3lYLQcPC8y0&#10;u/EXdXkoRQxhn6ECE0KTSekLQxb9yDXEkTu71mKIsC2lbvEWw20tJ0mSSosVxwaDDW0MFZf8ahX4&#10;8WZ7fLc/s+70avgjfzPpZ2mUehz26zmIQH34F/+5dzrOT9LnC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pR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2FAE" w:rsidRPr="00D815F3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6D2FAE" w:rsidRPr="001869AA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Pr="001869AA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Pr="001869AA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Pr="00D815F3" w:rsidRDefault="006D2FAE" w:rsidP="006D2FA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6D2FAE" w:rsidRPr="001869AA" w:rsidRDefault="006D2FAE" w:rsidP="006D2FA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6D2FAE" w:rsidRPr="001869AA" w:rsidRDefault="006D2FAE" w:rsidP="006D2FA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D2FAE" w:rsidRPr="001869AA" w:rsidRDefault="006D2FAE" w:rsidP="006D2FA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D2FAE" w:rsidRPr="001869AA" w:rsidRDefault="006D2FAE" w:rsidP="006D2FA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D2FAE" w:rsidRPr="001869AA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2FAE" w:rsidRDefault="006D2FAE" w:rsidP="006D2F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60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2FAE" w:rsidRDefault="006D2FAE" w:rsidP="006D2F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D2FAE" w:rsidRDefault="006D2FAE" w:rsidP="006D2FAE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6D2FAE" w:rsidRPr="001869AA" w:rsidRDefault="006D2FAE" w:rsidP="006D2FAE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D2FAE" w:rsidRDefault="006D2FAE" w:rsidP="006D2FAE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6D2FAE" w:rsidRPr="001869AA" w:rsidRDefault="006D2FAE" w:rsidP="006D2FAE">
      <w:pPr>
        <w:spacing w:after="0" w:line="240" w:lineRule="auto"/>
        <w:jc w:val="center"/>
        <w:rPr>
          <w:rFonts w:ascii="Times New Roman" w:hAnsi="Times New Roman"/>
        </w:rPr>
      </w:pPr>
    </w:p>
    <w:p w:rsidR="006D2FAE" w:rsidRPr="00312454" w:rsidRDefault="006D2FAE" w:rsidP="006D2FA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6D2FAE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Default="006D2FAE" w:rsidP="006D2FA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А.С.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А.С.,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Аллі Сергіївні, </w:t>
      </w:r>
      <w:r>
        <w:rPr>
          <w:rFonts w:ascii="Times New Roman" w:hAnsi="Times New Roman"/>
          <w:sz w:val="24"/>
        </w:rPr>
        <w:t xml:space="preserve"> яка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CB5409">
        <w:rPr>
          <w:rFonts w:ascii="Times New Roman" w:hAnsi="Times New Roman"/>
          <w:sz w:val="24"/>
          <w:lang w:val="en-US"/>
        </w:rPr>
        <w:t>_____________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CB5409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4,3238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984000:03:001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075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товарного сільськогосподарського виробництва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населеного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Кухарук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А.С.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2FAE" w:rsidRPr="00E12288" w:rsidRDefault="006D2FAE" w:rsidP="006D2FA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6D2FAE" w:rsidRPr="00E12288" w:rsidRDefault="006D2FAE" w:rsidP="006D2FA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A00E00" w:rsidRPr="006D2FAE" w:rsidRDefault="006D2FAE" w:rsidP="006D2FA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A00E00" w:rsidRPr="006D2F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FAE"/>
    <w:rsid w:val="00171A2E"/>
    <w:rsid w:val="00304C90"/>
    <w:rsid w:val="00505B6D"/>
    <w:rsid w:val="006D2FAE"/>
    <w:rsid w:val="006D3977"/>
    <w:rsid w:val="007D6C18"/>
    <w:rsid w:val="00A00E00"/>
    <w:rsid w:val="00CB540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A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FA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2020-11-17T16:00:00Z</dcterms:created>
  <dcterms:modified xsi:type="dcterms:W3CDTF">2020-11-18T06:57:00Z</dcterms:modified>
</cp:coreProperties>
</file>