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1ED9" w:rsidRPr="00C623C0" w:rsidRDefault="00ED1ED9" w:rsidP="00ED1ED9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ED1ED9" w:rsidRPr="00C623C0" w:rsidRDefault="00ED1ED9" w:rsidP="00ED1ED9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ED1ED9" w:rsidRPr="00C623C0" w:rsidRDefault="002A4AF9" w:rsidP="00ED1ED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2A4AF9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vqdsYA&#10;AADdAAAADwAAAGRycy9kb3ducmV2LnhtbESPQWsCMRSE7wX/Q3hCbzXbrGjZGkUUS8FT1ZYeH5vX&#10;3aWblyWJ6/bfG6HgcZiZb5jFarCt6MmHxrGG50kGgrh0puFKw+m4e3oBESKywdYxafijAKvl6GGB&#10;hXEX/qD+ECuRIBwK1FDH2BVShrImi2HiOuLk/ThvMSbpK2k8XhLctlJl2UxabDgt1NjRpqby93C2&#10;Gva9mn19v23tMa/U3Jf551Y1rdaP42H9CiLSEO/h//a70TCf5gpub9ITk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vqd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MY3scA&#10;AADdAAAADwAAAGRycy9kb3ducmV2LnhtbESPQWvCQBSE74L/YXlCL6VuUqWR6CpFKDQKhSaC10f2&#10;NYnNvg3ZrUn/fVcoeBxm5htmsxtNK67Uu8aygngegSAurW64UnAq3p5WIJxH1thaJgW/5GC3nU42&#10;mGo78Cddc1+JAGGXooLa+y6V0pU1GXRz2xEH78v2Bn2QfSV1j0OAm1Y+R9GLNNhwWKixo31N5Xf+&#10;YxTIIs98ljTmMT6cP8bYXvbH8qLUw2x8XYPwNPp7+L/9rhUky8UCbm/CE5D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XDGN7HAAAA3QAAAA8AAAAAAAAAAAAAAAAAmAIAAGRy&#10;cy9kb3ducmV2LnhtbFBLBQYAAAAABAAEAPUAAACM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q4sgA&#10;AADdAAAADwAAAGRycy9kb3ducmV2LnhtbESPQU8CMRSE7yb8h+aRcCHQRVfBhULUBEI8mAh6f24f&#10;uwvb17WtsPjrLQmJx8nMfJOZLVpTiyM5X1lWMBomIIhzqysuFHxsl4MJCB+QNdaWScGZPCzmnZsZ&#10;Ztqe+J2Om1CICGGfoYIyhCaT0uclGfRD2xBHb2edwRClK6R2eIpwU8vbJHmQBiuOCyU29FJSftj8&#10;GAXLNR0eP5vvVfrr7ovJ/uvt9XnbV6rXbZ+mIAK14T98ba+1gnF6l8LlTXwCc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J6ri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poVsYA&#10;AADdAAAADwAAAGRycy9kb3ducmV2LnhtbESPQWvCQBSE74X+h+UJ3uomtlpJ3UixpBQ8qUWvr9ln&#10;Es2+Ddk1Sf99tyB4HGbmG2a5GkwtOmpdZVlBPIlAEOdWV1wo+N5nTwsQziNrrC2Tgl9ysEofH5aY&#10;aNvzlrqdL0SAsEtQQel9k0jp8pIMuoltiIN3sq1BH2RbSN1iH+CmltMomkuDFYeFEhtal5Rfdlej&#10;INrM6p/TgYfF8eMzv5z7jPsqVmo8Gt7fQHga/D18a39pBa8vzzP4fxOegE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poVs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mRDsgA&#10;AADdAAAADwAAAGRycy9kb3ducmV2LnhtbESPQWsCMRSE7wX/Q3hCL0WzrdbqapRWUKSHglrvz81z&#10;d3Xzsk1S3frrm4LQ4zAz3zCTWWMqcSbnS8sKHrsJCOLM6pJzBZ/bRWcIwgdkjZVlUvBDHmbT1t0E&#10;U20vvKbzJuQiQtinqKAIoU6l9FlBBn3X1sTRO1hnMETpcqkdXiLcVPIpSQbSYMlxocCa5gVlp823&#10;UbBY0Wm0q7+W/at7zofH/cf72/ZBqft28zoGEagJ/+Fbe6UVvPR7A/h7E5+AnP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uZEO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RTusUA&#10;AADdAAAADwAAAGRycy9kb3ducmV2LnhtbESPS4vCQBCE74L/YWhhbzrRXR9ERxHFRdiTD/TaZtok&#10;mukJmVmT/ffOguCxqKqvqNmiMYV4UOVyywr6vQgEcWJ1zqmC42HTnYBwHlljYZkU/JGDxbzdmmGs&#10;bc07eux9KgKEXYwKMu/LWEqXZGTQ9WxJHLyrrQz6IKtU6grrADeFHETRSBrMOSxkWNIqo+S+/zUK&#10;op9hcbmeuJmc19/J/VZvuM77Sn10muUUhKfGv8Ov9lYrGH99juH/TX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FO6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5mQMMA&#10;AADdAAAADwAAAGRycy9kb3ducmV2LnhtbERPPW/CMBDdK/EfrENiKw6kKhAwCIVW6loIA9sRH0mU&#10;+BzFJqT99fVQifHpfW92g2lET52rLCuYTSMQxLnVFRcKstPn6xKE88gaG8uk4Icc7Lajlw0m2j74&#10;m/qjL0QIYZeggtL7NpHS5SUZdFPbEgfuZjuDPsCukLrDRwg3jZxH0bs0WHFoKLGltKS8Pt6NgvOh&#10;ruMVR/HvpU+XLr1m2fz2odRkPOzXIDwN/in+d39pBYu3OMwNb8IT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5mQM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7EdskA&#10;AADdAAAADwAAAGRycy9kb3ducmV2LnhtbESPQWvCQBSE7wX/w/IEL0U3Wqk2dRUpFhTaQ1WqvT2y&#10;zyQ0+zZmtzH667uC4HGYmW+YyawxhaipcrllBf1eBII4sTrnVMF2894dg3AeWWNhmRScycFs2nqY&#10;YKztib+oXvtUBAi7GBVk3pexlC7JyKDr2ZI4eAdbGfRBVqnUFZ4C3BRyEEXP0mDOYSHDkt4ySn7X&#10;f0bBkOr9/OPy8/m9Py68PTzuVq6/U6rTbuavIDw1/h6+tZdawWj49ALXN+EJyOk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r7Eds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4ZO8MA&#10;AADdAAAADwAAAGRycy9kb3ducmV2LnhtbERPu27CMBTdK/UfrFuJrXEKqIWAQVUKUtdCOrBd4puH&#10;El9HsRsCX4+HSoxH573ejqYVA/WutqzgLYpBEOdW11wqyI771wUI55E1tpZJwZUcbDfPT2tMtL3w&#10;Dw0HX4oQwi5BBZX3XSKlyysy6CLbEQeusL1BH2BfSt3jJYSbVk7j+F0arDk0VNhRWlHeHP6Mgt+v&#10;ppktOZ7dTkO6cOk5y6bFTqnJy/i5AuFp9A/xv/tbK/iYz8P+8CY8Abm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4ZO8MAAADd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67DcgA&#10;AADdAAAADwAAAGRycy9kb3ducmV2LnhtbESPQWvCQBSE70L/w/IKvUjdRIItqatIUWhBD9pS7e2R&#10;fSah2bcxu43RX+8KgsdhZr5hxtPOVKKlxpWWFcSDCARxZnXJuYLvr8XzKwjnkTVWlknBiRxMJw+9&#10;MabaHnlN7cbnIkDYpaig8L5OpXRZQQbdwNbEwdvbxqAPssmlbvAY4KaSwygaSYMlh4UCa3ovKPvb&#10;/BsFCbW72fL8u/rZHebe7vvbTxdvlXp67GZvIDx1/h6+tT+0gpckieH6JjwBObk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zrsN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ZazMgA&#10;AADdAAAADwAAAGRycy9kb3ducmV2LnhtbESP3WrCQBSE74W+w3IKvdNNbVBJXaVY+gOCYBS9PWRP&#10;s6nZs2l2NWmfvlsoeDnMzDfMfNnbWlyo9ZVjBfejBARx4XTFpYL97mU4A+EDssbaMSn4Jg/Lxc1g&#10;jpl2HW/pkodSRAj7DBWYEJpMSl8YsuhHriGO3odrLYYo21LqFrsIt7UcJ8lEWqw4LhhsaGWoOOVn&#10;q+CYPmycecvduXt+/Tltv6afh9Vaqbvb/ukRRKA+XMP/7XetYJqmY/h7E5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1lrM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jcysYA&#10;AADdAAAADwAAAGRycy9kb3ducmV2LnhtbESPzW7CMBCE70h9B2sr9QZOCy0ojYNKVRCiJ356X8VL&#10;EjVeh9gN5u1xJSSOo5n5RpPNg2lET52rLSt4HiUgiAuray4VHPbL4QyE88gaG8uk4EIO5vnDIMNU&#10;2zNvqd/5UkQIuxQVVN63qZSuqMigG9mWOHpH2xn0UXal1B2eI9w08iVJ3qTBmuNChS19VlT87v6M&#10;gvHm9bTSi/Krb2Yr970+LkMdfpR6egwf7yA8BX8P39prrWA6mYzh/018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jcys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Df+4sQA&#10;AADdAAAADwAAAGRycy9kb3ducmV2LnhtbESPzYvCMBTE74L/Q3iCN02V4kc1iiiCsOzBj4PHR/Ns&#10;is1LaWLt/vebhQWPw8z8hllvO1uJlhpfOlYwGScgiHOnSy4U3K7H0QKED8gaK8ek4Ic8bDf93hoz&#10;7d58pvYSChEh7DNUYEKoMyl9bsiiH7uaOHoP11gMUTaF1A2+I9xWcpokM2mx5LhgsKa9ofx5eVkF&#10;9+X3ctKZQ/LVznenkDPis50pNRx0uxWIQF34hP/bJ61gnqYp/L2JT0B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3/uL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R2MgA&#10;AADdAAAADwAAAGRycy9kb3ducmV2LnhtbESPzW7CMBCE70h9B2srcSsOKQ00xSBUCcSlB37b4yre&#10;JinxOsQuBJ6+RqrEcTQz32jG09ZU4kSNKy0r6PciEMSZ1SXnCrab+dMIhPPIGivLpOBCDqaTh84Y&#10;U23PvKLT2uciQNilqKDwvk6ldFlBBl3P1sTB+7aNQR9kk0vd4DnATSXjKEqkwZLDQoE1vReUHda/&#10;RsFn/+P6Wj+3u/jLH5c/8eKYzfeJUt3HdvYGwlPr7+H/9lIrGA4GL3B7E56AnP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hJHY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JZ2sMA&#10;AADdAAAADwAAAGRycy9kb3ducmV2LnhtbESPUWvCMBSF3wf7D+EO9jbTSamjM0qZCIpPdvsBl+ba&#10;VpubkETb/XsjDPZ4OOd8h7NcT2YQN/Kht6zgfZaBIG6s7rlV8PO9ffsAESKyxsEyKfilAOvV89MS&#10;S21HPtKtjq1IEA4lKuhidKWUoenIYJhZR5y8k/UGY5K+ldrjmOBmkPMsK6TBntNCh46+Omou9dUo&#10;QO8WG1fL8VicD7g77yvKbaXU68tUfYKINMX/8F97pxUs8ryAx5v0BOTq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5JZ2s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tR8cA&#10;AADdAAAADwAAAGRycy9kb3ducmV2LnhtbESPT2vCQBTE74V+h+UJvdWNrRiJrqJtA6K5+O/g7ZF9&#10;JqHZtyG7atpP7wqFHoeZ+Q0znXemFldqXWVZwaAfgSDOra64UHDYp69jEM4ja6wtk4IfcjCfPT9N&#10;MdH2xlu67nwhAoRdggpK75tESpeXZND1bUMcvLNtDfog20LqFm8Bbmr5FkUjabDisFBiQx8l5d+7&#10;i1GQpVmTbfhrfPq8LN9Pq99jzOtUqZdet5iA8NT5//Bfe6UVxMNhDI834Qn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47Uf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+cdsQA&#10;AADdAAAADwAAAGRycy9kb3ducmV2LnhtbERPXWvCMBR9H+w/hDvwbaYT0dkZRQRRQQWdoI93zV1b&#10;bG5qEmv99+ZhsMfD+R5PW1OJhpwvLSv46CYgiDOrS84VHL8X758gfEDWWFkmBQ/yMJ28vowx1fbO&#10;e2oOIRcxhH2KCooQ6lRKnxVk0HdtTRy5X+sMhghdLrXDeww3lewlyUAaLDk2FFjTvKDscrgZBbvr&#10;4LZpTuflj2sX9bVaz7d6VCrVeWtnXyACteFf/OdeaQXDfj/OjW/iE5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vnHb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FXWcUA&#10;AADdAAAADwAAAGRycy9kb3ducmV2LnhtbESP0WrCQBRE3wX/YbkF3+qmJdUaXYMU1CKCmPoBl+xt&#10;NjR7N2RXjf36rlDwcZiZM8wi720jLtT52rGCl3ECgrh0uuZKwelr/fwOwgdkjY1jUnAjD/lyOFhg&#10;pt2Vj3QpQiUihH2GCkwIbSalLw1Z9GPXEkfv23UWQ5RdJXWH1wi3jXxNkom0WHNcMNjSh6Hypzhb&#10;BZzI9WFfNlpufk/T3dYUu7dzodToqV/NQQTqwyP83/7UCqZpOoP7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MVdZ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TYcQA&#10;AADdAAAADwAAAGRycy9kb3ducmV2LnhtbERPyW7CMBC9V+o/WFOJW3Fa9hSDWIoE3AhIKLdRPFnU&#10;eBzFBtJ+fX2o1OPT2+fLztTiTq2rLCt460cgiDOrKy4UXM671ykI55E11pZJwTc5WC6en+YYa/vg&#10;E90TX4gQwi5GBaX3TSyly0oy6Pq2IQ5cbluDPsC2kLrFRwg3tXyPorE0WHFoKLGhTUnZV3IzCpI8&#10;TfWaP4eH6chtjsfBz+y62yrVe+lWHyA8df5f/OfeawWT4SjsD2/CE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2H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3/J8YA&#10;AADdAAAADwAAAGRycy9kb3ducmV2LnhtbESPwW7CMBBE70j9B2sr9UYcoLRViEEIgdRDD0DzAat4&#10;EwfidRobCH9fV6rEcTQzbzT5arCtuFLvG8cKJkkKgrh0uuFaQfG9G3+A8AFZY+uYFNzJw2r5NMox&#10;0+7GB7oeQy0ihH2GCkwIXSalLw1Z9InriKNXud5iiLKvpe7xFuG2ldM0fZMWG44LBjvaGCrPx4tV&#10;MC3Wp021n32dfmYpb60ZtpeDUerleVgvQAQawiP83/7UCt5f5x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3/J8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w/I8cA&#10;AADdAAAADwAAAGRycy9kb3ducmV2LnhtbESPQWvCQBSE7wX/w/KE3pqNQVuNrlILhV4EtT3U2zP7&#10;TILZt+nuVlN/vSsUPA4z8w0zW3SmESdyvrasYJCkIIgLq2suFXx9vj+NQfiArLGxTAr+yMNi3nuY&#10;Ya7tmTd02oZSRAj7HBVUIbS5lL6oyKBPbEscvYN1BkOUrpTa4TnCTSOzNH2WBmuOCxW29FZRcdz+&#10;GgXLyXj5sx7y6rLZ72j3vT+OMpcq9djvXqcgAnXhHv5vf2gFL8N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sPyPHAAAA3QAAAA8AAAAAAAAAAAAAAAAAmAIAAGRy&#10;cy9kb3ducmV2LnhtbFBLBQYAAAAABAAEAPUAAACM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IBOsYA&#10;AADdAAAADwAAAGRycy9kb3ducmV2LnhtbESPT2vCQBTE70K/w/IKXkQ3UasSXaUUBetF/FPo8ZF9&#10;JsHs25BdY/z2rlDocZiZ3zCLVWtK0VDtCssK4kEEgji1uuBMwfm06c9AOI+ssbRMCh7kYLV86yww&#10;0fbOB2qOPhMBwi5BBbn3VSKlS3My6Aa2Ig7exdYGfZB1JnWN9wA3pRxG0UQaLDgs5FjRV07p9Xgz&#10;CnYybXrfY4r3WfN7Xe9nP2ZyiJXqvrefcxCeWv8f/mtvtYLp+GMErzfhCcjl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IBOs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LgJ8YA&#10;AADdAAAADwAAAGRycy9kb3ducmV2LnhtbESP3UrDQBSE7wXfYTlC7+zG0miN3ZYiFloQSn8e4LB7&#10;TILZsyF72kSfvlsQvBxm5htmvhx8oy7UxTqwgadxBorYBldzaeB0XD/OQEVBdtgEJgM/FGG5uL+b&#10;Y+FCz3u6HKRUCcKxQAOVSFtoHW1FHuM4tMTJ+wqdR0myK7XrsE9w3+hJlj1rjzWnhQpbeq/Ifh/O&#10;3sDkbMX61+3v58dJ8t2x7bN8tjJm9DCs3kAJDfIf/mtvnIGXaT6F25v0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LgJ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C6G8cA&#10;AADdAAAADwAAAGRycy9kb3ducmV2LnhtbESPQWsCMRSE7wX/Q3iCt5rV1rZsjVJKLQprRdtLb4/k&#10;uVncvCybqOu/N0Khx2FmvmGm887V4kRtqDwrGA0zEMTam4pLBT/fi/sXECEiG6w9k4ILBZjPendT&#10;zI0/85ZOu1iKBOGQowIbY5NLGbQlh2HoG+Lk7X3rMCbZltK0eE5wV8txlj1JhxWnBYsNvVvSh93R&#10;KdCfD8XHqvi1+jjerMvqa1O47V6pQb97ewURqYv/4b/20ih4fpxM4PY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wuhv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LyPMQA&#10;AADdAAAADwAAAGRycy9kb3ducmV2LnhtbESPQYvCMBSE7wv+h/AEb5oqWpdqFBEEvQirLrvHR/Ns&#10;i81LaWJb/fVmQdjjMDPfMMt1Z0rRUO0KywrGowgEcWp1wZmCy3k3/AThPLLG0jIpeJCD9ar3scRE&#10;25a/qDn5TAQIuwQV5N5XiZQuzcmgG9mKOHhXWxv0QdaZ1DW2AW5KOYmiWBosOCzkWNE2p/R2uhsF&#10;lXl+X34PxyYa/+BEt1tubzErNeh3mwUIT53/D7/be61gPp3F8PcmP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8jz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adqcUA&#10;AADdAAAADwAAAGRycy9kb3ducmV2LnhtbESPT4vCMBTE7wv7HcITvK2pi3+7RhHBxZOgFaq3R/O2&#10;LTYvpYna9dMbQfA4zMxvmNmiNZW4UuNKywr6vQgEcWZ1ybmCQ7L+moBwHlljZZkU/JODxfzzY4ax&#10;tjfe0XXvcxEg7GJUUHhfx1K6rCCDrmdr4uD92cagD7LJpW7wFuCmkt9RNJIGSw4LBda0Kig77y9G&#10;weA4XSYpne7n9NemcpNs7XZ9UarbaZc/IDy1/h1+tTdawXgwHMP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hp2p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5NDMQA&#10;AADdAAAADwAAAGRycy9kb3ducmV2LnhtbERPXWvCMBR9H+w/hCvsbaY67aQaZWwIijCYG/h6ba5t&#10;bXNTk6j135sHYY+H8z1bdKYRF3K+sqxg0E9AEOdWV1wo+Ptdvk5A+ICssbFMCm7kYTF/fpphpu2V&#10;f+iyDYWIIewzVFCG0GZS+rwkg75vW+LIHawzGCJ0hdQOrzHcNHKYJKk0WHFsKLGlz5Lyens2Ck5v&#10;X/W32++O+816ckvr/DSU61Spl173MQURqAv/4od7pRW8j8Z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uTQzEAAAA3QAAAA8AAAAAAAAAAAAAAAAAmAIAAGRycy9k&#10;b3ducmV2LnhtbFBLBQYAAAAABAAEAPUAAACJ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itUsgA&#10;AADdAAAADwAAAGRycy9kb3ducmV2LnhtbESPT2vCQBTE7wW/w/KE3uqm4t+YVbRQ6KVQbQ96e8m+&#10;JsHs27i71bSfvisIHoeZ+Q2TrTrTiDM5X1tW8DxIQBAXVtdcKvj6fH2agfABWWNjmRT8kofVsveQ&#10;Yarthbd03oVSRAj7FBVUIbSplL6oyKAf2JY4et/WGQxRulJqh5cIN40cJslEGqw5LlTY0ktFxXH3&#10;YxRs5rPN6WPE73/b/ECHfX4cD12i1GO/Wy9ABOrCPXxrv2kF09F4Dt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SK1SyAAAAN0AAAAPAAAAAAAAAAAAAAAAAJgCAABk&#10;cnMvZG93bnJldi54bWxQSwUGAAAAAAQABAD1AAAAjQ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EoQcMA&#10;AADdAAAADwAAAGRycy9kb3ducmV2LnhtbERP3WrCMBS+H/gO4Qi7GZpOxG2dUYYoKCuUqQ9wbI5t&#10;MTkpSab17c3FYJcf3/982VsjruRD61jB6zgDQVw53XKt4HjYjN5BhIis0TgmBXcKsFwMnuaYa3fj&#10;H7ruYy1SCIccFTQxdrmUoWrIYhi7jjhxZ+ctxgR9LbXHWwq3Rk6ybCYttpwaGuxo1VB12f9aBevJ&#10;yZcn/DZVdqhNsSuLl4+yUOp52H99gojUx3/xn3urFbxNZ2l/epOegF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+EoQc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Ba8MYA&#10;AADdAAAADwAAAGRycy9kb3ducmV2LnhtbESPT2vCQBTE74V+h+UVeqsb2xI1uootBAqC/w8en9ln&#10;NjT7Ns1uNX57Vyj0OMzMb5jJrLO1OFPrK8cK+r0EBHHhdMWlgv0ufxmC8AFZY+2YFFzJw2z6+DDB&#10;TLsLb+i8DaWIEPYZKjAhNJmUvjBk0fdcQxy9k2sthijbUuoWLxFua/maJKm0WHFcMNjQp6Hie/tr&#10;FViJh2OZ5sVy/rZYLUbVx/onN0o9P3XzMYhAXfgP/7W/tILBe9qH+5v4BOT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Ba8M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D1ED9" w:rsidRPr="00C623C0" w:rsidRDefault="00ED1ED9" w:rsidP="00ED1ED9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D1ED9" w:rsidRPr="00C623C0" w:rsidRDefault="00ED1ED9" w:rsidP="00ED1ED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ED1ED9" w:rsidRPr="00C623C0" w:rsidRDefault="00ED1ED9" w:rsidP="00ED1ED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ED1ED9" w:rsidRPr="00C623C0" w:rsidRDefault="00ED1ED9" w:rsidP="00ED1ED9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ED1ED9" w:rsidRPr="00C623C0" w:rsidRDefault="00ED1ED9" w:rsidP="00ED1ED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ED1ED9" w:rsidRPr="00C623C0" w:rsidRDefault="00ED1ED9" w:rsidP="00ED1ED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ED1ED9" w:rsidRPr="00C623C0" w:rsidRDefault="00ED1ED9" w:rsidP="00ED1ED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2A4AF9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NrY/J4SeQAAYVcEAA4AAAAAAAAAAAAAAAAALgIA&#10;AGRycy9lMm9Eb2MueG1sUEsBAi0AFAAGAAgAAAAhAN/OkDDiAAAADQEAAA8AAAAAAAAAAAAAAAAA&#10;bHsAAGRycy9kb3ducmV2LnhtbFBLBQYAAAAABAAEAPMAAAB7fAAAAAA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Rg8MYA&#10;AADdAAAADwAAAGRycy9kb3ducmV2LnhtbESPzWrDMBCE74W+g9hCbo1cO9jBjRJCQkMhp+an9LhY&#10;W9vUWhlJddy3jwKFHIeZ+YZZrEbTiYGcby0reJkmIIgrq1uuFZyOb89zED4ga+wsk4I/8rBaPj4s&#10;sNT2wh80HEItIoR9iQqaEPpSSl81ZNBPbU8cvW/rDIYoXS21w0uEm06mSZJLgy3HhQZ72jRU/Rx+&#10;jYL9kOafX7utOWZ1WrgqO2/TtlNq8jSuX0EEGsM9/N9+1wqKWZ7B7U18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Rg8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mvt8UA&#10;AADdAAAADwAAAGRycy9kb3ducmV2LnhtbESP3YrCMBSE7xd8h3AEbxZNK6JSjSLCgj+wYBW8PTTH&#10;ttqclCar9e2NsODlMDPfMPNlaypxp8aVlhXEgwgEcWZ1ybmC0/GnPwXhPLLGyjIpeJKD5aLzNcdE&#10;2wcf6J76XAQIuwQVFN7XiZQuK8igG9iaOHgX2xj0QTa51A0+AtxUchhFY2mw5LBQYE3rgrJb+mcU&#10;yGO69dtJab7j3fm3je11vc+uSvW67WoGwlPrP+H/9kYrmIzGI3i/CU9ALl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a+3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ggZMgA&#10;AADdAAAADwAAAGRycy9kb3ducmV2LnhtbESPQWsCMRSE7wX/Q3gFL0WzFbV2NUoVLOKhULX35+Z1&#10;d3XzsiZRt/56Uyj0OMzMN8xk1phKXMj50rKC524CgjizuuRcwW677IxA+ICssbJMCn7Iw2zaephg&#10;qu2VP+myCbmIEPYpKihCqFMpfVaQQd+1NXH0vq0zGKJ0udQOrxFuKtlLkqE0WHJcKLCmRUHZcXM2&#10;CpYrOr5+1af3/s0N8tFh/7Geb5+Uaj82b2MQgZrwH/5rr7SCl/5wAL9v4hOQ0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2CBk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vZPMUA&#10;AADdAAAADwAAAGRycy9kb3ducmV2LnhtbESPT4vCMBTE7wv7HcJb2NuaKmuVrlFEUQRP/kGvz+bZ&#10;dm1eShNt/fZGEDwOM/MbZjRpTSluVLvCsoJuJwJBnFpdcKZgv1v8DEE4j6yxtEwK7uRgMv78GGGi&#10;bcMbum19JgKEXYIKcu+rREqX5mTQdWxFHLyzrQ36IOtM6hqbADel7EVRLA0WHBZyrGiWU3rZXo2C&#10;aN0vT+cDt8PjfJle/psFN0VXqe+vdvoHwlPr3+FXe6UVDH7jGJ5vwhOQ4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m9k8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biMgA&#10;AADdAAAADwAAAGRycy9kb3ducmV2LnhtbESPW2sCMRSE3wv+h3AKfSmarVgvq1FawSI+FLy9Hzen&#10;u6ubk20SdeuvbwoFH4eZ+YaZzBpTiQs5X1pW8NJJQBBnVpecK9htF+0hCB+QNVaWScEPeZhNWw8T&#10;TLW98poum5CLCGGfooIihDqV0mcFGfQdWxNH78s6gyFKl0vt8BrhppLdJOlLgyXHhQJrmheUnTZn&#10;o2CxpNNoX39/9G7uNR8eD5+r9+2zUk+PzdsYRKAm3MP/7aVWMOj1B/D3Jj4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RhuI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jo1cIA&#10;AADdAAAADwAAAGRycy9kb3ducmV2LnhtbERPTWvCQBC9F/wPywi91Y1So6SuIpaI4MlU2us0OybR&#10;7GzIbpP4792D0OPjfa82g6lFR62rLCuYTiIQxLnVFRcKzl/p2xKE88gaa8uk4E4ONuvRywoTbXs+&#10;UZf5QoQQdgkqKL1vEildXpJBN7ENceAutjXoA2wLqVvsQ7ip5SyKYmmw4tBQYkO7kvJb9mcURMd5&#10;/Xv55mH587nPb9c+5b6aKvU6HrYfIDwN/l/8dB+0gsV7HOaGN+EJ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SOjVwgAAAN0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HsxsYA&#10;AADdAAAADwAAAGRycy9kb3ducmV2LnhtbESPQWvCQBSE74L/YXmCN91Ui9XUVSRa8KpND729Zp9J&#10;SPZtyK4x9td3BaHHYWa+Ydbb3tSio9aVlhW8TCMQxJnVJecK0s+PyRKE88gaa8uk4E4OtpvhYI2x&#10;tjc+UXf2uQgQdjEqKLxvYildVpBBN7UNcfAutjXog2xzqVu8Bbip5SyKFtJgyWGhwIaSgrLqfDUK&#10;vvZVNV9xNP/97pKlS37SdHY5KDUe9bt3EJ56/x9+to9awdvrYgWPN+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Hsx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7UK8UA&#10;AADdAAAADwAAAGRycy9kb3ducmV2LnhtbERPTWvCQBC9C/0PyxS8SN0ooiV1FREFBT1US7W3ITsm&#10;wexszK4x+uvdQ8Hj432Pp40pRE2Vyy0r6HUjEMSJ1TmnCn72y49PEM4jaywsk4I7OZhO3lpjjLW9&#10;8TfVO5+KEMIuRgWZ92UspUsyMui6tiQO3MlWBn2AVSp1hbcQbgrZj6KhNJhzaMiwpHlGyXl3NQoG&#10;VB9nm8ff9vd4WXh76hzWrndQqv3ezL5AeGr8S/zvXmkFo8Eo7A9vwhO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7tQr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52HcYA&#10;AADdAAAADwAAAGRycy9kb3ducmV2LnhtbESPQWvCQBSE7wX/w/IEb3WjlqrRVSRa8FobD96e2WcS&#10;kn0bsmtM++vdQqHHYWa+Ydbb3tSio9aVlhVMxhEI4szqknMF6dfH6wKE88gaa8uk4JscbDeDlzXG&#10;2j74k7qTz0WAsItRQeF9E0vpsoIMurFtiIN3s61BH2SbS93iI8BNLadR9C4NlhwWCmwoKSirTnej&#10;4LyvqtmSo9nPpUsWLrmm6fR2UGo07HcrEJ56/x/+ax+1gvnbfAK/b8ITkJs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52H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Dvx8gA&#10;AADdAAAADwAAAGRycy9kb3ducmV2LnhtbESPT2vCQBTE70K/w/IKXkQ3iqhEV5GiYMEeasU/t0f2&#10;mYRm38bsGmM/fbdQ8DjMzG+Y2aIxhaipcrllBf1eBII4sTrnVMH+a92dgHAeWWNhmRQ8yMFi/tKa&#10;YaztnT+p3vlUBAi7GBVk3pexlC7JyKDr2ZI4eBdbGfRBVqnUFd4D3BRyEEUjaTDnsJBhSW8ZJd+7&#10;m1EwpPq03P6cPw6n68rbS+f47vpHpdqvzXIKwlPjn+H/9kYrGA/HA/h7E56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cO/H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Y16sgA&#10;AADdAAAADwAAAGRycy9kb3ducmV2LnhtbESPQWvCQBSE74X+h+UVvNVNVRpJXUUs2kJBMJX2+si+&#10;ZlOzb9PsatL+elcQehxm5htmtuhtLU7U+sqxgodhAoK4cLriUsH+fX0/BeEDssbaMSn4JQ+L+e3N&#10;DDPtOt7RKQ+liBD2GSowITSZlL4wZNEPXUMcvS/XWgxRtqXULXYRbms5SpJHabHiuGCwoZWh4pAf&#10;rYLPyXjrzEvujt3z5u+w+0m/P1ZvSg3u+uUTiEB9+A9f269aQTpJx3B5E5+AnJ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9jXq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2OA8UA&#10;AADdAAAADwAAAGRycy9kb3ducmV2LnhtbESPS2vDMBCE74X+B7GF3hq5bV44VkJbkhCSU173xVo/&#10;iLVyLcVR/30VKPQ4zMw3TLYIphE9da62rOB1kIAgzq2uuVRwOq5epiCcR9bYWCYFP+RgMX98yDDV&#10;9sZ76g++FBHCLkUFlfdtKqXLKzLoBrYljl5hO4M+yq6UusNbhJtGviXJWBqsOS5U2NJXRfnlcDUK&#10;3rej77X+LJd9M1273aZYhTqclXp+Ch8zEJ6C/w//tTdawWQ4GcL9TXw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Y4D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eRxMYA&#10;AADdAAAADwAAAGRycy9kb3ducmV2LnhtbESPQWvCQBSE7wX/w/KE3pqNYo1GVwmVglB6aOrB4yP7&#10;zAazb0N2m6T/vlso9DjMzDfM/jjZVgzU+8axgkWSgiCunG64VnD5fH3agPABWWPrmBR8k4fjYfaw&#10;x1y7kT9oKEMtIoR9jgpMCF0upa8MWfSJ64ijd3O9xRBlX0vd4xjhtpXLNF1Liw3HBYMdvRiq7uWX&#10;VXDdvm8Xkzmlb0NWnEPFiPdhrdTjfCp2IAJN4T/81z5rBdkqe4bfN/EJyMM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eRxMYAAADd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rFEsgA&#10;AADdAAAADwAAAGRycy9kb3ducmV2LnhtbESPT2vCQBTE74V+h+UVvOnGKLFNXaUIipce/Nf2+Mg+&#10;k9js25hdNfXTu4LQ4zAzv2HG09ZU4kyNKy0r6PciEMSZ1SXnCrabefcVhPPIGivLpOCPHEwnz09j&#10;TLW98IrOa5+LAGGXooLC+zqV0mUFGXQ9WxMHb28bgz7IJpe6wUuAm0rGUZRIgyWHhQJrmhWU/a5P&#10;RsF3//P6Vg/aXfzjj8tDvDhm869Eqc5L+/EOwlPr/8OP9lIrGA1HCdzfhCcgJ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OsUS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I2/MMA&#10;AADdAAAADwAAAGRycy9kb3ducmV2LnhtbESPUWvCMBSF3wX/Q7iDvWm6IVaqUYpjoPhktx9wae7a&#10;uuYmJJnt/r0RBB8P55zvcDa70fTiSj50lhW8zTMQxLXVHTcKvr8+ZysQISJr7C2Tgn8KsNtOJxss&#10;tB34TNcqNiJBOBSooI3RFVKGuiWDYW4dcfJ+rDcYk/SN1B6HBDe9fM+ypTTYcVpo0dG+pfq3+jMK&#10;0Lv8w1VyOC8vJzxcjiUtbKnU68tYrkFEGuMz/GgftIJ8kedwf5OegN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I2/M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uziMQA&#10;AADdAAAADwAAAGRycy9kb3ducmV2LnhtbERPy2rCQBTdF/oPwy24q5OqGImOUh8Bqdn4Wri7ZG6T&#10;0MydkBk17dd3FoLLw3nPFp2pxY1aV1lW8NGPQBDnVldcKDgd0/cJCOeRNdaWScEvOVjMX19mmGh7&#10;5z3dDr4QIYRdggpK75tESpeXZND1bUMcuG/bGvQBtoXULd5DuKnlIIrG0mDFoaHEhlYl5T+Hq1GQ&#10;pVmT7Xgzuayvy+Fl+3eO+StVqvfWfU5BeOr8U/xwb7WCeBSHueFNeAJy/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Ls4j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/zUMcA&#10;AADdAAAADwAAAGRycy9kb3ducmV2LnhtbESPQWvCQBSE70L/w/IKvemmIlpTVxFBrKCCaaE9vmZf&#10;k9Ds27i7xvTfdwXB4zAz3zCzRWdq0ZLzlWUFz4MEBHFudcWFgo/3df8FhA/IGmvLpOCPPCzmD70Z&#10;ptpe+EhtFgoRIexTVFCG0KRS+rwkg35gG+Lo/VhnMETpCqkdXiLc1HKYJGNpsOK4UGJDq5Ly3+xs&#10;FBxO4/Ou/fzafLtu3Zzq7Wqvp5VST4/d8hVEoC7cw7f2m1YwGU2mcH0Tn4C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P81D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JEXsEA&#10;AADdAAAADwAAAGRycy9kb3ducmV2LnhtbERPzYrCMBC+L/gOYQRva6roKtUoIqiLLIjVBxiasSk2&#10;k9JErfv05iB4/Pj+58vWVuJOjS8dKxj0ExDEudMlFwrOp833FIQPyBorx6TgSR6Wi87XHFPtHnyk&#10;exYKEUPYp6jAhFCnUvrckEXfdzVx5C6usRgibAqpG3zEcFvJYZL8SIslxwaDNa0N5dfsZhVwIjeH&#10;v7zScvt/nux3JtuPb5lSvW67moEI1IaP+O3+1Qomo2ncH9/EJ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6yRF7BAAAA3Q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VavccA&#10;AADdAAAADwAAAGRycy9kb3ducmV2LnhtbESPQWvCQBSE74L/YXlCb2Zja2saXaW1FdSbUSjeHtln&#10;Esy+Ddmtpv76rlDocZiZb5jZojO1uFDrKssKRlEMgji3uuJCwWG/GiYgnEfWWFsmBT/kYDHv92aY&#10;anvlHV0yX4gAYZeigtL7JpXS5SUZdJFtiIN3sq1BH2RbSN3iNcBNLR/j+EUarDgslNjQsqT8nH0b&#10;BdnpeNTv/DneJM9uud0+3V6/Vh9KPQy6tykIT53/D/+111rBZJyM4P4mPA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FWr3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9NF8YA&#10;AADdAAAADwAAAGRycy9kb3ducmV2LnhtbESPQWvCQBSE7wX/w/IKvTWbRmkldRWRFDz0oDY/4JF9&#10;ZmOzb2N2o/HfdwWhx2FmvmEWq9G24kK9bxwreEtSEMSV0w3XCsqfr9c5CB+QNbaOScGNPKyWk6cF&#10;5tpdeU+XQ6hFhLDPUYEJocul9JUhiz5xHXH0jq63GKLsa6l7vEa4bWWWpu/SYsNxwWBHG0PV72Gw&#10;CrJyfdocd9Pv03macmHNWAx7o9TL87j+BBFoDP/hR3urFXzM5hnc38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9NF8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2/8gA&#10;AADdAAAADwAAAGRycy9kb3ducmV2LnhtbESPT2sCMRTE74LfITyhN83WWl1Xo1Sh0Euh/jno7bl5&#10;3V3cvGyTqNt++qZQ8DjMzG+Y+bI1tbiS85VlBY+DBARxbnXFhYL97rWfgvABWWNtmRR8k4flotuZ&#10;Y6btjTd03YZCRAj7DBWUITSZlD4vyaAf2IY4ep/WGQxRukJqh7cIN7UcJslYGqw4LpTY0Lqk/Ly9&#10;GAWrabr6+hjx+8/mdKTj4XR+HrpEqYde+zIDEagN9/B/+00rmIzSJ/h7E5+AXP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wLb/yAAAAN0AAAAPAAAAAAAAAAAAAAAAAJgCAABk&#10;cnMvZG93bnJldi54bWxQSwUGAAAAAAQABAD1AAAAjQMAAAAA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u1CcYA&#10;AADdAAAADwAAAGRycy9kb3ducmV2LnhtbESPQWvCQBSE70L/w/IKXqRuIsGG1I2UoqBeRNtCj4/s&#10;axKSfRuya4z/3i0UPA4z8w2zWo+mFQP1rrasIJ5HIIgLq2suFXx9bl9SEM4ja2wtk4IbOVjnT5MV&#10;Ztpe+UTD2ZciQNhlqKDyvsukdEVFBt3cdsTB+7W9QR9kX0rd4zXATSsXUbSUBmsOCxV29FFR0Zwv&#10;RsFBFsNsn1B8LIefZnNMv83yFCs1fR7f30B4Gv0j/N/eaQWvSZrA35vwBGR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u1CcYAAADd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5p+8YA&#10;AADdAAAADwAAAGRycy9kb3ducmV2LnhtbESP3UrDQBSE74W+w3IE7+zGYmxMuy2lKCgIpT8PcNg9&#10;JqHZsyF72kSf3hUEL4eZ+YZZrkffqiv1sQls4GGagSK2wTVcGTgdX+8LUFGQHbaBycAXRVivJjdL&#10;LF0YeE/Xg1QqQTiWaKAW6Uqto63JY5yGjjh5n6H3KEn2lXY9DgnuWz3LsiftseG0UGNH25rs+XDx&#10;BmYXK9Y/v39/vJwk3x27IcuLjTF3t+NmAUpolP/wX/vNGZg/Fjn8vk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5p+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IIK8cA&#10;AADdAAAADwAAAGRycy9kb3ducmV2LnhtbESPQWsCMRSE7wX/Q3iF3mq2VlS2RimlFQurou2lt0fy&#10;3CxuXpZN1PXfm4LgcZiZb5jpvHO1OFEbKs8KXvoZCGLtTcWlgt+fr+cJiBCRDdaeScGFAsxnvYcp&#10;5safeUunXSxFgnDIUYGNscmlDNqSw9D3DXHy9r51GJNsS2laPCe4q+Ugy0bSYcVpwWJDH5b0YXd0&#10;CvTitfj8Lv6sPg42q7Jabwq33Sv19Ni9v4GI1MV7+NZeGgXj4WQE/2/SE5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CCCv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574MUA&#10;AADdAAAADwAAAGRycy9kb3ducmV2LnhtbESPQWvCQBSE74X+h+UJ3urGIFFSV5FAoV6ERkWPj+xr&#10;Esy+DdltEv313ULB4zAz3zDr7Wga0VPnassK5rMIBHFhdc2lgtPx420FwnlkjY1lUnAnB9vN68sa&#10;U20H/qI+96UIEHYpKqi8b1MpXVGRQTezLXHwvm1n0AfZlVJ3OAS4aWQcRYk0WHNYqLClrKLilv8Y&#10;Ba15nE/X/aGP5heM9ZDxcEtYqelk3L2D8DT6Z/i//akVLBerJfy9C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nnvg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klnMIA&#10;AADdAAAADwAAAGRycy9kb3ducmV2LnhtbERPTYvCMBC9C/sfwix409RF1K2NIguKJ0ErdL0NzdiW&#10;NpPSRO3urzcHwePjfSfr3jTiTp2rLCuYjCMQxLnVFRcKzul2tADhPLLGxjIp+CMH69XHIMFY2wcf&#10;6X7yhQgh7GJUUHrfxlK6vCSDbmxb4sBdbWfQB9gVUnf4COGmkV9RNJMGKw4NJbb0U1Jen25GwfT3&#10;e5NmdPmvs53N5D492MP2ptTws98sQXjq/Vv8cu+1gvl0EeaGN+E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SWcwgAAAN0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LE0McA&#10;AADdAAAADwAAAGRycy9kb3ducmV2LnhtbESPQWvCQBSE74X+h+UVvNWNtqQxdRWxCBVBqC14fWZf&#10;k5js27i71fjvu0Khx2FmvmGm89604kzO15YVjIYJCOLC6ppLBV+fq8cMhA/IGlvLpOBKHuaz+7sp&#10;5tpe+IPOu1CKCGGfo4IqhC6X0hcVGfRD2xFH79s6gyFKV0rt8BLhppXjJEmlwZrjQoUdLSsqmt2P&#10;UXB6emu27rA/Hjbr7Jo2xWks16lSg4d+8QoiUB/+w3/td63g5TmbwO1NfA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sCxND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8u+VcQA&#10;AADdAAAADwAAAGRycy9kb3ducmV2LnhtbERPz2vCMBS+C/4P4Qm7aaro1M4oOhh4GUy3w3p7bZ5t&#10;sXmpSabd/vrlIHj8+H6vNp1pxJWcry0rGI8SEMSF1TWXCr4+34YLED4ga2wsk4Jf8rBZ93srTLW9&#10;8YGux1CKGMI+RQVVCG0qpS8qMuhHtiWO3Mk6gyFCV0rt8BbDTSMnSfIsDdYcGyps6bWi4nz8MQp2&#10;y8Xu8jHl979DnlH2nZ9nE5co9TToti8gAnXhIb6791rBfLqM++Ob+ATk+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LvlXEAAAA3QAAAA8AAAAAAAAAAAAAAAAAmAIAAGRycy9k&#10;b3ducmV2LnhtbFBLBQYAAAAABAAEAPUAAACJ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9/cYA&#10;AADdAAAADwAAAGRycy9kb3ducmV2LnhtbESP0WoCMRRE3wv9h3CFvhTNKmLrapRSWqh0Yan6AdfN&#10;dXcxuVmSVNe/NwWhj8PMnGGW694acSYfWscKxqMMBHHldMu1gv3uc/gKIkRkjcYxKbhSgPXq8WGJ&#10;uXYX/qHzNtYiQTjkqKCJsculDFVDFsPIdcTJOzpvMSbpa6k9XhLcGjnJspm02HJaaLCj94aq0/bX&#10;KviYHHx5wG9TZbvaFJuyeJ6XhVJPg/5tASJSH//D9/aXVvAynY/h7016AnJ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9/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e0oMcA&#10;AADdAAAADwAAAGRycy9kb3ducmV2LnhtbESPQWvCQBSE7wX/w/KE3sxGW7SmrqKFQEFQa3vo8TX7&#10;mg1m38bsVuO/dwWhx2FmvmFmi87W4kStrxwrGCYpCOLC6YpLBV+f+eAFhA/IGmvHpOBCHhbz3sMM&#10;M+3O/EGnfShFhLDPUIEJocmk9IUhiz5xDXH0fl1rMUTZllK3eI5wW8tRmo6lxYrjgsGG3gwVh/2f&#10;VWAlfv+U47zYLJ/W2/W0Wu2OuVHqsd8tX0EE6sJ/+N5+1womz9MR3N7EJ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XtKD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D1ED9" w:rsidRPr="00C623C0" w:rsidRDefault="00ED1ED9" w:rsidP="00ED1ED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ED1ED9" w:rsidRPr="00C623C0" w:rsidRDefault="00ED1ED9" w:rsidP="00ED1ED9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ED1ED9" w:rsidRPr="00C623C0" w:rsidRDefault="00ED1ED9" w:rsidP="00ED1ED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ED1ED9" w:rsidRPr="00C623C0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ED1ED9" w:rsidRPr="00C623C0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ED1ED9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ED1ED9" w:rsidRPr="006A0E0F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Яковчуку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О.Л.</w:t>
      </w:r>
    </w:p>
    <w:p w:rsidR="00ED1ED9" w:rsidRPr="00C623C0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Яковчука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О.Л.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proofErr w:type="gramStart"/>
      <w:r w:rsidRPr="00DF675C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8415CF"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Яковчуку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Олександру Леонідовичу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DF675C" w:rsidRPr="00DF675C">
        <w:rPr>
          <w:rFonts w:ascii="Times New Roman" w:hAnsi="Times New Roman" w:cs="Times New Roman"/>
          <w:lang w:val="ru-RU"/>
        </w:rPr>
        <w:t>__________________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2,0000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за межами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пункту  села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Лисиче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Крупецької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  <w:proofErr w:type="gramEnd"/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Яковчуку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О.Л..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ради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.</w:t>
      </w:r>
    </w:p>
    <w:p w:rsidR="00ED1ED9" w:rsidRPr="00062C82" w:rsidRDefault="00ED1ED9" w:rsidP="00ED1ED9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D1ED9" w:rsidRPr="00062C82" w:rsidRDefault="00ED1ED9" w:rsidP="00ED1ED9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ED1ED9" w:rsidRPr="00C623C0" w:rsidRDefault="00ED1ED9" w:rsidP="00ED1ED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A532A3" w:rsidRDefault="00ED1ED9" w:rsidP="00ED1ED9"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</w:p>
    <w:sectPr w:rsidR="00A532A3" w:rsidSect="00A532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D1ED9"/>
    <w:rsid w:val="00171A2E"/>
    <w:rsid w:val="002A4AF9"/>
    <w:rsid w:val="00304C90"/>
    <w:rsid w:val="00505B6D"/>
    <w:rsid w:val="006D3977"/>
    <w:rsid w:val="007D6C18"/>
    <w:rsid w:val="00A532A3"/>
    <w:rsid w:val="00D1641A"/>
    <w:rsid w:val="00DF675C"/>
    <w:rsid w:val="00ED1E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ED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>Microsoft</Company>
  <LinksUpToDate>false</LinksUpToDate>
  <CharactersWithSpaces>1583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2020-02-13T11:48:00Z</dcterms:created>
  <dcterms:modified xsi:type="dcterms:W3CDTF">2020-02-13T12:53:00Z</dcterms:modified>
</cp:coreProperties>
</file>