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734" w:rsidRPr="002C7821" w:rsidRDefault="00A05734" w:rsidP="00A05734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2C7821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A05734" w:rsidRPr="002C7821" w:rsidRDefault="00A05734" w:rsidP="00A057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2C7821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4835485" wp14:editId="7D4E585E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2242" name="Группа 122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224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5734" w:rsidRDefault="00A05734" w:rsidP="00A05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4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5734" w:rsidRDefault="00A05734" w:rsidP="00A05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4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5734" w:rsidRDefault="00A05734" w:rsidP="00A05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4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5734" w:rsidRDefault="00A05734" w:rsidP="00A05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4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5734" w:rsidRDefault="00A05734" w:rsidP="00A05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4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5734" w:rsidRDefault="00A05734" w:rsidP="00A05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4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5734" w:rsidRDefault="00A05734" w:rsidP="00A05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5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5734" w:rsidRDefault="00A05734" w:rsidP="00A05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5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5734" w:rsidRDefault="00A05734" w:rsidP="00A05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5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5734" w:rsidRDefault="00A05734" w:rsidP="00A05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5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5734" w:rsidRDefault="00A05734" w:rsidP="00A05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5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5734" w:rsidRDefault="00A05734" w:rsidP="00A05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5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5734" w:rsidRDefault="00A05734" w:rsidP="00A05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2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5734" w:rsidRDefault="00A05734" w:rsidP="00A05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2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5734" w:rsidRDefault="00A05734" w:rsidP="00A05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2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5734" w:rsidRDefault="00A05734" w:rsidP="00A05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5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5734" w:rsidRDefault="00A05734" w:rsidP="00A05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5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5734" w:rsidRDefault="00A05734" w:rsidP="00A05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5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5734" w:rsidRDefault="00A05734" w:rsidP="00A05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5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5734" w:rsidRDefault="00A05734" w:rsidP="00A05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5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5734" w:rsidRDefault="00A05734" w:rsidP="00A05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5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5734" w:rsidRDefault="00A05734" w:rsidP="00A05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6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5734" w:rsidRDefault="00A05734" w:rsidP="00A05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6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5734" w:rsidRDefault="00A05734" w:rsidP="00A05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6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5734" w:rsidRDefault="00A05734" w:rsidP="00A05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6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5734" w:rsidRDefault="00A05734" w:rsidP="00A05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6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5734" w:rsidRDefault="00A05734" w:rsidP="00A05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6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5734" w:rsidRDefault="00A05734" w:rsidP="00A05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6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5734" w:rsidRDefault="00A05734" w:rsidP="00A05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6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5734" w:rsidRDefault="00A05734" w:rsidP="00A05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44835485" id="Группа 12242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05734" w:rsidRDefault="00A05734" w:rsidP="00A05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05734" w:rsidRDefault="00A05734" w:rsidP="00A05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05734" w:rsidRDefault="00A05734" w:rsidP="00A05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05734" w:rsidRDefault="00A05734" w:rsidP="00A05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05734" w:rsidRDefault="00A05734" w:rsidP="00A05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05734" w:rsidRDefault="00A05734" w:rsidP="00A05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05734" w:rsidRDefault="00A05734" w:rsidP="00A05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05734" w:rsidRDefault="00A05734" w:rsidP="00A05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05734" w:rsidRDefault="00A05734" w:rsidP="00A05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05734" w:rsidRDefault="00A05734" w:rsidP="00A05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05734" w:rsidRDefault="00A05734" w:rsidP="00A05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05734" w:rsidRDefault="00A05734" w:rsidP="00A05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05734" w:rsidRDefault="00A05734" w:rsidP="00A05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05734" w:rsidRDefault="00A05734" w:rsidP="00A05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05734" w:rsidRDefault="00A05734" w:rsidP="00A05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05734" w:rsidRDefault="00A05734" w:rsidP="00A05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05734" w:rsidRDefault="00A05734" w:rsidP="00A05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05734" w:rsidRDefault="00A05734" w:rsidP="00A05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05734" w:rsidRDefault="00A05734" w:rsidP="00A05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05734" w:rsidRDefault="00A05734" w:rsidP="00A05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" fillcolor="black" stroked="f">
                  <v:textbox>
                    <w:txbxContent>
                      <w:p w:rsidR="00A05734" w:rsidRDefault="00A05734" w:rsidP="00A05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05734" w:rsidRDefault="00A05734" w:rsidP="00A05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05734" w:rsidRDefault="00A05734" w:rsidP="00A05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05734" w:rsidRDefault="00A05734" w:rsidP="00A05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05734" w:rsidRDefault="00A05734" w:rsidP="00A05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05734" w:rsidRDefault="00A05734" w:rsidP="00A05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05734" w:rsidRDefault="00A05734" w:rsidP="00A05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" fillcolor="black" stroked="f">
                  <v:textbox>
                    <w:txbxContent>
                      <w:p w:rsidR="00A05734" w:rsidRDefault="00A05734" w:rsidP="00A05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05734" w:rsidRDefault="00A05734" w:rsidP="00A05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05734" w:rsidRDefault="00A05734" w:rsidP="00A05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05734" w:rsidRPr="002C7821" w:rsidRDefault="00A05734" w:rsidP="00A0573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A05734" w:rsidRPr="002C7821" w:rsidRDefault="00A05734" w:rsidP="00A0573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A05734" w:rsidRPr="002C7821" w:rsidRDefault="00A05734" w:rsidP="00A0573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A05734" w:rsidRPr="002C7821" w:rsidRDefault="00A05734" w:rsidP="00A0573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A05734" w:rsidRPr="002C7821" w:rsidRDefault="00A05734" w:rsidP="00A0573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2C7821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A05734" w:rsidRPr="002C7821" w:rsidRDefault="00A05734" w:rsidP="00A05734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2C782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A05734" w:rsidRPr="002C7821" w:rsidRDefault="00A05734" w:rsidP="00A0573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2C782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A05734" w:rsidRPr="002C7821" w:rsidRDefault="00A05734" w:rsidP="00A0573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2C782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A05734" w:rsidRPr="002C7821" w:rsidRDefault="00A05734" w:rsidP="00A0573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A05734" w:rsidRPr="002C7821" w:rsidRDefault="00A05734" w:rsidP="00A0573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2C782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A05734" w:rsidRPr="002C7821" w:rsidRDefault="00A05734" w:rsidP="00A0573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A05734" w:rsidRPr="002C7821" w:rsidRDefault="00A05734" w:rsidP="00A0573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_ сесії сільської </w:t>
      </w:r>
      <w:proofErr w:type="gramStart"/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ради  </w:t>
      </w: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</w:t>
      </w:r>
      <w:proofErr w:type="gramEnd"/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скликання</w:t>
      </w:r>
    </w:p>
    <w:p w:rsidR="00A05734" w:rsidRPr="002C7821" w:rsidRDefault="00A05734" w:rsidP="00A0573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A05734" w:rsidRPr="002C7821" w:rsidRDefault="00A05734" w:rsidP="00A0573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__.06.2021 року                                            Крупець                                                 №___</w:t>
      </w:r>
    </w:p>
    <w:p w:rsidR="00A05734" w:rsidRPr="002C7821" w:rsidRDefault="00A05734" w:rsidP="00A05734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A05734" w:rsidRPr="002C7821" w:rsidRDefault="00A05734" w:rsidP="00A05734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A05734" w:rsidRPr="002C7821" w:rsidRDefault="00A05734" w:rsidP="00A0573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A05734" w:rsidRPr="002C7821" w:rsidRDefault="00A05734" w:rsidP="00A0573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A05734" w:rsidRPr="002C7821" w:rsidRDefault="00A05734" w:rsidP="00A0573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2C7821">
        <w:rPr>
          <w:rFonts w:ascii="Times New Roman" w:eastAsia="Calibri" w:hAnsi="Times New Roman" w:cs="Times New Roman"/>
          <w:b/>
          <w:sz w:val="24"/>
          <w:lang w:eastAsia="en-US"/>
        </w:rPr>
        <w:t>Федорчук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eastAsia="en-US"/>
        </w:rPr>
        <w:t xml:space="preserve"> В.Д.</w:t>
      </w:r>
    </w:p>
    <w:p w:rsidR="00A05734" w:rsidRPr="002C7821" w:rsidRDefault="00A05734" w:rsidP="00A0573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A05734" w:rsidRPr="002C7821" w:rsidRDefault="00A05734" w:rsidP="00A0573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A05734" w:rsidRPr="002C7821" w:rsidRDefault="00A05734" w:rsidP="00A0573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 118, 121 та 123 Земельного кодексу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Федорчука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В.Д.,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A05734" w:rsidRPr="002C7821" w:rsidRDefault="00A05734" w:rsidP="00A0573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A05734" w:rsidRPr="002C7821" w:rsidRDefault="00A05734" w:rsidP="00A0573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05734" w:rsidRPr="002C7821" w:rsidRDefault="00A05734" w:rsidP="00A0573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Федорчуку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Володимиру Дмитровичу, який зареєстрований за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F508D7">
        <w:rPr>
          <w:rFonts w:ascii="Times New Roman" w:eastAsia="Calibri" w:hAnsi="Times New Roman" w:cs="Times New Roman"/>
          <w:sz w:val="24"/>
          <w:lang w:eastAsia="en-US"/>
        </w:rPr>
        <w:t>__________</w:t>
      </w:r>
      <w:bookmarkStart w:id="0" w:name="_GoBack"/>
      <w:bookmarkEnd w:id="0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0,1000 га, для </w:t>
      </w:r>
      <w:r w:rsidRPr="009F710D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с.Полянь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>, по вул. Набережна.</w:t>
      </w:r>
    </w:p>
    <w:p w:rsidR="00A05734" w:rsidRPr="002C7821" w:rsidRDefault="00A05734" w:rsidP="00A0573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Федорчуку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В.Д., розробити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A05734" w:rsidRPr="002C7821" w:rsidRDefault="00A05734" w:rsidP="00A057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C782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A05734" w:rsidRPr="002C7821" w:rsidRDefault="00A05734" w:rsidP="00A0573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05734" w:rsidRPr="002C7821" w:rsidRDefault="00A05734" w:rsidP="00A0573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05734" w:rsidRPr="002C7821" w:rsidRDefault="00A05734" w:rsidP="00A0573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05734" w:rsidRPr="002C7821" w:rsidRDefault="00A05734" w:rsidP="00A0573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05734" w:rsidRPr="002C7821" w:rsidRDefault="00A05734" w:rsidP="00A0573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05734" w:rsidRPr="002C7821" w:rsidRDefault="00A05734" w:rsidP="00A0573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05734" w:rsidRPr="002C7821" w:rsidRDefault="00A05734" w:rsidP="00A05734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2C7821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Валерій   МИХАЛЮК</w:t>
      </w:r>
    </w:p>
    <w:p w:rsidR="00222A87" w:rsidRDefault="00222A87"/>
    <w:sectPr w:rsidR="00222A8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734"/>
    <w:rsid w:val="00222A87"/>
    <w:rsid w:val="00A05734"/>
    <w:rsid w:val="00F50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73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73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</TotalTime>
  <Pages>1</Pages>
  <Words>237</Words>
  <Characters>1354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2021-06-22T08:29:00Z</dcterms:created>
  <dcterms:modified xsi:type="dcterms:W3CDTF">2021-06-22T12:57:00Z</dcterms:modified>
</cp:coreProperties>
</file>