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F3" w:rsidRPr="0087481F" w:rsidRDefault="00243DF3" w:rsidP="00243DF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DF3" w:rsidRDefault="00243DF3" w:rsidP="00243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43DF3" w:rsidRDefault="00243DF3" w:rsidP="00243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43DF3" w:rsidRDefault="00243DF3" w:rsidP="00243DF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3DF3" w:rsidRDefault="00243DF3" w:rsidP="00243D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43DF3" w:rsidRDefault="00243DF3" w:rsidP="00243D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43DF3" w:rsidRPr="0092624A" w:rsidRDefault="00243DF3" w:rsidP="00243D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№36</w:t>
      </w:r>
    </w:p>
    <w:p w:rsidR="00243DF3" w:rsidRPr="00CF04D8" w:rsidRDefault="00243DF3" w:rsidP="00243DF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43DF3" w:rsidRPr="00CF04D8" w:rsidRDefault="00243DF3" w:rsidP="00243D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243DF3" w:rsidRPr="00CF04D8" w:rsidRDefault="00243DF3" w:rsidP="00243D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43DF3" w:rsidRPr="00CF04D8" w:rsidRDefault="00243DF3" w:rsidP="00243DF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243DF3" w:rsidRPr="00CF04D8" w:rsidRDefault="00243DF3" w:rsidP="00243DF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Л.Б.</w:t>
      </w:r>
    </w:p>
    <w:p w:rsidR="00243DF3" w:rsidRPr="00CF04D8" w:rsidRDefault="00243DF3" w:rsidP="00243D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DF3" w:rsidRPr="00CF04D8" w:rsidRDefault="00243DF3" w:rsidP="00243D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Загародньої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243DF3" w:rsidRPr="00CF04D8" w:rsidRDefault="00243DF3" w:rsidP="00243D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43DF3" w:rsidRPr="00CF04D8" w:rsidRDefault="00243DF3" w:rsidP="00243D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0,2274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3DF3" w:rsidRPr="00CF04D8" w:rsidRDefault="00243DF3" w:rsidP="00243D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C2CBF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BC2CB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0,2274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6823986800:03:005:0147,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3DF3" w:rsidRPr="00CF04D8" w:rsidRDefault="00243DF3" w:rsidP="00243D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243DF3" w:rsidRPr="00CF04D8" w:rsidRDefault="00243DF3" w:rsidP="00243D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43DF3" w:rsidRPr="00CF04D8" w:rsidRDefault="00243DF3" w:rsidP="00243D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DF3" w:rsidRPr="00CF04D8" w:rsidRDefault="00243DF3" w:rsidP="00243D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1C2B" w:rsidRPr="00243DF3" w:rsidRDefault="00243DF3" w:rsidP="00243DF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31C2B" w:rsidRPr="00243D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F3"/>
    <w:rsid w:val="00171A2E"/>
    <w:rsid w:val="00243DF3"/>
    <w:rsid w:val="00304C90"/>
    <w:rsid w:val="00505B6D"/>
    <w:rsid w:val="006D3977"/>
    <w:rsid w:val="00731C2B"/>
    <w:rsid w:val="007D6C18"/>
    <w:rsid w:val="00BC2C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43DF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43DF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43DF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43DF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43DF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43DF3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2021-03-02T14:04:00Z</dcterms:created>
  <dcterms:modified xsi:type="dcterms:W3CDTF">2021-03-02T14:40:00Z</dcterms:modified>
</cp:coreProperties>
</file>